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4A" w:rsidRDefault="0093124A" w:rsidP="00906251">
      <w:pPr>
        <w:pStyle w:val="CourseName"/>
      </w:pPr>
      <w:r>
        <w:t>AOIT Computer Networking</w:t>
      </w:r>
    </w:p>
    <w:p w:rsidR="0093124A" w:rsidRDefault="0093124A">
      <w:pPr>
        <w:pStyle w:val="LessonNo"/>
      </w:pPr>
      <w:r>
        <w:t>Lesson 8</w:t>
      </w:r>
    </w:p>
    <w:p w:rsidR="0093124A" w:rsidRDefault="0093124A" w:rsidP="008C58E8">
      <w:pPr>
        <w:pStyle w:val="LessonTitle"/>
      </w:pPr>
      <w:r>
        <w:t xml:space="preserve">NOS </w:t>
      </w:r>
      <w:r w:rsidR="008C58E8">
        <w:t>v</w:t>
      </w:r>
      <w:r>
        <w:t>ersus OS</w:t>
      </w:r>
    </w:p>
    <w:p w:rsidR="0093124A" w:rsidRPr="00585333" w:rsidRDefault="0093124A" w:rsidP="0093124A">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2"/>
        <w:gridCol w:w="6838"/>
      </w:tblGrid>
      <w:tr w:rsidR="0093124A" w:rsidRPr="005D4593">
        <w:trPr>
          <w:tblHeader/>
        </w:trPr>
        <w:tc>
          <w:tcPr>
            <w:tcW w:w="1347" w:type="pct"/>
            <w:tcBorders>
              <w:bottom w:val="single" w:sz="4" w:space="0" w:color="auto"/>
            </w:tcBorders>
            <w:shd w:val="clear" w:color="auto" w:fill="336699"/>
          </w:tcPr>
          <w:p w:rsidR="0093124A" w:rsidRPr="005D4593" w:rsidRDefault="0093124A" w:rsidP="006D7DB3">
            <w:pPr>
              <w:pStyle w:val="TableHeadings"/>
            </w:pPr>
            <w:r>
              <w:t>Resource</w:t>
            </w:r>
          </w:p>
        </w:tc>
        <w:tc>
          <w:tcPr>
            <w:tcW w:w="3653" w:type="pct"/>
            <w:tcBorders>
              <w:bottom w:val="single" w:sz="4" w:space="0" w:color="auto"/>
            </w:tcBorders>
            <w:shd w:val="clear" w:color="auto" w:fill="336699"/>
          </w:tcPr>
          <w:p w:rsidR="0093124A" w:rsidRPr="005D4593" w:rsidRDefault="0093124A" w:rsidP="006D7DB3">
            <w:pPr>
              <w:pStyle w:val="TableHeadings"/>
            </w:pPr>
            <w:r>
              <w:t>Description</w:t>
            </w:r>
          </w:p>
        </w:tc>
      </w:tr>
      <w:tr w:rsidR="0093124A" w:rsidRPr="005D4593">
        <w:tc>
          <w:tcPr>
            <w:tcW w:w="1347" w:type="pct"/>
            <w:shd w:val="clear" w:color="auto" w:fill="CADCEE"/>
          </w:tcPr>
          <w:p w:rsidR="0093124A" w:rsidRPr="005D4593" w:rsidRDefault="0093124A" w:rsidP="0093124A">
            <w:pPr>
              <w:pStyle w:val="TableText"/>
            </w:pPr>
            <w:r w:rsidRPr="005D4593">
              <w:t>Teacher Resource 8.1</w:t>
            </w:r>
          </w:p>
        </w:tc>
        <w:tc>
          <w:tcPr>
            <w:tcW w:w="3653" w:type="pct"/>
            <w:shd w:val="clear" w:color="auto" w:fill="CADCEE"/>
          </w:tcPr>
          <w:p w:rsidR="0093124A" w:rsidRPr="005D4593" w:rsidRDefault="0093124A" w:rsidP="008C7274">
            <w:pPr>
              <w:pStyle w:val="TableText"/>
            </w:pPr>
            <w:r w:rsidRPr="00C56577">
              <w:t>Concept Attainment: Network Operating Systems</w:t>
            </w:r>
          </w:p>
        </w:tc>
      </w:tr>
      <w:tr w:rsidR="0093124A" w:rsidRPr="005D4593">
        <w:tc>
          <w:tcPr>
            <w:tcW w:w="1347" w:type="pct"/>
            <w:tcBorders>
              <w:bottom w:val="single" w:sz="4" w:space="0" w:color="auto"/>
            </w:tcBorders>
          </w:tcPr>
          <w:p w:rsidR="0093124A" w:rsidRPr="005D4593" w:rsidRDefault="0093124A" w:rsidP="0093124A">
            <w:pPr>
              <w:pStyle w:val="TableText"/>
            </w:pPr>
            <w:r w:rsidRPr="005D4593">
              <w:t>Teacher Resource 8.2</w:t>
            </w:r>
          </w:p>
        </w:tc>
        <w:tc>
          <w:tcPr>
            <w:tcW w:w="3653" w:type="pct"/>
            <w:tcBorders>
              <w:bottom w:val="single" w:sz="4" w:space="0" w:color="auto"/>
            </w:tcBorders>
          </w:tcPr>
          <w:p w:rsidR="0093124A" w:rsidRPr="005D4593" w:rsidRDefault="0093124A" w:rsidP="0093124A">
            <w:pPr>
              <w:pStyle w:val="TableText"/>
            </w:pPr>
            <w:proofErr w:type="spellStart"/>
            <w:r>
              <w:t>Inkshedding</w:t>
            </w:r>
            <w:proofErr w:type="spellEnd"/>
            <w:r>
              <w:t xml:space="preserve"> Stations: Types of Peer-to-Peer and Client/Server Networks</w:t>
            </w:r>
          </w:p>
        </w:tc>
      </w:tr>
      <w:tr w:rsidR="0093124A" w:rsidRPr="005D4593">
        <w:tc>
          <w:tcPr>
            <w:tcW w:w="1347" w:type="pct"/>
            <w:shd w:val="clear" w:color="auto" w:fill="CADCEE"/>
          </w:tcPr>
          <w:p w:rsidR="0093124A" w:rsidRPr="005D4593" w:rsidRDefault="0093124A" w:rsidP="0093124A">
            <w:pPr>
              <w:pStyle w:val="TableText"/>
            </w:pPr>
            <w:r w:rsidRPr="005D4593">
              <w:t>Teacher Resource 8.3</w:t>
            </w:r>
          </w:p>
        </w:tc>
        <w:tc>
          <w:tcPr>
            <w:tcW w:w="3653" w:type="pct"/>
            <w:shd w:val="clear" w:color="auto" w:fill="CADCEE"/>
          </w:tcPr>
          <w:p w:rsidR="0093124A" w:rsidRPr="005D4593" w:rsidRDefault="0093124A" w:rsidP="0093124A">
            <w:pPr>
              <w:pStyle w:val="TableText"/>
            </w:pPr>
            <w:r>
              <w:t>Demonstrations: Access and Authentication</w:t>
            </w:r>
          </w:p>
        </w:tc>
      </w:tr>
      <w:tr w:rsidR="0093124A" w:rsidRPr="005D4593">
        <w:tc>
          <w:tcPr>
            <w:tcW w:w="1347" w:type="pct"/>
            <w:tcBorders>
              <w:bottom w:val="single" w:sz="4" w:space="0" w:color="auto"/>
            </w:tcBorders>
          </w:tcPr>
          <w:p w:rsidR="0093124A" w:rsidRPr="005D4593" w:rsidRDefault="0093124A" w:rsidP="0093124A">
            <w:pPr>
              <w:pStyle w:val="TableText"/>
            </w:pPr>
            <w:r w:rsidRPr="005D4593">
              <w:t>Teacher Resource 8.4</w:t>
            </w:r>
          </w:p>
        </w:tc>
        <w:tc>
          <w:tcPr>
            <w:tcW w:w="3653" w:type="pct"/>
            <w:tcBorders>
              <w:bottom w:val="single" w:sz="4" w:space="0" w:color="auto"/>
            </w:tcBorders>
          </w:tcPr>
          <w:p w:rsidR="0093124A" w:rsidRPr="005D4593" w:rsidRDefault="0093124A" w:rsidP="0093124A">
            <w:pPr>
              <w:pStyle w:val="TableText"/>
            </w:pPr>
            <w:r w:rsidRPr="005D4593">
              <w:t>Answer Sheet: Access and Authentication</w:t>
            </w:r>
          </w:p>
        </w:tc>
      </w:tr>
      <w:tr w:rsidR="0093124A" w:rsidRPr="005D4593">
        <w:tc>
          <w:tcPr>
            <w:tcW w:w="1347" w:type="pct"/>
            <w:shd w:val="clear" w:color="auto" w:fill="CADCEE"/>
          </w:tcPr>
          <w:p w:rsidR="0093124A" w:rsidRPr="00C56577" w:rsidRDefault="0093124A" w:rsidP="0093124A">
            <w:pPr>
              <w:pStyle w:val="TableText"/>
            </w:pPr>
            <w:r w:rsidRPr="00C56577">
              <w:t>Teacher Resource 8.5</w:t>
            </w:r>
          </w:p>
        </w:tc>
        <w:tc>
          <w:tcPr>
            <w:tcW w:w="3653" w:type="pct"/>
            <w:shd w:val="clear" w:color="auto" w:fill="CADCEE"/>
          </w:tcPr>
          <w:p w:rsidR="0093124A" w:rsidRPr="005D4593" w:rsidRDefault="0093124A" w:rsidP="0093124A">
            <w:pPr>
              <w:pStyle w:val="TableText"/>
            </w:pPr>
            <w:r>
              <w:t>Student Roles: Client/Server Simulation Activity</w:t>
            </w:r>
          </w:p>
        </w:tc>
      </w:tr>
      <w:tr w:rsidR="007C1D29" w:rsidRPr="005D4593">
        <w:tc>
          <w:tcPr>
            <w:tcW w:w="1347" w:type="pct"/>
            <w:tcBorders>
              <w:bottom w:val="single" w:sz="4" w:space="0" w:color="auto"/>
            </w:tcBorders>
          </w:tcPr>
          <w:p w:rsidR="007C1D29" w:rsidRPr="00C56577" w:rsidRDefault="007C1D29" w:rsidP="0093124A">
            <w:pPr>
              <w:pStyle w:val="TableText"/>
            </w:pPr>
            <w:r w:rsidRPr="00C56577">
              <w:t>Teacher Resource 8.6</w:t>
            </w:r>
          </w:p>
        </w:tc>
        <w:tc>
          <w:tcPr>
            <w:tcW w:w="3653" w:type="pct"/>
            <w:tcBorders>
              <w:bottom w:val="single" w:sz="4" w:space="0" w:color="auto"/>
            </w:tcBorders>
          </w:tcPr>
          <w:p w:rsidR="007C1D29" w:rsidRPr="00C56577" w:rsidRDefault="007C1D29" w:rsidP="00B8216A">
            <w:pPr>
              <w:pStyle w:val="TableText"/>
            </w:pPr>
            <w:r w:rsidRPr="00C56577">
              <w:t>Short</w:t>
            </w:r>
            <w:r>
              <w:t>-Answer Quiz: Network Operating Systems</w:t>
            </w:r>
          </w:p>
        </w:tc>
      </w:tr>
      <w:tr w:rsidR="007C1D29" w:rsidRPr="005D4593">
        <w:tc>
          <w:tcPr>
            <w:tcW w:w="1347" w:type="pct"/>
            <w:shd w:val="clear" w:color="auto" w:fill="CADCEE"/>
          </w:tcPr>
          <w:p w:rsidR="007C1D29" w:rsidRPr="00C56577" w:rsidRDefault="007C1D29" w:rsidP="0093124A">
            <w:pPr>
              <w:pStyle w:val="TableText"/>
              <w:rPr>
                <w:strike/>
              </w:rPr>
            </w:pPr>
            <w:r w:rsidRPr="00C56577">
              <w:t>Teacher Resource 8.7</w:t>
            </w:r>
          </w:p>
        </w:tc>
        <w:tc>
          <w:tcPr>
            <w:tcW w:w="3653" w:type="pct"/>
            <w:shd w:val="clear" w:color="auto" w:fill="CADCEE"/>
          </w:tcPr>
          <w:p w:rsidR="007C1D29" w:rsidRPr="00C56577" w:rsidRDefault="007C1D29" w:rsidP="00B8216A">
            <w:pPr>
              <w:pStyle w:val="TableText"/>
            </w:pPr>
            <w:r w:rsidRPr="00C56577">
              <w:t xml:space="preserve">Answer </w:t>
            </w:r>
            <w:r>
              <w:t>Key</w:t>
            </w:r>
            <w:r w:rsidRPr="00C56577">
              <w:t xml:space="preserve">: </w:t>
            </w:r>
            <w:r>
              <w:t>Network Operating Systems</w:t>
            </w:r>
            <w:r w:rsidRPr="00C56577">
              <w:t xml:space="preserve"> Quiz </w:t>
            </w:r>
          </w:p>
        </w:tc>
      </w:tr>
      <w:tr w:rsidR="007C1D29" w:rsidRPr="005D4593">
        <w:tc>
          <w:tcPr>
            <w:tcW w:w="1347" w:type="pct"/>
          </w:tcPr>
          <w:p w:rsidR="007C1D29" w:rsidRPr="00C56577" w:rsidRDefault="007C1D29" w:rsidP="0093124A">
            <w:pPr>
              <w:pStyle w:val="TableText"/>
              <w:rPr>
                <w:strike/>
              </w:rPr>
            </w:pPr>
            <w:r w:rsidRPr="00C56577">
              <w:t>Teacher Resource 8.8</w:t>
            </w:r>
          </w:p>
        </w:tc>
        <w:tc>
          <w:tcPr>
            <w:tcW w:w="3653" w:type="pct"/>
          </w:tcPr>
          <w:p w:rsidR="007C1D29" w:rsidRPr="00C56577" w:rsidRDefault="007C1D29" w:rsidP="00B8216A">
            <w:pPr>
              <w:pStyle w:val="TableText"/>
            </w:pPr>
            <w:r>
              <w:t>Key</w:t>
            </w:r>
            <w:r w:rsidRPr="00C56577">
              <w:t xml:space="preserve"> Vocabulary</w:t>
            </w:r>
            <w:r>
              <w:t xml:space="preserve">: NOS </w:t>
            </w:r>
            <w:r w:rsidR="008C58E8">
              <w:t>v</w:t>
            </w:r>
            <w:r>
              <w:t>ersus OS</w:t>
            </w:r>
          </w:p>
        </w:tc>
      </w:tr>
      <w:tr w:rsidR="007C1D29" w:rsidRPr="00C56577">
        <w:tc>
          <w:tcPr>
            <w:tcW w:w="1347" w:type="pct"/>
            <w:shd w:val="clear" w:color="auto" w:fill="CADCEE"/>
          </w:tcPr>
          <w:p w:rsidR="007C1D29" w:rsidRPr="00C56577" w:rsidRDefault="007C1D29" w:rsidP="0093124A">
            <w:pPr>
              <w:pStyle w:val="TableText"/>
            </w:pPr>
            <w:r w:rsidRPr="00C56577">
              <w:t>Teacher Resource 8.9</w:t>
            </w:r>
          </w:p>
        </w:tc>
        <w:tc>
          <w:tcPr>
            <w:tcW w:w="3653" w:type="pct"/>
            <w:shd w:val="clear" w:color="auto" w:fill="CADCEE"/>
          </w:tcPr>
          <w:p w:rsidR="007C1D29" w:rsidRPr="00C56577" w:rsidRDefault="007C1D29" w:rsidP="00B8216A">
            <w:pPr>
              <w:pStyle w:val="TableText"/>
            </w:pPr>
            <w:r w:rsidRPr="00C56577">
              <w:t>Bibliography</w:t>
            </w:r>
            <w:r>
              <w:t xml:space="preserve">: NOS </w:t>
            </w:r>
            <w:r w:rsidR="008C58E8">
              <w:t>v</w:t>
            </w:r>
            <w:r>
              <w:t>ersus OS</w:t>
            </w:r>
          </w:p>
        </w:tc>
      </w:tr>
    </w:tbl>
    <w:p w:rsidR="0093124A" w:rsidRPr="005D4593" w:rsidRDefault="0093124A"/>
    <w:p w:rsidR="0093124A" w:rsidRPr="005D4593" w:rsidRDefault="0093124A" w:rsidP="0093124A">
      <w:pPr>
        <w:pStyle w:val="BodyText"/>
      </w:pPr>
    </w:p>
    <w:p w:rsidR="003B383C" w:rsidRDefault="0093124A" w:rsidP="00601FE2">
      <w:pPr>
        <w:pStyle w:val="ResourceNo"/>
      </w:pPr>
      <w:r>
        <w:lastRenderedPageBreak/>
        <w:t>Teacher Resource 8.1</w:t>
      </w:r>
    </w:p>
    <w:p w:rsidR="0093124A" w:rsidRPr="00C56577" w:rsidRDefault="0093124A" w:rsidP="003B383C">
      <w:pPr>
        <w:pStyle w:val="ResourceTitle"/>
      </w:pPr>
      <w:r w:rsidRPr="00C56577">
        <w:t>Concept</w:t>
      </w:r>
      <w:r w:rsidR="008C7274">
        <w:t xml:space="preserve"> </w:t>
      </w:r>
      <w:r w:rsidR="00601FE2">
        <w:t>Attainment</w:t>
      </w:r>
      <w:r w:rsidRPr="00C56577">
        <w:t>: Network Operating Systems</w:t>
      </w:r>
      <w:r w:rsidR="000A0785">
        <w:t xml:space="preserve">  </w:t>
      </w:r>
    </w:p>
    <w:p w:rsidR="0093124A" w:rsidRPr="00B36DA0" w:rsidRDefault="0093124A" w:rsidP="00D877FA">
      <w:pPr>
        <w:pStyle w:val="Instructions"/>
      </w:pPr>
      <w:r w:rsidRPr="00B36DA0">
        <w:t xml:space="preserve">In this activity, students learn about </w:t>
      </w:r>
      <w:r w:rsidR="004538EC">
        <w:t>n</w:t>
      </w:r>
      <w:r w:rsidRPr="00B36DA0">
        <w:t xml:space="preserve">etwork </w:t>
      </w:r>
      <w:r w:rsidR="004538EC">
        <w:t>o</w:t>
      </w:r>
      <w:r w:rsidRPr="00B36DA0">
        <w:t xml:space="preserve">perating </w:t>
      </w:r>
      <w:r w:rsidR="004538EC">
        <w:t>s</w:t>
      </w:r>
      <w:r w:rsidRPr="00B36DA0">
        <w:t>ystems by identifyi</w:t>
      </w:r>
      <w:r w:rsidR="00D877FA">
        <w:t xml:space="preserve">ng examples of functions that </w:t>
      </w:r>
      <w:proofErr w:type="gramStart"/>
      <w:r w:rsidR="00D877FA">
        <w:t>a</w:t>
      </w:r>
      <w:r w:rsidR="00AB2C35">
        <w:t>n</w:t>
      </w:r>
      <w:r w:rsidRPr="00B36DA0">
        <w:t xml:space="preserve"> NOS</w:t>
      </w:r>
      <w:proofErr w:type="gramEnd"/>
      <w:r w:rsidRPr="00B36DA0">
        <w:t xml:space="preserve"> can perform. </w:t>
      </w:r>
    </w:p>
    <w:p w:rsidR="0093124A" w:rsidRPr="00B36DA0" w:rsidRDefault="0093124A" w:rsidP="00C34B6A">
      <w:pPr>
        <w:pStyle w:val="H2"/>
      </w:pPr>
      <w:r w:rsidRPr="00B36DA0">
        <w:t>Preparation</w:t>
      </w:r>
    </w:p>
    <w:p w:rsidR="0093124A" w:rsidRPr="00B36DA0" w:rsidRDefault="0093124A" w:rsidP="00AB2C35">
      <w:pPr>
        <w:pStyle w:val="BodyText"/>
        <w:rPr>
          <w:szCs w:val="26"/>
        </w:rPr>
      </w:pPr>
      <w:r w:rsidRPr="00B36DA0">
        <w:rPr>
          <w:szCs w:val="26"/>
        </w:rPr>
        <w:t xml:space="preserve">To prepare for this activity, create two charts on the board or on chart paper. Divide the first chart into two columns with </w:t>
      </w:r>
      <w:r w:rsidR="004538EC">
        <w:rPr>
          <w:szCs w:val="26"/>
        </w:rPr>
        <w:t>“</w:t>
      </w:r>
      <w:r w:rsidRPr="00B36DA0">
        <w:rPr>
          <w:szCs w:val="26"/>
        </w:rPr>
        <w:t>Yes</w:t>
      </w:r>
      <w:r w:rsidR="004538EC">
        <w:rPr>
          <w:szCs w:val="26"/>
        </w:rPr>
        <w:t>”</w:t>
      </w:r>
      <w:r w:rsidRPr="00B36DA0">
        <w:rPr>
          <w:szCs w:val="26"/>
        </w:rPr>
        <w:t xml:space="preserve"> and </w:t>
      </w:r>
      <w:r w:rsidR="004538EC">
        <w:rPr>
          <w:szCs w:val="26"/>
        </w:rPr>
        <w:t>“</w:t>
      </w:r>
      <w:r w:rsidRPr="00B36DA0">
        <w:rPr>
          <w:szCs w:val="26"/>
        </w:rPr>
        <w:t>No</w:t>
      </w:r>
      <w:r w:rsidR="004538EC">
        <w:rPr>
          <w:szCs w:val="26"/>
        </w:rPr>
        <w:t>”</w:t>
      </w:r>
      <w:r w:rsidRPr="00B36DA0">
        <w:rPr>
          <w:szCs w:val="26"/>
        </w:rPr>
        <w:t xml:space="preserve"> as the headings. On the second chart, write </w:t>
      </w:r>
      <w:r w:rsidR="004538EC">
        <w:rPr>
          <w:szCs w:val="26"/>
        </w:rPr>
        <w:t>“</w:t>
      </w:r>
      <w:r w:rsidR="006D7DB3">
        <w:rPr>
          <w:szCs w:val="26"/>
        </w:rPr>
        <w:t>Characteristics</w:t>
      </w:r>
      <w:r w:rsidR="004538EC">
        <w:rPr>
          <w:szCs w:val="26"/>
        </w:rPr>
        <w:t>”</w:t>
      </w:r>
      <w:r w:rsidRPr="00B36DA0">
        <w:rPr>
          <w:szCs w:val="26"/>
        </w:rPr>
        <w:t xml:space="preserve"> </w:t>
      </w:r>
      <w:r w:rsidR="00AB2C35">
        <w:rPr>
          <w:szCs w:val="26"/>
        </w:rPr>
        <w:t>at the</w:t>
      </w:r>
      <w:r w:rsidR="00AB2C35" w:rsidRPr="00B36DA0">
        <w:rPr>
          <w:szCs w:val="26"/>
        </w:rPr>
        <w:t xml:space="preserve"> </w:t>
      </w:r>
      <w:r w:rsidRPr="00B36DA0">
        <w:rPr>
          <w:szCs w:val="26"/>
        </w:rPr>
        <w:t>top</w:t>
      </w:r>
      <w:r w:rsidR="004538EC">
        <w:rPr>
          <w:szCs w:val="26"/>
        </w:rPr>
        <w:t>—</w:t>
      </w:r>
      <w:r w:rsidR="00D877FA">
        <w:rPr>
          <w:szCs w:val="26"/>
        </w:rPr>
        <w:t>and</w:t>
      </w:r>
      <w:r w:rsidR="004538EC">
        <w:rPr>
          <w:szCs w:val="26"/>
        </w:rPr>
        <w:t xml:space="preserve"> leave</w:t>
      </w:r>
      <w:r w:rsidR="004538EC" w:rsidRPr="00B36DA0">
        <w:rPr>
          <w:szCs w:val="26"/>
        </w:rPr>
        <w:t xml:space="preserve"> </w:t>
      </w:r>
      <w:r w:rsidRPr="00B36DA0">
        <w:rPr>
          <w:szCs w:val="26"/>
        </w:rPr>
        <w:t>room to add “Network Operating System</w:t>
      </w:r>
      <w:r w:rsidR="00F31FDF">
        <w:rPr>
          <w:szCs w:val="26"/>
        </w:rPr>
        <w:t xml:space="preserve"> (NOS)</w:t>
      </w:r>
      <w:r w:rsidR="004538EC">
        <w:rPr>
          <w:szCs w:val="26"/>
        </w:rPr>
        <w:t>”</w:t>
      </w:r>
      <w:r w:rsidRPr="00B36DA0">
        <w:rPr>
          <w:szCs w:val="26"/>
        </w:rPr>
        <w:t xml:space="preserve"> above it later.</w:t>
      </w:r>
    </w:p>
    <w:p w:rsidR="0093124A" w:rsidRPr="00B36DA0" w:rsidRDefault="0093124A" w:rsidP="00C34B6A">
      <w:pPr>
        <w:pStyle w:val="H2"/>
      </w:pPr>
      <w:r w:rsidRPr="00B36DA0">
        <w:t>Procedur</w:t>
      </w:r>
      <w:r w:rsidR="00D877FA">
        <w:t>e</w:t>
      </w:r>
    </w:p>
    <w:p w:rsidR="0093124A" w:rsidRPr="00D877FA" w:rsidRDefault="0093124A" w:rsidP="0093124A">
      <w:pPr>
        <w:pStyle w:val="BodyText"/>
        <w:rPr>
          <w:b/>
          <w:szCs w:val="26"/>
        </w:rPr>
      </w:pPr>
      <w:r w:rsidRPr="00D877FA">
        <w:rPr>
          <w:b/>
          <w:szCs w:val="26"/>
        </w:rPr>
        <w:t>1.  Introduction</w:t>
      </w:r>
    </w:p>
    <w:p w:rsidR="0093124A" w:rsidRPr="00B36DA0" w:rsidRDefault="0093124A" w:rsidP="00D877FA">
      <w:pPr>
        <w:pStyle w:val="BodyText"/>
      </w:pPr>
      <w:r w:rsidRPr="00B36DA0">
        <w:t xml:space="preserve">Tell the students they will be playing a guessing game, and when it’s over they will </w:t>
      </w:r>
      <w:r w:rsidR="006D7DB3">
        <w:t>have created a description of</w:t>
      </w:r>
      <w:r w:rsidRPr="00B36DA0">
        <w:t xml:space="preserve"> a new concept. On the board, write a list of the </w:t>
      </w:r>
      <w:r w:rsidR="006D7DB3">
        <w:t>tasks, file types, and application types</w:t>
      </w:r>
      <w:r w:rsidRPr="00B36DA0">
        <w:t xml:space="preserve"> that students are to categorize, for example:</w:t>
      </w:r>
    </w:p>
    <w:p w:rsidR="0093124A" w:rsidRPr="00231DAB" w:rsidRDefault="0093124A" w:rsidP="00C34B6A">
      <w:pPr>
        <w:pStyle w:val="BL"/>
      </w:pPr>
      <w:r w:rsidRPr="00B36DA0">
        <w:t>Web</w:t>
      </w:r>
      <w:r w:rsidR="0006790E">
        <w:t>site</w:t>
      </w:r>
      <w:r w:rsidRPr="00B36DA0">
        <w:t xml:space="preserve"> hosting</w:t>
      </w:r>
    </w:p>
    <w:p w:rsidR="0093124A" w:rsidRPr="00231DAB" w:rsidRDefault="00781E35" w:rsidP="00C34B6A">
      <w:pPr>
        <w:pStyle w:val="BL"/>
      </w:pPr>
      <w:r>
        <w:t>Web surfing</w:t>
      </w:r>
    </w:p>
    <w:p w:rsidR="0093124A" w:rsidRPr="00231DAB" w:rsidRDefault="0093124A" w:rsidP="00C34B6A">
      <w:pPr>
        <w:pStyle w:val="BL"/>
      </w:pPr>
      <w:r w:rsidRPr="00231DAB">
        <w:t xml:space="preserve">Word </w:t>
      </w:r>
      <w:r w:rsidR="0006790E">
        <w:t>d</w:t>
      </w:r>
      <w:r w:rsidRPr="00231DAB">
        <w:t>ocuments</w:t>
      </w:r>
    </w:p>
    <w:p w:rsidR="0093124A" w:rsidRPr="00231DAB" w:rsidRDefault="0093124A" w:rsidP="00C34B6A">
      <w:pPr>
        <w:pStyle w:val="BL"/>
      </w:pPr>
      <w:r w:rsidRPr="00231DAB">
        <w:t>Instant Messenger</w:t>
      </w:r>
    </w:p>
    <w:p w:rsidR="0093124A" w:rsidRPr="00231DAB" w:rsidRDefault="0093124A" w:rsidP="00C34B6A">
      <w:pPr>
        <w:pStyle w:val="BL"/>
      </w:pPr>
      <w:r w:rsidRPr="00231DAB">
        <w:t>File folders</w:t>
      </w:r>
    </w:p>
    <w:p w:rsidR="0093124A" w:rsidRPr="00231DAB" w:rsidRDefault="0093124A" w:rsidP="00C34B6A">
      <w:pPr>
        <w:pStyle w:val="BL"/>
      </w:pPr>
      <w:r w:rsidRPr="00231DAB">
        <w:t xml:space="preserve">Company </w:t>
      </w:r>
      <w:r w:rsidR="0006790E">
        <w:t>e</w:t>
      </w:r>
      <w:r w:rsidRPr="00231DAB">
        <w:t>mail access</w:t>
      </w:r>
    </w:p>
    <w:p w:rsidR="0093124A" w:rsidRPr="00231DAB" w:rsidRDefault="0093124A" w:rsidP="00C34B6A">
      <w:pPr>
        <w:pStyle w:val="BL"/>
      </w:pPr>
      <w:r w:rsidRPr="00231DAB">
        <w:t>Databases</w:t>
      </w:r>
    </w:p>
    <w:p w:rsidR="0093124A" w:rsidRPr="00231DAB" w:rsidRDefault="0093124A" w:rsidP="00C34B6A">
      <w:pPr>
        <w:pStyle w:val="BL"/>
      </w:pPr>
      <w:r w:rsidRPr="00231DAB">
        <w:t>File sharing</w:t>
      </w:r>
    </w:p>
    <w:p w:rsidR="0093124A" w:rsidRPr="00231DAB" w:rsidRDefault="0093124A" w:rsidP="00C34B6A">
      <w:pPr>
        <w:pStyle w:val="BL"/>
      </w:pPr>
      <w:r w:rsidRPr="00231DAB">
        <w:t xml:space="preserve">Computer </w:t>
      </w:r>
      <w:r w:rsidR="0006790E">
        <w:t>l</w:t>
      </w:r>
      <w:r w:rsidRPr="00231DAB">
        <w:t>og-in with password (i</w:t>
      </w:r>
      <w:r w:rsidR="0006790E">
        <w:t>.</w:t>
      </w:r>
      <w:r w:rsidRPr="00231DAB">
        <w:t>e</w:t>
      </w:r>
      <w:r w:rsidR="0006790E">
        <w:t>.,</w:t>
      </w:r>
      <w:r w:rsidRPr="00231DAB">
        <w:t xml:space="preserve"> authentication)</w:t>
      </w:r>
    </w:p>
    <w:p w:rsidR="0093124A" w:rsidRPr="00231DAB" w:rsidRDefault="0093124A" w:rsidP="00C34B6A">
      <w:pPr>
        <w:pStyle w:val="BL"/>
      </w:pPr>
      <w:r w:rsidRPr="00231DAB">
        <w:t xml:space="preserve">Roaming </w:t>
      </w:r>
      <w:r w:rsidR="0006790E">
        <w:t>p</w:t>
      </w:r>
      <w:r w:rsidRPr="00231DAB">
        <w:t>rofiles (</w:t>
      </w:r>
      <w:r w:rsidR="0006790E">
        <w:t>u</w:t>
      </w:r>
      <w:r w:rsidRPr="00231DAB">
        <w:t xml:space="preserve">ser can access files/settings from multiple systems) </w:t>
      </w:r>
    </w:p>
    <w:p w:rsidR="0093124A" w:rsidRPr="00231DAB" w:rsidRDefault="0093124A" w:rsidP="00C34B6A">
      <w:pPr>
        <w:pStyle w:val="BL"/>
      </w:pPr>
      <w:r w:rsidRPr="00231DAB">
        <w:t>Microsoft Word</w:t>
      </w:r>
    </w:p>
    <w:p w:rsidR="0093124A" w:rsidRPr="00B36DA0" w:rsidRDefault="0093124A" w:rsidP="00C34B6A">
      <w:pPr>
        <w:pStyle w:val="BL"/>
      </w:pPr>
      <w:r w:rsidRPr="00231DAB">
        <w:t>You</w:t>
      </w:r>
      <w:r w:rsidR="0006790E">
        <w:t>T</w:t>
      </w:r>
      <w:r w:rsidRPr="00231DAB">
        <w:t>ube</w:t>
      </w:r>
    </w:p>
    <w:p w:rsidR="0093124A" w:rsidRPr="00B36DA0" w:rsidRDefault="0093124A" w:rsidP="0006790E">
      <w:pPr>
        <w:pStyle w:val="BodyText"/>
        <w:rPr>
          <w:szCs w:val="26"/>
        </w:rPr>
      </w:pPr>
      <w:r w:rsidRPr="00B36DA0">
        <w:rPr>
          <w:szCs w:val="26"/>
        </w:rPr>
        <w:t xml:space="preserve">Explain any </w:t>
      </w:r>
      <w:r w:rsidR="006D7DB3">
        <w:rPr>
          <w:szCs w:val="26"/>
        </w:rPr>
        <w:t>terms</w:t>
      </w:r>
      <w:r w:rsidR="006D7DB3" w:rsidRPr="00B36DA0">
        <w:rPr>
          <w:szCs w:val="26"/>
        </w:rPr>
        <w:t xml:space="preserve"> </w:t>
      </w:r>
      <w:r w:rsidRPr="00B36DA0">
        <w:rPr>
          <w:szCs w:val="26"/>
        </w:rPr>
        <w:t xml:space="preserve">students </w:t>
      </w:r>
      <w:r w:rsidR="00D877FA">
        <w:rPr>
          <w:szCs w:val="26"/>
        </w:rPr>
        <w:t>might</w:t>
      </w:r>
      <w:r w:rsidRPr="00B36DA0">
        <w:rPr>
          <w:szCs w:val="26"/>
        </w:rPr>
        <w:t xml:space="preserve"> not understand. For example, </w:t>
      </w:r>
      <w:r w:rsidR="0006790E">
        <w:rPr>
          <w:szCs w:val="26"/>
        </w:rPr>
        <w:t>r</w:t>
      </w:r>
      <w:r w:rsidRPr="00B36DA0">
        <w:rPr>
          <w:szCs w:val="26"/>
        </w:rPr>
        <w:t xml:space="preserve">oaming </w:t>
      </w:r>
      <w:r w:rsidR="0006790E">
        <w:rPr>
          <w:szCs w:val="26"/>
        </w:rPr>
        <w:t>p</w:t>
      </w:r>
      <w:r w:rsidRPr="00B36DA0">
        <w:rPr>
          <w:szCs w:val="26"/>
        </w:rPr>
        <w:t>rofiles allow workers to save their desktop remotely and secure it with a password, so that they can log in to any machine on the local network and access the</w:t>
      </w:r>
      <w:r w:rsidR="0006790E">
        <w:rPr>
          <w:szCs w:val="26"/>
        </w:rPr>
        <w:t>ir</w:t>
      </w:r>
      <w:r w:rsidRPr="00B36DA0">
        <w:rPr>
          <w:szCs w:val="26"/>
        </w:rPr>
        <w:t xml:space="preserve"> same files and system settings.</w:t>
      </w:r>
    </w:p>
    <w:p w:rsidR="0093124A" w:rsidRDefault="0093124A" w:rsidP="0006790E">
      <w:pPr>
        <w:pStyle w:val="BodyText"/>
        <w:rPr>
          <w:szCs w:val="26"/>
        </w:rPr>
      </w:pPr>
      <w:r w:rsidRPr="00B36DA0">
        <w:rPr>
          <w:szCs w:val="26"/>
        </w:rPr>
        <w:t xml:space="preserve">On the first chart, under the “Yes” column, write two or three examples of features that require </w:t>
      </w:r>
      <w:proofErr w:type="gramStart"/>
      <w:r w:rsidRPr="00B36DA0">
        <w:rPr>
          <w:szCs w:val="26"/>
        </w:rPr>
        <w:t>an NOS</w:t>
      </w:r>
      <w:proofErr w:type="gramEnd"/>
      <w:r w:rsidRPr="00B36DA0">
        <w:rPr>
          <w:szCs w:val="26"/>
        </w:rPr>
        <w:t xml:space="preserve"> from among these examples: </w:t>
      </w:r>
      <w:r w:rsidR="0006790E">
        <w:rPr>
          <w:szCs w:val="26"/>
        </w:rPr>
        <w:t>w</w:t>
      </w:r>
      <w:r w:rsidRPr="00B36DA0">
        <w:rPr>
          <w:szCs w:val="26"/>
        </w:rPr>
        <w:t xml:space="preserve">ebsite hosting, </w:t>
      </w:r>
      <w:r w:rsidR="00781E35">
        <w:rPr>
          <w:szCs w:val="26"/>
        </w:rPr>
        <w:t>web surfing</w:t>
      </w:r>
      <w:r w:rsidRPr="00B36DA0">
        <w:rPr>
          <w:szCs w:val="26"/>
        </w:rPr>
        <w:t xml:space="preserve">, </w:t>
      </w:r>
      <w:r w:rsidR="0006790E">
        <w:rPr>
          <w:szCs w:val="26"/>
        </w:rPr>
        <w:t>c</w:t>
      </w:r>
      <w:r w:rsidRPr="00B36DA0">
        <w:rPr>
          <w:szCs w:val="26"/>
        </w:rPr>
        <w:t xml:space="preserve">ompany </w:t>
      </w:r>
      <w:r w:rsidR="0006790E">
        <w:rPr>
          <w:szCs w:val="26"/>
        </w:rPr>
        <w:t>e</w:t>
      </w:r>
      <w:r w:rsidRPr="00B36DA0">
        <w:rPr>
          <w:szCs w:val="26"/>
        </w:rPr>
        <w:t xml:space="preserve">mail, </w:t>
      </w:r>
      <w:r w:rsidR="0006790E">
        <w:rPr>
          <w:szCs w:val="26"/>
        </w:rPr>
        <w:t>d</w:t>
      </w:r>
      <w:r w:rsidRPr="00B36DA0">
        <w:rPr>
          <w:szCs w:val="26"/>
        </w:rPr>
        <w:t xml:space="preserve">atabases, </w:t>
      </w:r>
      <w:r w:rsidR="0006790E">
        <w:rPr>
          <w:szCs w:val="26"/>
        </w:rPr>
        <w:t>r</w:t>
      </w:r>
      <w:r w:rsidRPr="00B36DA0">
        <w:rPr>
          <w:szCs w:val="26"/>
        </w:rPr>
        <w:t xml:space="preserve">oaming </w:t>
      </w:r>
      <w:r w:rsidR="0006790E">
        <w:rPr>
          <w:szCs w:val="26"/>
        </w:rPr>
        <w:t>p</w:t>
      </w:r>
      <w:r w:rsidRPr="00B36DA0">
        <w:rPr>
          <w:szCs w:val="26"/>
        </w:rPr>
        <w:t xml:space="preserve">rofiles, YouTube. </w:t>
      </w:r>
    </w:p>
    <w:p w:rsidR="0093124A" w:rsidRPr="00D877FA" w:rsidRDefault="0093124A" w:rsidP="0093124A">
      <w:pPr>
        <w:pStyle w:val="BodyText"/>
        <w:rPr>
          <w:b/>
          <w:szCs w:val="26"/>
        </w:rPr>
      </w:pPr>
      <w:r w:rsidRPr="00D877FA">
        <w:rPr>
          <w:b/>
          <w:szCs w:val="26"/>
        </w:rPr>
        <w:t>2.  Pair Work</w:t>
      </w:r>
    </w:p>
    <w:p w:rsidR="0093124A" w:rsidRDefault="0093124A" w:rsidP="0006790E">
      <w:pPr>
        <w:pStyle w:val="BodyText"/>
        <w:rPr>
          <w:szCs w:val="26"/>
        </w:rPr>
      </w:pPr>
      <w:r w:rsidRPr="00B36DA0">
        <w:rPr>
          <w:szCs w:val="26"/>
        </w:rPr>
        <w:t xml:space="preserve">Have students get in pairs or groups of three and make their own charts. Ask them to discuss what the </w:t>
      </w:r>
      <w:r w:rsidR="0006790E" w:rsidRPr="00B36DA0">
        <w:rPr>
          <w:szCs w:val="26"/>
        </w:rPr>
        <w:t xml:space="preserve">given </w:t>
      </w:r>
      <w:r w:rsidRPr="00B36DA0">
        <w:rPr>
          <w:szCs w:val="26"/>
        </w:rPr>
        <w:t>examples have in common and guess which other examples from the list fit in the “Yes” category, and why. Give them five minutes to do so.</w:t>
      </w:r>
    </w:p>
    <w:p w:rsidR="0093124A" w:rsidRPr="00D877FA" w:rsidRDefault="00AB2C35" w:rsidP="00AB2C35">
      <w:pPr>
        <w:pStyle w:val="BodyText"/>
        <w:rPr>
          <w:b/>
          <w:szCs w:val="26"/>
        </w:rPr>
      </w:pPr>
      <w:r>
        <w:rPr>
          <w:szCs w:val="26"/>
        </w:rPr>
        <w:br w:type="page"/>
      </w:r>
      <w:r w:rsidR="0093124A" w:rsidRPr="00D877FA">
        <w:rPr>
          <w:b/>
          <w:szCs w:val="26"/>
        </w:rPr>
        <w:lastRenderedPageBreak/>
        <w:t xml:space="preserve">3.  Class Discussion </w:t>
      </w:r>
    </w:p>
    <w:p w:rsidR="0093124A" w:rsidRPr="00B36DA0" w:rsidRDefault="0006790E" w:rsidP="0006790E">
      <w:pPr>
        <w:pStyle w:val="BodyText"/>
        <w:rPr>
          <w:szCs w:val="26"/>
        </w:rPr>
      </w:pPr>
      <w:r>
        <w:rPr>
          <w:szCs w:val="26"/>
        </w:rPr>
        <w:t>After the pair work</w:t>
      </w:r>
      <w:r w:rsidR="0093124A" w:rsidRPr="00B36DA0">
        <w:rPr>
          <w:szCs w:val="26"/>
        </w:rPr>
        <w:t xml:space="preserve">, have students come together as a class again and have each team suggest something from their </w:t>
      </w:r>
      <w:r>
        <w:rPr>
          <w:szCs w:val="26"/>
        </w:rPr>
        <w:t>“Y</w:t>
      </w:r>
      <w:r w:rsidR="0093124A" w:rsidRPr="00B36DA0">
        <w:rPr>
          <w:szCs w:val="26"/>
        </w:rPr>
        <w:t>es</w:t>
      </w:r>
      <w:r>
        <w:rPr>
          <w:szCs w:val="26"/>
        </w:rPr>
        <w:t>”</w:t>
      </w:r>
      <w:r w:rsidR="0093124A" w:rsidRPr="00B36DA0">
        <w:rPr>
          <w:szCs w:val="26"/>
        </w:rPr>
        <w:t xml:space="preserve"> or </w:t>
      </w:r>
      <w:r>
        <w:rPr>
          <w:szCs w:val="26"/>
        </w:rPr>
        <w:t>“N</w:t>
      </w:r>
      <w:r w:rsidR="0093124A" w:rsidRPr="00B36DA0">
        <w:rPr>
          <w:szCs w:val="26"/>
        </w:rPr>
        <w:t>o</w:t>
      </w:r>
      <w:r>
        <w:rPr>
          <w:szCs w:val="26"/>
        </w:rPr>
        <w:t>”</w:t>
      </w:r>
      <w:r w:rsidR="0093124A" w:rsidRPr="00B36DA0">
        <w:rPr>
          <w:szCs w:val="26"/>
        </w:rPr>
        <w:t xml:space="preserve"> list. Ask for a </w:t>
      </w:r>
      <w:r>
        <w:rPr>
          <w:szCs w:val="26"/>
        </w:rPr>
        <w:t xml:space="preserve">show </w:t>
      </w:r>
      <w:r w:rsidR="0093124A" w:rsidRPr="00B36DA0">
        <w:rPr>
          <w:szCs w:val="26"/>
        </w:rPr>
        <w:t xml:space="preserve">of hands </w:t>
      </w:r>
      <w:r>
        <w:rPr>
          <w:szCs w:val="26"/>
        </w:rPr>
        <w:t>to see</w:t>
      </w:r>
      <w:r w:rsidR="0093124A" w:rsidRPr="00B36DA0">
        <w:rPr>
          <w:szCs w:val="26"/>
        </w:rPr>
        <w:t xml:space="preserve"> how many teams agree. </w:t>
      </w:r>
    </w:p>
    <w:p w:rsidR="0093124A" w:rsidRPr="00B36DA0" w:rsidRDefault="0093124A" w:rsidP="0006790E">
      <w:pPr>
        <w:pStyle w:val="BodyText"/>
        <w:rPr>
          <w:color w:val="auto"/>
          <w:szCs w:val="26"/>
        </w:rPr>
      </w:pPr>
      <w:r w:rsidRPr="00B36DA0">
        <w:rPr>
          <w:szCs w:val="26"/>
        </w:rPr>
        <w:t xml:space="preserve">Write down all student guesses in the appropriate </w:t>
      </w:r>
      <w:r w:rsidR="0006790E">
        <w:rPr>
          <w:szCs w:val="26"/>
        </w:rPr>
        <w:t>“</w:t>
      </w:r>
      <w:r w:rsidRPr="00B36DA0">
        <w:rPr>
          <w:szCs w:val="26"/>
        </w:rPr>
        <w:t>Yes</w:t>
      </w:r>
      <w:r w:rsidR="0006790E">
        <w:rPr>
          <w:szCs w:val="26"/>
        </w:rPr>
        <w:t>”</w:t>
      </w:r>
      <w:r w:rsidRPr="00B36DA0">
        <w:rPr>
          <w:szCs w:val="26"/>
        </w:rPr>
        <w:t xml:space="preserve"> or </w:t>
      </w:r>
      <w:r w:rsidR="0006790E">
        <w:rPr>
          <w:szCs w:val="26"/>
        </w:rPr>
        <w:t>“</w:t>
      </w:r>
      <w:r w:rsidRPr="00B36DA0">
        <w:rPr>
          <w:szCs w:val="26"/>
        </w:rPr>
        <w:t>No</w:t>
      </w:r>
      <w:r w:rsidR="0006790E">
        <w:rPr>
          <w:szCs w:val="26"/>
        </w:rPr>
        <w:t>”</w:t>
      </w:r>
      <w:r w:rsidRPr="00B36DA0">
        <w:rPr>
          <w:szCs w:val="26"/>
        </w:rPr>
        <w:t xml:space="preserve"> column. Ask students to identify other examples that fall under the </w:t>
      </w:r>
      <w:r w:rsidR="0006790E">
        <w:rPr>
          <w:szCs w:val="26"/>
        </w:rPr>
        <w:t>“</w:t>
      </w:r>
      <w:r w:rsidRPr="00B36DA0">
        <w:rPr>
          <w:szCs w:val="26"/>
        </w:rPr>
        <w:t>Yes</w:t>
      </w:r>
      <w:r w:rsidR="0006790E">
        <w:rPr>
          <w:szCs w:val="26"/>
        </w:rPr>
        <w:t>”</w:t>
      </w:r>
      <w:r w:rsidRPr="00B36DA0">
        <w:rPr>
          <w:szCs w:val="26"/>
        </w:rPr>
        <w:t xml:space="preserve"> or </w:t>
      </w:r>
      <w:r w:rsidR="0006790E">
        <w:rPr>
          <w:szCs w:val="26"/>
        </w:rPr>
        <w:t>“</w:t>
      </w:r>
      <w:r w:rsidRPr="00B36DA0">
        <w:rPr>
          <w:szCs w:val="26"/>
        </w:rPr>
        <w:t>No</w:t>
      </w:r>
      <w:r w:rsidR="0006790E">
        <w:rPr>
          <w:szCs w:val="26"/>
        </w:rPr>
        <w:t>”</w:t>
      </w:r>
      <w:r w:rsidRPr="00B36DA0">
        <w:rPr>
          <w:szCs w:val="26"/>
        </w:rPr>
        <w:t xml:space="preserve"> column and add them to the chart. At this point you should have at least six examples in each column.</w:t>
      </w:r>
    </w:p>
    <w:p w:rsidR="0093124A" w:rsidRPr="00B36DA0" w:rsidRDefault="0093124A" w:rsidP="0006790E">
      <w:pPr>
        <w:pStyle w:val="BodyText"/>
        <w:rPr>
          <w:color w:val="auto"/>
          <w:szCs w:val="26"/>
        </w:rPr>
      </w:pPr>
      <w:r w:rsidRPr="00B36DA0">
        <w:rPr>
          <w:szCs w:val="26"/>
        </w:rPr>
        <w:t xml:space="preserve">Ask students if they can figure out </w:t>
      </w:r>
      <w:r w:rsidR="006D7DB3">
        <w:rPr>
          <w:szCs w:val="26"/>
        </w:rPr>
        <w:t>some</w:t>
      </w:r>
      <w:r w:rsidR="006D7DB3" w:rsidRPr="00B36DA0">
        <w:rPr>
          <w:szCs w:val="26"/>
        </w:rPr>
        <w:t xml:space="preserve"> </w:t>
      </w:r>
      <w:r w:rsidRPr="00B36DA0">
        <w:rPr>
          <w:szCs w:val="26"/>
        </w:rPr>
        <w:t xml:space="preserve">of the common characteristics that </w:t>
      </w:r>
      <w:r w:rsidR="008F6E15">
        <w:rPr>
          <w:szCs w:val="26"/>
        </w:rPr>
        <w:t>apply to</w:t>
      </w:r>
      <w:r w:rsidRPr="00B36DA0">
        <w:rPr>
          <w:szCs w:val="26"/>
        </w:rPr>
        <w:t xml:space="preserve"> all of the </w:t>
      </w:r>
      <w:r w:rsidR="0006790E">
        <w:rPr>
          <w:szCs w:val="26"/>
        </w:rPr>
        <w:t>“</w:t>
      </w:r>
      <w:r w:rsidRPr="00B36DA0">
        <w:rPr>
          <w:szCs w:val="26"/>
        </w:rPr>
        <w:t>Yes</w:t>
      </w:r>
      <w:r w:rsidR="0006790E">
        <w:rPr>
          <w:szCs w:val="26"/>
        </w:rPr>
        <w:t>”</w:t>
      </w:r>
      <w:r w:rsidRPr="00B36DA0">
        <w:rPr>
          <w:szCs w:val="26"/>
        </w:rPr>
        <w:t xml:space="preserve"> examples. On the second chart</w:t>
      </w:r>
      <w:r w:rsidR="0006790E">
        <w:rPr>
          <w:szCs w:val="26"/>
        </w:rPr>
        <w:t>,</w:t>
      </w:r>
      <w:r w:rsidRPr="00B36DA0">
        <w:rPr>
          <w:szCs w:val="26"/>
        </w:rPr>
        <w:t xml:space="preserve"> list any characteristics they deduce. If students have difficulty identifying the characteristics, encourage them by providing more examples and guiding them along.</w:t>
      </w:r>
    </w:p>
    <w:p w:rsidR="0093124A" w:rsidRPr="00B36DA0" w:rsidRDefault="0093124A" w:rsidP="0006790E">
      <w:pPr>
        <w:pStyle w:val="BodyText"/>
        <w:rPr>
          <w:szCs w:val="26"/>
        </w:rPr>
      </w:pPr>
      <w:r w:rsidRPr="00B36DA0">
        <w:rPr>
          <w:szCs w:val="26"/>
        </w:rPr>
        <w:t>Go back and forth between the charts, adding examples and characteristics, until you</w:t>
      </w:r>
      <w:r w:rsidR="0006790E">
        <w:rPr>
          <w:szCs w:val="26"/>
        </w:rPr>
        <w:t>’</w:t>
      </w:r>
      <w:r w:rsidRPr="00B36DA0">
        <w:rPr>
          <w:szCs w:val="26"/>
        </w:rPr>
        <w:t xml:space="preserve">ve exhausted the lists. Explain to students that all of the </w:t>
      </w:r>
      <w:r w:rsidR="0006790E">
        <w:rPr>
          <w:szCs w:val="26"/>
        </w:rPr>
        <w:t>“</w:t>
      </w:r>
      <w:r w:rsidRPr="00B36DA0">
        <w:rPr>
          <w:szCs w:val="26"/>
        </w:rPr>
        <w:t>Yes</w:t>
      </w:r>
      <w:r w:rsidR="0006790E">
        <w:rPr>
          <w:szCs w:val="26"/>
        </w:rPr>
        <w:t>”</w:t>
      </w:r>
      <w:r w:rsidRPr="00B36DA0">
        <w:rPr>
          <w:szCs w:val="26"/>
        </w:rPr>
        <w:t xml:space="preserve"> examples are things that require a </w:t>
      </w:r>
      <w:r w:rsidR="0006790E">
        <w:rPr>
          <w:szCs w:val="26"/>
        </w:rPr>
        <w:t>n</w:t>
      </w:r>
      <w:r w:rsidRPr="00B36DA0">
        <w:rPr>
          <w:szCs w:val="26"/>
        </w:rPr>
        <w:t xml:space="preserve">etwork </w:t>
      </w:r>
      <w:r w:rsidR="0006790E">
        <w:rPr>
          <w:szCs w:val="26"/>
        </w:rPr>
        <w:t>o</w:t>
      </w:r>
      <w:r w:rsidRPr="00B36DA0">
        <w:rPr>
          <w:szCs w:val="26"/>
        </w:rPr>
        <w:t xml:space="preserve">perating </w:t>
      </w:r>
      <w:r w:rsidR="0006790E">
        <w:rPr>
          <w:szCs w:val="26"/>
        </w:rPr>
        <w:t>s</w:t>
      </w:r>
      <w:r w:rsidRPr="00B36DA0">
        <w:rPr>
          <w:szCs w:val="26"/>
        </w:rPr>
        <w:t xml:space="preserve">ystem. Write </w:t>
      </w:r>
      <w:r w:rsidR="0006790E">
        <w:rPr>
          <w:szCs w:val="26"/>
        </w:rPr>
        <w:t>“</w:t>
      </w:r>
      <w:r w:rsidR="00F31FDF">
        <w:rPr>
          <w:szCs w:val="26"/>
        </w:rPr>
        <w:t>Network Operating System (</w:t>
      </w:r>
      <w:r w:rsidRPr="00B36DA0">
        <w:rPr>
          <w:szCs w:val="26"/>
        </w:rPr>
        <w:t>NOS</w:t>
      </w:r>
      <w:r w:rsidR="00F31FDF">
        <w:rPr>
          <w:szCs w:val="26"/>
        </w:rPr>
        <w:t>)</w:t>
      </w:r>
      <w:r w:rsidR="0006790E">
        <w:rPr>
          <w:szCs w:val="26"/>
        </w:rPr>
        <w:t>”</w:t>
      </w:r>
      <w:r w:rsidRPr="00B36DA0">
        <w:rPr>
          <w:szCs w:val="26"/>
        </w:rPr>
        <w:t xml:space="preserve"> above the word </w:t>
      </w:r>
      <w:r w:rsidR="0006790E">
        <w:rPr>
          <w:szCs w:val="26"/>
        </w:rPr>
        <w:t>“</w:t>
      </w:r>
      <w:r w:rsidR="006D7DB3">
        <w:rPr>
          <w:szCs w:val="26"/>
        </w:rPr>
        <w:t>Characteristics</w:t>
      </w:r>
      <w:r w:rsidR="0006790E">
        <w:rPr>
          <w:szCs w:val="26"/>
        </w:rPr>
        <w:t>”</w:t>
      </w:r>
      <w:r w:rsidRPr="00B36DA0">
        <w:rPr>
          <w:szCs w:val="26"/>
        </w:rPr>
        <w:t xml:space="preserve"> on top of the second chart. </w:t>
      </w:r>
    </w:p>
    <w:p w:rsidR="0093124A" w:rsidRPr="00D877FA" w:rsidRDefault="0093124A" w:rsidP="0093124A">
      <w:pPr>
        <w:pStyle w:val="BodyText"/>
        <w:rPr>
          <w:b/>
          <w:szCs w:val="26"/>
        </w:rPr>
      </w:pPr>
      <w:r w:rsidRPr="00D877FA">
        <w:rPr>
          <w:b/>
          <w:szCs w:val="26"/>
        </w:rPr>
        <w:t>4.  Concept Development</w:t>
      </w:r>
    </w:p>
    <w:p w:rsidR="0093124A" w:rsidRPr="00B36DA0" w:rsidRDefault="0093124A" w:rsidP="00F31FDF">
      <w:pPr>
        <w:pStyle w:val="BodyText"/>
        <w:rPr>
          <w:szCs w:val="26"/>
        </w:rPr>
      </w:pPr>
      <w:r w:rsidRPr="00B36DA0">
        <w:rPr>
          <w:szCs w:val="26"/>
        </w:rPr>
        <w:t xml:space="preserve">Now that </w:t>
      </w:r>
      <w:r w:rsidR="001749CB">
        <w:rPr>
          <w:szCs w:val="26"/>
        </w:rPr>
        <w:t>students</w:t>
      </w:r>
      <w:r w:rsidR="001749CB" w:rsidRPr="00B36DA0">
        <w:rPr>
          <w:szCs w:val="26"/>
        </w:rPr>
        <w:t xml:space="preserve"> </w:t>
      </w:r>
      <w:r w:rsidRPr="00B36DA0">
        <w:rPr>
          <w:szCs w:val="26"/>
        </w:rPr>
        <w:t xml:space="preserve">have </w:t>
      </w:r>
      <w:r w:rsidR="00D877FA">
        <w:rPr>
          <w:szCs w:val="26"/>
        </w:rPr>
        <w:t>ascertained</w:t>
      </w:r>
      <w:r w:rsidRPr="00B36DA0">
        <w:rPr>
          <w:szCs w:val="26"/>
        </w:rPr>
        <w:t xml:space="preserve"> the word for the new concept, explore its meaning and emphasize its features and functions. Discuss with students how </w:t>
      </w:r>
      <w:r w:rsidR="001749CB">
        <w:rPr>
          <w:szCs w:val="26"/>
        </w:rPr>
        <w:t>n</w:t>
      </w:r>
      <w:r w:rsidRPr="00B36DA0">
        <w:rPr>
          <w:szCs w:val="26"/>
        </w:rPr>
        <w:t xml:space="preserve">etwork </w:t>
      </w:r>
      <w:r w:rsidR="001749CB">
        <w:rPr>
          <w:szCs w:val="26"/>
        </w:rPr>
        <w:t>o</w:t>
      </w:r>
      <w:r w:rsidRPr="00B36DA0">
        <w:rPr>
          <w:szCs w:val="26"/>
        </w:rPr>
        <w:t xml:space="preserve">perating </w:t>
      </w:r>
      <w:r w:rsidR="001749CB">
        <w:rPr>
          <w:szCs w:val="26"/>
        </w:rPr>
        <w:t>s</w:t>
      </w:r>
      <w:r w:rsidRPr="00B36DA0">
        <w:rPr>
          <w:szCs w:val="26"/>
        </w:rPr>
        <w:t xml:space="preserve">ystems are different from other </w:t>
      </w:r>
      <w:r w:rsidR="001749CB">
        <w:rPr>
          <w:szCs w:val="26"/>
        </w:rPr>
        <w:t>o</w:t>
      </w:r>
      <w:r w:rsidRPr="00B36DA0">
        <w:rPr>
          <w:szCs w:val="26"/>
        </w:rPr>
        <w:t xml:space="preserve">perating </w:t>
      </w:r>
      <w:r w:rsidR="001749CB">
        <w:rPr>
          <w:szCs w:val="26"/>
        </w:rPr>
        <w:t>s</w:t>
      </w:r>
      <w:r w:rsidRPr="00B36DA0">
        <w:rPr>
          <w:szCs w:val="26"/>
        </w:rPr>
        <w:t xml:space="preserve">ystems, particularly in how they share files and services. Then explain that the computers that use NOSs are dedicated servers. Servers can provide a variety of services for other computers on </w:t>
      </w:r>
      <w:r w:rsidR="00F31FDF">
        <w:rPr>
          <w:szCs w:val="26"/>
        </w:rPr>
        <w:t>a</w:t>
      </w:r>
      <w:r w:rsidR="00F31FDF" w:rsidRPr="00B36DA0">
        <w:rPr>
          <w:szCs w:val="26"/>
        </w:rPr>
        <w:t xml:space="preserve"> </w:t>
      </w:r>
      <w:r w:rsidRPr="00B36DA0">
        <w:rPr>
          <w:szCs w:val="26"/>
        </w:rPr>
        <w:t xml:space="preserve">network. Networks with dedicated servers are </w:t>
      </w:r>
      <w:r w:rsidRPr="001749CB">
        <w:rPr>
          <w:i/>
          <w:iCs/>
          <w:szCs w:val="26"/>
        </w:rPr>
        <w:t>client/server networks</w:t>
      </w:r>
      <w:r w:rsidRPr="00B36DA0">
        <w:rPr>
          <w:szCs w:val="26"/>
        </w:rPr>
        <w:t>.</w:t>
      </w:r>
    </w:p>
    <w:p w:rsidR="0093124A" w:rsidRPr="00B36DA0" w:rsidRDefault="0093124A" w:rsidP="007203BD">
      <w:pPr>
        <w:pStyle w:val="BodyText"/>
        <w:rPr>
          <w:szCs w:val="26"/>
        </w:rPr>
      </w:pPr>
      <w:r w:rsidRPr="00B36DA0">
        <w:rPr>
          <w:szCs w:val="26"/>
        </w:rPr>
        <w:t xml:space="preserve">Networks that don’t use NOSs are </w:t>
      </w:r>
      <w:r w:rsidRPr="001749CB">
        <w:rPr>
          <w:i/>
          <w:iCs/>
          <w:szCs w:val="26"/>
        </w:rPr>
        <w:t>peer-to-peer networks</w:t>
      </w:r>
      <w:r w:rsidRPr="00B36DA0">
        <w:rPr>
          <w:szCs w:val="26"/>
        </w:rPr>
        <w:t>. The</w:t>
      </w:r>
      <w:r w:rsidR="001749CB">
        <w:rPr>
          <w:szCs w:val="26"/>
        </w:rPr>
        <w:t>se</w:t>
      </w:r>
      <w:r w:rsidRPr="00B36DA0">
        <w:rPr>
          <w:szCs w:val="26"/>
        </w:rPr>
        <w:t xml:space="preserve"> </w:t>
      </w:r>
      <w:r w:rsidR="001749CB">
        <w:rPr>
          <w:szCs w:val="26"/>
        </w:rPr>
        <w:t xml:space="preserve">networks </w:t>
      </w:r>
      <w:r w:rsidRPr="00B36DA0">
        <w:rPr>
          <w:szCs w:val="26"/>
        </w:rPr>
        <w:t>consist of client computers. These client</w:t>
      </w:r>
      <w:r w:rsidR="001749CB">
        <w:rPr>
          <w:szCs w:val="26"/>
        </w:rPr>
        <w:t xml:space="preserve"> computers</w:t>
      </w:r>
      <w:r w:rsidRPr="00B36DA0">
        <w:rPr>
          <w:szCs w:val="26"/>
        </w:rPr>
        <w:t xml:space="preserve"> can also perform specific server functions if they use special server software </w:t>
      </w:r>
      <w:r w:rsidR="007203BD">
        <w:rPr>
          <w:szCs w:val="26"/>
        </w:rPr>
        <w:t>that</w:t>
      </w:r>
      <w:r w:rsidRPr="00B36DA0">
        <w:rPr>
          <w:szCs w:val="26"/>
        </w:rPr>
        <w:t xml:space="preserve"> operates on top of the OS.</w:t>
      </w:r>
    </w:p>
    <w:p w:rsidR="0093124A" w:rsidRDefault="0093124A" w:rsidP="0093124A">
      <w:pPr>
        <w:pStyle w:val="BodyText"/>
      </w:pPr>
    </w:p>
    <w:p w:rsidR="0093124A" w:rsidRDefault="0093124A" w:rsidP="0093124A">
      <w:pPr>
        <w:pStyle w:val="ResourceNo"/>
      </w:pPr>
      <w:r>
        <w:lastRenderedPageBreak/>
        <w:t>Teacher Resource 8.2</w:t>
      </w:r>
    </w:p>
    <w:p w:rsidR="0093124A" w:rsidRDefault="0093124A" w:rsidP="0093124A">
      <w:pPr>
        <w:pStyle w:val="ResourceTitle"/>
      </w:pPr>
      <w:proofErr w:type="spellStart"/>
      <w:r w:rsidRPr="005D4593">
        <w:t>Inkshedding</w:t>
      </w:r>
      <w:proofErr w:type="spellEnd"/>
      <w:r w:rsidRPr="005D4593">
        <w:t xml:space="preserve"> Stations: Types of Peer-to-Peer and Client/Server Networks </w:t>
      </w:r>
    </w:p>
    <w:p w:rsidR="0093124A" w:rsidRPr="005D4593" w:rsidRDefault="00066124" w:rsidP="00EA68D1">
      <w:pPr>
        <w:pStyle w:val="Instructions"/>
      </w:pPr>
      <w:r>
        <w:t>Use these sheets to set up stations where students will write what they learn about the different types of networks.</w:t>
      </w:r>
      <w:r w:rsidR="0093124A">
        <w:t xml:space="preserve"> </w:t>
      </w:r>
    </w:p>
    <w:p w:rsidR="0093124A" w:rsidRPr="005D4593" w:rsidRDefault="0093124A" w:rsidP="0093124A">
      <w:pPr>
        <w:pStyle w:val="H1"/>
      </w:pPr>
      <w:r w:rsidRPr="005D4593">
        <w:t xml:space="preserve">Setting </w:t>
      </w:r>
      <w:proofErr w:type="gramStart"/>
      <w:r w:rsidRPr="005D4593">
        <w:t>Up</w:t>
      </w:r>
      <w:proofErr w:type="gramEnd"/>
      <w:r w:rsidRPr="005D4593">
        <w:t xml:space="preserve"> Stations</w:t>
      </w:r>
    </w:p>
    <w:p w:rsidR="0093124A" w:rsidRPr="0016704E" w:rsidRDefault="0093124A" w:rsidP="00AA5636">
      <w:pPr>
        <w:pStyle w:val="BodyText"/>
      </w:pPr>
      <w:r w:rsidRPr="0016704E">
        <w:t>Set up stations before class starts by hanging the information provided for each station</w:t>
      </w:r>
      <w:r w:rsidR="005B7279" w:rsidRPr="0016704E">
        <w:t>—text and diagram</w:t>
      </w:r>
      <w:r w:rsidR="005B7279">
        <w:t>s—</w:t>
      </w:r>
      <w:r w:rsidRPr="0016704E">
        <w:t>on the walls</w:t>
      </w:r>
      <w:r w:rsidR="005B7279">
        <w:t xml:space="preserve">. </w:t>
      </w:r>
      <w:r w:rsidRPr="0016704E">
        <w:t xml:space="preserve">Also, hang a blank sheet of chart paper next to </w:t>
      </w:r>
      <w:r>
        <w:t>each</w:t>
      </w:r>
      <w:r w:rsidRPr="0016704E">
        <w:t xml:space="preserve"> information display.</w:t>
      </w:r>
    </w:p>
    <w:p w:rsidR="0093124A" w:rsidRPr="0016704E" w:rsidRDefault="0093124A" w:rsidP="00AA5636">
      <w:pPr>
        <w:pStyle w:val="BodyText"/>
      </w:pPr>
      <w:r w:rsidRPr="0016704E">
        <w:t xml:space="preserve">The stations will cover the following topics </w:t>
      </w:r>
      <w:r w:rsidR="00EC0529">
        <w:t>(</w:t>
      </w:r>
      <w:r w:rsidRPr="0016704E">
        <w:t xml:space="preserve">the information </w:t>
      </w:r>
      <w:r w:rsidR="005B7279">
        <w:t xml:space="preserve">for each </w:t>
      </w:r>
      <w:r w:rsidRPr="0016704E">
        <w:t xml:space="preserve">is </w:t>
      </w:r>
      <w:r w:rsidR="005B7279">
        <w:t>included</w:t>
      </w:r>
      <w:r w:rsidR="005B7279" w:rsidRPr="0016704E">
        <w:t xml:space="preserve"> </w:t>
      </w:r>
      <w:r w:rsidRPr="0016704E">
        <w:t>in the following pages</w:t>
      </w:r>
      <w:r w:rsidR="00EC0529">
        <w:t>)</w:t>
      </w:r>
      <w:r w:rsidRPr="0016704E">
        <w:t>.</w:t>
      </w:r>
    </w:p>
    <w:p w:rsidR="0093124A" w:rsidRPr="00C34B6A" w:rsidRDefault="0093124A" w:rsidP="00C34B6A">
      <w:pPr>
        <w:pStyle w:val="BL"/>
      </w:pPr>
      <w:r w:rsidRPr="00C34B6A">
        <w:t>File Sharing in a Peer-to-Peer Local Area Network</w:t>
      </w:r>
    </w:p>
    <w:p w:rsidR="0093124A" w:rsidRPr="00C34B6A" w:rsidRDefault="0093124A" w:rsidP="00C34B6A">
      <w:pPr>
        <w:pStyle w:val="BL"/>
      </w:pPr>
      <w:r w:rsidRPr="00C34B6A">
        <w:t xml:space="preserve">The </w:t>
      </w:r>
      <w:r w:rsidR="002330AD" w:rsidRPr="00C34B6A">
        <w:t xml:space="preserve">Three </w:t>
      </w:r>
      <w:r w:rsidRPr="00C34B6A">
        <w:t>Security Methods on a Local Peer-to-Peer Network</w:t>
      </w:r>
    </w:p>
    <w:p w:rsidR="0093124A" w:rsidRPr="00C34B6A" w:rsidRDefault="0093124A" w:rsidP="00C34B6A">
      <w:pPr>
        <w:pStyle w:val="BL"/>
      </w:pPr>
      <w:r w:rsidRPr="00C34B6A">
        <w:t>Peer-to-Peer Networks on the World Wide Web</w:t>
      </w:r>
    </w:p>
    <w:p w:rsidR="0093124A" w:rsidRPr="00C34B6A" w:rsidRDefault="0093124A" w:rsidP="00C34B6A">
      <w:pPr>
        <w:pStyle w:val="BL"/>
      </w:pPr>
      <w:r w:rsidRPr="00C34B6A">
        <w:t xml:space="preserve">The Client/Server Network: Dedicated Servers </w:t>
      </w:r>
    </w:p>
    <w:p w:rsidR="0093124A" w:rsidRPr="00C34B6A" w:rsidRDefault="0093124A" w:rsidP="00C34B6A">
      <w:pPr>
        <w:pStyle w:val="BL"/>
      </w:pPr>
      <w:r w:rsidRPr="00C34B6A">
        <w:t>Using Server Software on a Client Computer</w:t>
      </w:r>
    </w:p>
    <w:p w:rsidR="0093124A" w:rsidRPr="00C34B6A" w:rsidRDefault="0093124A" w:rsidP="00C34B6A">
      <w:pPr>
        <w:pStyle w:val="BL"/>
      </w:pPr>
      <w:r w:rsidRPr="00C34B6A">
        <w:t>Domain Controllers on Client/Server Networks</w:t>
      </w:r>
    </w:p>
    <w:p w:rsidR="002330AD" w:rsidRPr="00C34B6A" w:rsidRDefault="0093124A" w:rsidP="00C34B6A">
      <w:pPr>
        <w:pStyle w:val="BL"/>
      </w:pPr>
      <w:r w:rsidRPr="00C34B6A">
        <w:t>Proxy Servers and Network Address</w:t>
      </w:r>
      <w:r w:rsidR="002330AD" w:rsidRPr="00C34B6A">
        <w:t xml:space="preserve"> Translation</w:t>
      </w:r>
    </w:p>
    <w:p w:rsidR="0093124A" w:rsidRPr="00C34B6A" w:rsidRDefault="002330AD" w:rsidP="00C34B6A">
      <w:pPr>
        <w:pStyle w:val="BL"/>
      </w:pPr>
      <w:r w:rsidRPr="00C34B6A">
        <w:t xml:space="preserve">Domain Name </w:t>
      </w:r>
      <w:r w:rsidR="004C4B5C" w:rsidRPr="00C34B6A">
        <w:t>System</w:t>
      </w:r>
      <w:r w:rsidRPr="00C34B6A">
        <w:t xml:space="preserve"> (DNS) vs. Windows Internet Naming Service (WINS)</w:t>
      </w:r>
    </w:p>
    <w:p w:rsidR="00066124" w:rsidRPr="0016704E" w:rsidRDefault="00066124" w:rsidP="00C34B6A">
      <w:pPr>
        <w:pStyle w:val="BL"/>
      </w:pPr>
    </w:p>
    <w:p w:rsidR="0093124A" w:rsidRPr="005D4593" w:rsidRDefault="0093124A" w:rsidP="005B7279">
      <w:pPr>
        <w:pStyle w:val="ResourceNo"/>
        <w:ind w:left="0" w:firstLine="0"/>
      </w:pPr>
      <w:r w:rsidRPr="005D4593">
        <w:lastRenderedPageBreak/>
        <w:t>Station 1</w:t>
      </w:r>
    </w:p>
    <w:p w:rsidR="0093124A" w:rsidRPr="000F5A89" w:rsidRDefault="0093124A" w:rsidP="00D877FA">
      <w:pPr>
        <w:pStyle w:val="H1"/>
      </w:pPr>
      <w:r w:rsidRPr="000F5A89">
        <w:t>File Sharing in a Peer-to-Peer Local Area Network</w:t>
      </w:r>
    </w:p>
    <w:p w:rsidR="0093124A" w:rsidRPr="00C34B6A" w:rsidRDefault="0093124A" w:rsidP="00C34B6A">
      <w:pPr>
        <w:ind w:left="0" w:firstLine="0"/>
      </w:pPr>
      <w:r w:rsidRPr="00C34B6A">
        <w:t>A peer-to-peer network on a LAN allows networked computers to share hard drives, file folders, Internet access</w:t>
      </w:r>
      <w:r w:rsidR="005B7279" w:rsidRPr="00C34B6A">
        <w:t>,</w:t>
      </w:r>
      <w:r w:rsidRPr="00C34B6A">
        <w:t xml:space="preserve"> and networked resources </w:t>
      </w:r>
      <w:r w:rsidR="005B7279" w:rsidRPr="00C34B6A">
        <w:t>such as</w:t>
      </w:r>
      <w:r w:rsidRPr="00C34B6A">
        <w:t xml:space="preserve"> fax machines and printers.</w:t>
      </w:r>
    </w:p>
    <w:p w:rsidR="0093124A" w:rsidRPr="00C34B6A" w:rsidRDefault="0093124A" w:rsidP="00C34B6A">
      <w:pPr>
        <w:ind w:left="0" w:firstLine="0"/>
      </w:pPr>
      <w:r w:rsidRPr="00C34B6A">
        <w:t>Peer</w:t>
      </w:r>
      <w:r w:rsidR="005B7279" w:rsidRPr="00C34B6A">
        <w:t>-</w:t>
      </w:r>
      <w:r w:rsidRPr="00C34B6A">
        <w:t>to</w:t>
      </w:r>
      <w:r w:rsidR="005B7279" w:rsidRPr="00C34B6A">
        <w:t>-</w:t>
      </w:r>
      <w:r w:rsidRPr="00C34B6A">
        <w:t xml:space="preserve">peer networks can be used in a </w:t>
      </w:r>
      <w:r w:rsidR="005B7279" w:rsidRPr="00C34B6A">
        <w:t>s</w:t>
      </w:r>
      <w:r w:rsidRPr="00C34B6A">
        <w:t xml:space="preserve">mall </w:t>
      </w:r>
      <w:r w:rsidR="005B7279" w:rsidRPr="00C34B6A">
        <w:t>o</w:t>
      </w:r>
      <w:r w:rsidRPr="00C34B6A">
        <w:t xml:space="preserve">ffice or </w:t>
      </w:r>
      <w:r w:rsidR="005B7279" w:rsidRPr="00C34B6A">
        <w:t>h</w:t>
      </w:r>
      <w:r w:rsidRPr="00C34B6A">
        <w:t xml:space="preserve">ome </w:t>
      </w:r>
      <w:r w:rsidR="005B7279" w:rsidRPr="00C34B6A">
        <w:t>o</w:t>
      </w:r>
      <w:r w:rsidRPr="00C34B6A">
        <w:t xml:space="preserve">ffice setting. They might also be used by members of a household.  </w:t>
      </w:r>
    </w:p>
    <w:p w:rsidR="0093124A" w:rsidRPr="00C34B6A" w:rsidRDefault="0093124A" w:rsidP="00C34B6A">
      <w:pPr>
        <w:ind w:left="0" w:firstLine="0"/>
      </w:pPr>
      <w:r w:rsidRPr="00C34B6A">
        <w:t>For example: Students at a college dorm might plug their computers into a shared network and share music, video clips, pictures</w:t>
      </w:r>
      <w:r w:rsidR="005B7279" w:rsidRPr="00C34B6A">
        <w:t>,</w:t>
      </w:r>
      <w:r w:rsidRPr="00C34B6A">
        <w:t xml:space="preserve"> or other files. In this way, a peer-to-peer network is sort of like a MySpace or YouTube for all sorts of files, </w:t>
      </w:r>
      <w:r w:rsidR="005B7279" w:rsidRPr="00C34B6A">
        <w:t xml:space="preserve">but </w:t>
      </w:r>
      <w:r w:rsidRPr="00C34B6A">
        <w:t xml:space="preserve">shared over a local network </w:t>
      </w:r>
      <w:r w:rsidR="005B7279" w:rsidRPr="00C34B6A">
        <w:t>with</w:t>
      </w:r>
      <w:r w:rsidRPr="00C34B6A">
        <w:t xml:space="preserve"> only the people you trust, instead of the whole Internet.</w:t>
      </w:r>
    </w:p>
    <w:p w:rsidR="0093124A" w:rsidRPr="00C34B6A" w:rsidRDefault="0093124A" w:rsidP="00C34B6A">
      <w:pPr>
        <w:ind w:left="0" w:firstLine="0"/>
      </w:pPr>
    </w:p>
    <w:p w:rsidR="005B7279" w:rsidRPr="004716C4" w:rsidRDefault="005B7279"/>
    <w:p w:rsidR="0093124A" w:rsidRPr="004716C4" w:rsidRDefault="00D340B8">
      <w:r w:rsidRPr="00D340B8">
        <w:rPr>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5.6pt;width:408pt;height:380.75pt;z-index:1">
            <v:imagedata r:id="rId7" o:title="P2P-LAN"/>
          </v:shape>
        </w:pict>
      </w:r>
    </w:p>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716C4" w:rsidRDefault="0093124A"/>
    <w:p w:rsidR="0093124A" w:rsidRPr="00406513" w:rsidRDefault="0093124A" w:rsidP="0093124A">
      <w:pPr>
        <w:rPr>
          <w:b/>
        </w:rPr>
      </w:pPr>
    </w:p>
    <w:p w:rsidR="0093124A" w:rsidRPr="00406513" w:rsidRDefault="0093124A" w:rsidP="0093124A">
      <w:pPr>
        <w:pStyle w:val="ResourceNo"/>
      </w:pPr>
      <w:r w:rsidRPr="005D4593">
        <w:lastRenderedPageBreak/>
        <w:t>Station 2</w:t>
      </w:r>
    </w:p>
    <w:p w:rsidR="0093124A" w:rsidRPr="000F5A89" w:rsidRDefault="0093124A" w:rsidP="00D877FA">
      <w:pPr>
        <w:pStyle w:val="H1"/>
      </w:pPr>
      <w:r w:rsidRPr="000F5A89">
        <w:t xml:space="preserve">The </w:t>
      </w:r>
      <w:r w:rsidR="002330AD">
        <w:t>Three</w:t>
      </w:r>
      <w:r w:rsidR="002330AD" w:rsidRPr="000F5A89">
        <w:t xml:space="preserve"> </w:t>
      </w:r>
      <w:r w:rsidRPr="000F5A89">
        <w:t>Security Methods on a Local Peer-to-Peer Network</w:t>
      </w:r>
    </w:p>
    <w:p w:rsidR="0093124A" w:rsidRPr="004716C4" w:rsidRDefault="0093124A" w:rsidP="0093124A">
      <w:pPr>
        <w:widowControl w:val="0"/>
        <w:autoSpaceDE w:val="0"/>
        <w:autoSpaceDN w:val="0"/>
        <w:adjustRightInd w:val="0"/>
        <w:spacing w:after="0" w:line="240" w:lineRule="auto"/>
        <w:ind w:left="0" w:firstLine="0"/>
      </w:pPr>
    </w:p>
    <w:p w:rsidR="0093124A" w:rsidRPr="00406513" w:rsidRDefault="0093124A" w:rsidP="00C34B6A">
      <w:pPr>
        <w:pStyle w:val="H2"/>
      </w:pPr>
      <w:r w:rsidRPr="00406513">
        <w:t>1.  Work</w:t>
      </w:r>
      <w:r w:rsidR="0086200E">
        <w:t>g</w:t>
      </w:r>
      <w:r w:rsidRPr="00406513">
        <w:t>roups</w:t>
      </w:r>
    </w:p>
    <w:p w:rsidR="0093124A" w:rsidRPr="00406513" w:rsidRDefault="0093124A" w:rsidP="00D877FA">
      <w:pPr>
        <w:pStyle w:val="BodyText"/>
      </w:pPr>
      <w:r w:rsidRPr="00406513">
        <w:t xml:space="preserve">Adding your computer to a </w:t>
      </w:r>
      <w:r w:rsidR="0086200E">
        <w:t>“w</w:t>
      </w:r>
      <w:r w:rsidRPr="00406513">
        <w:t>ork</w:t>
      </w:r>
      <w:r w:rsidR="0086200E">
        <w:t>g</w:t>
      </w:r>
      <w:r w:rsidRPr="00406513">
        <w:t>roup</w:t>
      </w:r>
      <w:r w:rsidR="0086200E">
        <w:t>”</w:t>
      </w:r>
      <w:r w:rsidRPr="00406513">
        <w:t xml:space="preserve"> allows you to share files with other computers in the same </w:t>
      </w:r>
      <w:r w:rsidR="0086200E">
        <w:t>workg</w:t>
      </w:r>
      <w:r w:rsidRPr="00406513">
        <w:t xml:space="preserve">roup and access other folders shared by other computers in the same group.    </w:t>
      </w:r>
    </w:p>
    <w:p w:rsidR="0093124A" w:rsidRPr="00406513" w:rsidRDefault="0093124A" w:rsidP="00D877FA">
      <w:pPr>
        <w:pStyle w:val="BodyText"/>
        <w:rPr>
          <w:b/>
        </w:rPr>
      </w:pPr>
      <w:r w:rsidRPr="00406513">
        <w:t xml:space="preserve">The following shows the </w:t>
      </w:r>
      <w:r w:rsidR="0086200E">
        <w:t>w</w:t>
      </w:r>
      <w:r w:rsidRPr="00406513">
        <w:t>ork</w:t>
      </w:r>
      <w:r w:rsidR="0086200E">
        <w:t>g</w:t>
      </w:r>
      <w:r w:rsidRPr="00406513">
        <w:t xml:space="preserve">roups set up on one </w:t>
      </w:r>
      <w:r w:rsidR="0086200E">
        <w:t>l</w:t>
      </w:r>
      <w:r w:rsidRPr="00406513">
        <w:t xml:space="preserve">ocal </w:t>
      </w:r>
      <w:r w:rsidR="0086200E">
        <w:t>a</w:t>
      </w:r>
      <w:r w:rsidRPr="00406513">
        <w:t xml:space="preserve">rea </w:t>
      </w:r>
      <w:r w:rsidR="0086200E">
        <w:t>n</w:t>
      </w:r>
      <w:r w:rsidRPr="00406513">
        <w:t>etwork</w:t>
      </w:r>
      <w:r w:rsidR="0086200E">
        <w:t xml:space="preserve"> that is</w:t>
      </w:r>
      <w:r w:rsidRPr="00406513">
        <w:t xml:space="preserve"> used by college students who live together in the same dormitory household.  </w:t>
      </w:r>
    </w:p>
    <w:p w:rsidR="0093124A" w:rsidRPr="009E093B" w:rsidRDefault="00EA68D1" w:rsidP="0093124A">
      <w:pPr>
        <w:widowControl w:val="0"/>
        <w:autoSpaceDE w:val="0"/>
        <w:autoSpaceDN w:val="0"/>
        <w:adjustRightInd w:val="0"/>
        <w:spacing w:after="0" w:line="240" w:lineRule="auto"/>
        <w:ind w:left="0" w:firstLine="0"/>
        <w:rPr>
          <w:b/>
        </w:rPr>
      </w:pPr>
      <w:r w:rsidRPr="00D340B8">
        <w:rPr>
          <w:b/>
        </w:rPr>
        <w:pict>
          <v:shape id="_x0000_i1025" type="#_x0000_t75" style="width:369pt;height:211.5pt">
            <v:imagedata r:id="rId8" o:title="Lesson 8 P2P Workgroups"/>
          </v:shape>
        </w:pict>
      </w:r>
    </w:p>
    <w:p w:rsidR="0093124A" w:rsidRPr="00406513" w:rsidRDefault="0093124A" w:rsidP="00AA5636">
      <w:pPr>
        <w:pStyle w:val="BodyText"/>
      </w:pPr>
    </w:p>
    <w:p w:rsidR="0093124A" w:rsidRPr="004716C4" w:rsidRDefault="0093124A" w:rsidP="00AA5636">
      <w:pPr>
        <w:pStyle w:val="BodyText"/>
      </w:pPr>
      <w:r w:rsidRPr="004716C4">
        <w:t xml:space="preserve">Workgroups can be password protected so </w:t>
      </w:r>
      <w:r w:rsidR="004C19F0">
        <w:t xml:space="preserve">that </w:t>
      </w:r>
      <w:r w:rsidRPr="004716C4">
        <w:t xml:space="preserve">nonmembers can’t access the files. This means </w:t>
      </w:r>
      <w:r w:rsidR="004C19F0">
        <w:t xml:space="preserve">that </w:t>
      </w:r>
      <w:r w:rsidRPr="004716C4">
        <w:t>Derrick can’t see Rita’s shared folders, because they don’t share a workgroup. No one can access Anne’s files</w:t>
      </w:r>
      <w:r w:rsidR="004C19F0">
        <w:t>,</w:t>
      </w:r>
      <w:r w:rsidRPr="004716C4">
        <w:t xml:space="preserve"> either, because she has her own </w:t>
      </w:r>
      <w:r w:rsidR="004C19F0">
        <w:t>w</w:t>
      </w:r>
      <w:r w:rsidRPr="004716C4">
        <w:t>orkg</w:t>
      </w:r>
      <w:r w:rsidR="00D877FA">
        <w:t xml:space="preserve">roup. </w:t>
      </w:r>
    </w:p>
    <w:p w:rsidR="004C19F0" w:rsidRDefault="0093124A" w:rsidP="00C34B6A">
      <w:pPr>
        <w:pStyle w:val="H2"/>
      </w:pPr>
      <w:r w:rsidRPr="00406513">
        <w:t>2.  Passwords</w:t>
      </w:r>
    </w:p>
    <w:p w:rsidR="0093124A" w:rsidRPr="004716C4" w:rsidRDefault="00781E35" w:rsidP="00781E35">
      <w:pPr>
        <w:pStyle w:val="BodyText"/>
      </w:pPr>
      <w:r>
        <w:t xml:space="preserve">In a workgroup, file security is the responsibility of the end user. Users can set access rights to specific files and folders, using the login password for their local workstation. </w:t>
      </w:r>
    </w:p>
    <w:p w:rsidR="0093124A" w:rsidRPr="004716C4" w:rsidRDefault="0093124A" w:rsidP="00C34B6A">
      <w:pPr>
        <w:pStyle w:val="H2"/>
      </w:pPr>
      <w:r w:rsidRPr="009E093B">
        <w:t>3.</w:t>
      </w:r>
      <w:r w:rsidRPr="004716C4">
        <w:t xml:space="preserve">  </w:t>
      </w:r>
      <w:r w:rsidRPr="00406513">
        <w:t>Permissions</w:t>
      </w:r>
    </w:p>
    <w:p w:rsidR="0093124A" w:rsidRPr="004716C4" w:rsidRDefault="004C19F0" w:rsidP="00D877FA">
      <w:pPr>
        <w:pStyle w:val="BodyText"/>
      </w:pPr>
      <w:r>
        <w:t>Using permissions, y</w:t>
      </w:r>
      <w:r w:rsidR="0093124A" w:rsidRPr="004716C4">
        <w:t>ou can decide how much control others have over your shared documents. There are three essential levels of file permissions you can set</w:t>
      </w:r>
      <w:r>
        <w:t>:</w:t>
      </w:r>
    </w:p>
    <w:p w:rsidR="0093124A" w:rsidRPr="0042061C" w:rsidRDefault="0093124A" w:rsidP="00C34B6A">
      <w:pPr>
        <w:pStyle w:val="BL"/>
      </w:pPr>
      <w:r w:rsidRPr="0042061C">
        <w:rPr>
          <w:b/>
          <w:bCs/>
        </w:rPr>
        <w:t>Read Only</w:t>
      </w:r>
      <w:r w:rsidR="004C19F0" w:rsidRPr="0042061C">
        <w:rPr>
          <w:b/>
          <w:bCs/>
        </w:rPr>
        <w:t>:</w:t>
      </w:r>
      <w:r w:rsidRPr="0042061C">
        <w:t xml:space="preserve"> </w:t>
      </w:r>
      <w:r w:rsidR="004C19F0" w:rsidRPr="0042061C">
        <w:t>O</w:t>
      </w:r>
      <w:r w:rsidRPr="0042061C">
        <w:t>ther users can see the document, but they can’t edit it</w:t>
      </w:r>
      <w:r w:rsidR="004C19F0" w:rsidRPr="0042061C">
        <w:t>.</w:t>
      </w:r>
    </w:p>
    <w:p w:rsidR="0093124A" w:rsidRPr="0042061C" w:rsidRDefault="0093124A" w:rsidP="00C34B6A">
      <w:pPr>
        <w:pStyle w:val="BL"/>
      </w:pPr>
      <w:r w:rsidRPr="0042061C">
        <w:rPr>
          <w:b/>
          <w:bCs/>
        </w:rPr>
        <w:t xml:space="preserve">Write </w:t>
      </w:r>
      <w:proofErr w:type="gramStart"/>
      <w:r w:rsidRPr="0042061C">
        <w:rPr>
          <w:b/>
          <w:bCs/>
        </w:rPr>
        <w:t>Only/</w:t>
      </w:r>
      <w:proofErr w:type="gramEnd"/>
      <w:r w:rsidRPr="0042061C">
        <w:rPr>
          <w:b/>
          <w:bCs/>
        </w:rPr>
        <w:t>Change</w:t>
      </w:r>
      <w:r w:rsidR="004C19F0" w:rsidRPr="0042061C">
        <w:rPr>
          <w:b/>
          <w:bCs/>
        </w:rPr>
        <w:t>:</w:t>
      </w:r>
      <w:r w:rsidRPr="0042061C">
        <w:t xml:space="preserve"> </w:t>
      </w:r>
      <w:r w:rsidR="004C19F0" w:rsidRPr="0042061C">
        <w:t>U</w:t>
      </w:r>
      <w:r w:rsidRPr="0042061C">
        <w:t>sers can read, edit</w:t>
      </w:r>
      <w:r w:rsidR="004C19F0" w:rsidRPr="0042061C">
        <w:t>,</w:t>
      </w:r>
      <w:r w:rsidRPr="0042061C">
        <w:t xml:space="preserve"> or add to the document, but they can’t delete the file</w:t>
      </w:r>
      <w:r w:rsidR="004C19F0" w:rsidRPr="0042061C">
        <w:t>.</w:t>
      </w:r>
    </w:p>
    <w:p w:rsidR="0093124A" w:rsidRPr="0042061C" w:rsidRDefault="0093124A" w:rsidP="00C34B6A">
      <w:pPr>
        <w:pStyle w:val="BL"/>
      </w:pPr>
      <w:r w:rsidRPr="0042061C">
        <w:rPr>
          <w:b/>
          <w:bCs/>
        </w:rPr>
        <w:t xml:space="preserve">Read &amp; </w:t>
      </w:r>
      <w:proofErr w:type="gramStart"/>
      <w:r w:rsidRPr="0042061C">
        <w:rPr>
          <w:b/>
          <w:bCs/>
        </w:rPr>
        <w:t>Write,</w:t>
      </w:r>
      <w:proofErr w:type="gramEnd"/>
      <w:r w:rsidRPr="0042061C">
        <w:rPr>
          <w:b/>
          <w:bCs/>
        </w:rPr>
        <w:t xml:space="preserve"> or Full Access</w:t>
      </w:r>
      <w:r w:rsidR="004C19F0" w:rsidRPr="0042061C">
        <w:rPr>
          <w:b/>
          <w:bCs/>
        </w:rPr>
        <w:t>:</w:t>
      </w:r>
      <w:r w:rsidRPr="0042061C">
        <w:t xml:space="preserve"> </w:t>
      </w:r>
      <w:r w:rsidR="004C19F0" w:rsidRPr="0042061C">
        <w:t>U</w:t>
      </w:r>
      <w:r w:rsidRPr="0042061C">
        <w:t>sers have full control, and they can edit or delete the document.</w:t>
      </w:r>
    </w:p>
    <w:p w:rsidR="0093124A" w:rsidRPr="004716C4" w:rsidRDefault="0093124A" w:rsidP="00A945CA">
      <w:pPr>
        <w:pStyle w:val="ResourceNo"/>
      </w:pPr>
      <w:r w:rsidRPr="004716C4">
        <w:lastRenderedPageBreak/>
        <w:t>Station 3</w:t>
      </w:r>
    </w:p>
    <w:p w:rsidR="0093124A" w:rsidRPr="00EE50D4" w:rsidRDefault="0093124A" w:rsidP="00D877FA">
      <w:pPr>
        <w:pStyle w:val="H1"/>
      </w:pPr>
      <w:r w:rsidRPr="00EE50D4">
        <w:t>Peer-to-Peer Networks on the World Wide Web</w:t>
      </w:r>
    </w:p>
    <w:p w:rsidR="0093124A" w:rsidRPr="004716C4" w:rsidRDefault="0093124A"/>
    <w:p w:rsidR="0093124A" w:rsidRPr="004716C4" w:rsidRDefault="0093124A" w:rsidP="00683A82">
      <w:pPr>
        <w:pStyle w:val="BodyText"/>
      </w:pPr>
      <w:r w:rsidRPr="004716C4">
        <w:t xml:space="preserve">If you’ve downloaded music from Napster or </w:t>
      </w:r>
      <w:proofErr w:type="spellStart"/>
      <w:r w:rsidRPr="004716C4">
        <w:t>Lime</w:t>
      </w:r>
      <w:r w:rsidR="00A945CA">
        <w:t>W</w:t>
      </w:r>
      <w:r w:rsidRPr="004716C4">
        <w:t>ire</w:t>
      </w:r>
      <w:proofErr w:type="spellEnd"/>
      <w:r w:rsidRPr="004716C4">
        <w:t xml:space="preserve">, or movies from </w:t>
      </w:r>
      <w:proofErr w:type="spellStart"/>
      <w:r w:rsidRPr="004716C4">
        <w:t>BitTorrent</w:t>
      </w:r>
      <w:proofErr w:type="spellEnd"/>
      <w:r w:rsidRPr="004716C4">
        <w:t>, you have used a peer network across the web.</w:t>
      </w:r>
      <w:r w:rsidR="00A945CA">
        <w:t xml:space="preserve"> Here are some features of peer-to-peer networks on the web:</w:t>
      </w:r>
    </w:p>
    <w:p w:rsidR="0093124A" w:rsidRPr="00C34B6A" w:rsidRDefault="0093124A" w:rsidP="00C34B6A">
      <w:pPr>
        <w:pStyle w:val="BL"/>
      </w:pPr>
      <w:r w:rsidRPr="00C34B6A">
        <w:t>Anyone who has the right software can connect</w:t>
      </w:r>
      <w:r w:rsidR="00A945CA" w:rsidRPr="00C34B6A">
        <w:t xml:space="preserve"> to the network</w:t>
      </w:r>
      <w:r w:rsidRPr="00C34B6A">
        <w:t>, from anywhere in the world.</w:t>
      </w:r>
    </w:p>
    <w:p w:rsidR="0093124A" w:rsidRPr="00C34B6A" w:rsidRDefault="0093124A" w:rsidP="00C34B6A">
      <w:pPr>
        <w:pStyle w:val="BL"/>
      </w:pPr>
      <w:r w:rsidRPr="00C34B6A">
        <w:t>You select which folder to share with other people, and add files you want to share.</w:t>
      </w:r>
    </w:p>
    <w:p w:rsidR="0093124A" w:rsidRPr="00C34B6A" w:rsidRDefault="0093124A" w:rsidP="00C34B6A">
      <w:pPr>
        <w:pStyle w:val="BL"/>
      </w:pPr>
      <w:r w:rsidRPr="00C34B6A">
        <w:t>You can search other people’s folders for files they have shared.</w:t>
      </w:r>
    </w:p>
    <w:p w:rsidR="0093124A" w:rsidRPr="00C34B6A" w:rsidRDefault="0093124A" w:rsidP="00C34B6A">
      <w:pPr>
        <w:pStyle w:val="BL"/>
      </w:pPr>
      <w:r w:rsidRPr="00C34B6A">
        <w:t>The program sets up a direct connection between the two computers transferring data.</w:t>
      </w:r>
    </w:p>
    <w:p w:rsidR="0093124A" w:rsidRPr="00C34B6A" w:rsidRDefault="0093124A" w:rsidP="00C34B6A">
      <w:pPr>
        <w:pStyle w:val="BL"/>
      </w:pPr>
      <w:r w:rsidRPr="00C34B6A">
        <w:t>Security is really limited</w:t>
      </w:r>
      <w:r w:rsidR="00A945CA" w:rsidRPr="00C34B6A">
        <w:t>—</w:t>
      </w:r>
      <w:r w:rsidRPr="00C34B6A">
        <w:t>many people share dangerous files on the web, to get you to download programs that can do your computer harm.</w:t>
      </w:r>
    </w:p>
    <w:p w:rsidR="003B383C" w:rsidRPr="00C34B6A" w:rsidRDefault="0093124A" w:rsidP="00C34B6A">
      <w:pPr>
        <w:pStyle w:val="BL"/>
      </w:pPr>
      <w:r w:rsidRPr="00C34B6A">
        <w:t>Criminals have used peer</w:t>
      </w:r>
      <w:r w:rsidR="00F4477C" w:rsidRPr="00C34B6A">
        <w:t>-to-peer</w:t>
      </w:r>
      <w:r w:rsidRPr="00C34B6A">
        <w:t xml:space="preserve"> networks to download other people’s tax forms or other important documents. They use the stolen information to commit fraud and theft. So be careful what you share!</w:t>
      </w:r>
    </w:p>
    <w:p w:rsidR="0093124A" w:rsidRDefault="00EA68D1" w:rsidP="00C34B6A">
      <w:pPr>
        <w:pStyle w:val="BL"/>
      </w:pPr>
      <w:r>
        <w:pict>
          <v:shape id="_x0000_i1026" type="#_x0000_t75" style="width:260.25pt;height:3in">
            <v:imagedata r:id="rId9" o:title="WAN-1"/>
          </v:shape>
        </w:pict>
      </w:r>
    </w:p>
    <w:p w:rsidR="0093124A" w:rsidRPr="004716C4" w:rsidRDefault="0093124A" w:rsidP="00683A82">
      <w:pPr>
        <w:pStyle w:val="BodyText"/>
      </w:pPr>
      <w:r w:rsidRPr="004716C4">
        <w:t>If you use these networks, be careful! Follow these guidelines to protect yourself and your computer:</w:t>
      </w:r>
    </w:p>
    <w:p w:rsidR="00781E35" w:rsidRPr="00C34B6A" w:rsidRDefault="00781E35" w:rsidP="00C34B6A">
      <w:pPr>
        <w:pStyle w:val="BL"/>
      </w:pPr>
      <w:r w:rsidRPr="00C34B6A">
        <w:t xml:space="preserve">Most important: Check the size of any file you want to download. If </w:t>
      </w:r>
      <w:r w:rsidR="0057460C" w:rsidRPr="00C34B6A">
        <w:t>the size</w:t>
      </w:r>
      <w:r w:rsidRPr="00C34B6A">
        <w:t xml:space="preserve"> is different </w:t>
      </w:r>
      <w:r w:rsidR="0057460C" w:rsidRPr="00C34B6A">
        <w:t xml:space="preserve">from what </w:t>
      </w:r>
      <w:r w:rsidRPr="00C34B6A">
        <w:t>you expect it to be, it might be damaged or corrupted—or it might be a malicious software file that can hurt the computer.</w:t>
      </w:r>
    </w:p>
    <w:p w:rsidR="0093124A" w:rsidRPr="00C34B6A" w:rsidRDefault="00A945CA" w:rsidP="00C34B6A">
      <w:pPr>
        <w:pStyle w:val="BL"/>
      </w:pPr>
      <w:r w:rsidRPr="00C34B6A">
        <w:t>S</w:t>
      </w:r>
      <w:r w:rsidR="0093124A" w:rsidRPr="00C34B6A">
        <w:t xml:space="preserve">hare </w:t>
      </w:r>
      <w:r w:rsidRPr="00C34B6A">
        <w:t xml:space="preserve">only </w:t>
      </w:r>
      <w:r w:rsidR="0093124A" w:rsidRPr="00C34B6A">
        <w:t xml:space="preserve">a small </w:t>
      </w:r>
      <w:r w:rsidRPr="00C34B6A">
        <w:t xml:space="preserve">number </w:t>
      </w:r>
      <w:r w:rsidR="0093124A" w:rsidRPr="00C34B6A">
        <w:t xml:space="preserve">of files and don’t share any that contain information about </w:t>
      </w:r>
      <w:proofErr w:type="gramStart"/>
      <w:r w:rsidR="0093124A" w:rsidRPr="00C34B6A">
        <w:t>yourself</w:t>
      </w:r>
      <w:proofErr w:type="gramEnd"/>
      <w:r w:rsidR="0093124A" w:rsidRPr="00C34B6A">
        <w:t>.</w:t>
      </w:r>
    </w:p>
    <w:p w:rsidR="0093124A" w:rsidRPr="00C34B6A" w:rsidRDefault="0093124A" w:rsidP="00C34B6A">
      <w:pPr>
        <w:pStyle w:val="BL"/>
      </w:pPr>
      <w:r w:rsidRPr="00C34B6A">
        <w:t>If it’s a music file, preview during download to make sure it’s what you expected.</w:t>
      </w:r>
    </w:p>
    <w:p w:rsidR="0093124A" w:rsidRPr="00C34B6A" w:rsidRDefault="0093124A" w:rsidP="00C34B6A">
      <w:pPr>
        <w:pStyle w:val="BL"/>
      </w:pPr>
      <w:r w:rsidRPr="00C34B6A">
        <w:t>Cancel anything that says it’s corrupted or damaged.</w:t>
      </w:r>
    </w:p>
    <w:p w:rsidR="0093124A" w:rsidRPr="00C34B6A" w:rsidRDefault="0093124A" w:rsidP="00C34B6A">
      <w:pPr>
        <w:pStyle w:val="BL"/>
      </w:pPr>
      <w:r w:rsidRPr="00C34B6A">
        <w:t>Check the user agreement on the client program (</w:t>
      </w:r>
      <w:proofErr w:type="spellStart"/>
      <w:r w:rsidRPr="00C34B6A">
        <w:t>Kazaa</w:t>
      </w:r>
      <w:proofErr w:type="spellEnd"/>
      <w:r w:rsidRPr="00C34B6A">
        <w:t>, etc</w:t>
      </w:r>
      <w:r w:rsidR="00F02A61" w:rsidRPr="00C34B6A">
        <w:t>.</w:t>
      </w:r>
      <w:r w:rsidRPr="00C34B6A">
        <w:t xml:space="preserve">) to make sure </w:t>
      </w:r>
      <w:r w:rsidR="00F02A61" w:rsidRPr="00C34B6A">
        <w:t>it doesn’t include</w:t>
      </w:r>
      <w:r w:rsidRPr="00C34B6A">
        <w:t xml:space="preserve"> adware and spyware with the application. If it collects a lot of information about you, it’s not </w:t>
      </w:r>
      <w:r w:rsidR="00335CBD" w:rsidRPr="00C34B6A">
        <w:t xml:space="preserve">          </w:t>
      </w:r>
      <w:r w:rsidRPr="00C34B6A">
        <w:t>worth it.</w:t>
      </w:r>
    </w:p>
    <w:p w:rsidR="0093124A" w:rsidRPr="00C34B6A" w:rsidRDefault="0093124A" w:rsidP="00C34B6A">
      <w:pPr>
        <w:pStyle w:val="BL"/>
      </w:pPr>
      <w:r w:rsidRPr="00C34B6A">
        <w:t>If you start getting pop-up ads, stop using the program and uninstall it.</w:t>
      </w:r>
    </w:p>
    <w:p w:rsidR="0093124A" w:rsidRPr="00690A72" w:rsidRDefault="0093124A" w:rsidP="00690A72">
      <w:pPr>
        <w:pStyle w:val="ResourceNo"/>
      </w:pPr>
      <w:r w:rsidRPr="00690A72">
        <w:lastRenderedPageBreak/>
        <w:t>Station 4</w:t>
      </w:r>
    </w:p>
    <w:p w:rsidR="0093124A" w:rsidRPr="00EE50D4" w:rsidRDefault="0093124A" w:rsidP="00D877FA">
      <w:pPr>
        <w:pStyle w:val="H1"/>
      </w:pPr>
      <w:r w:rsidRPr="00EE50D4">
        <w:t xml:space="preserve">The Client/Server Network: Dedicated Servers </w:t>
      </w:r>
    </w:p>
    <w:p w:rsidR="0093124A" w:rsidRPr="00EE50D4" w:rsidRDefault="0093124A" w:rsidP="00690A72"/>
    <w:p w:rsidR="0093124A" w:rsidRPr="00EE50D4" w:rsidRDefault="0093124A" w:rsidP="00690A72">
      <w:pPr>
        <w:pStyle w:val="BodyText"/>
      </w:pPr>
      <w:r w:rsidRPr="00EE50D4">
        <w:t xml:space="preserve">Every client/server network has at least one computer that works </w:t>
      </w:r>
      <w:r w:rsidR="00690A72" w:rsidRPr="00EE50D4">
        <w:t xml:space="preserve">only </w:t>
      </w:r>
      <w:r w:rsidRPr="00EE50D4">
        <w:t>as a server. You wouldn’t log in and start typing an essay or browse the Internet on that computer. But it does perform important functions for other computers on the network.</w:t>
      </w:r>
    </w:p>
    <w:p w:rsidR="0093124A" w:rsidRDefault="0093124A" w:rsidP="00690A72">
      <w:pPr>
        <w:pStyle w:val="BodyText"/>
      </w:pPr>
      <w:r w:rsidRPr="00EE50D4">
        <w:t xml:space="preserve">Servers run a network operating system like Windows Server </w:t>
      </w:r>
      <w:r w:rsidR="00AC3DE4">
        <w:t xml:space="preserve">2003 </w:t>
      </w:r>
      <w:r w:rsidRPr="00EE50D4">
        <w:t>or Windows Server</w:t>
      </w:r>
      <w:r w:rsidR="00AC3DE4">
        <w:t xml:space="preserve"> 2008</w:t>
      </w:r>
      <w:r w:rsidRPr="00EE50D4">
        <w:t xml:space="preserve">. Some might also run Linux or </w:t>
      </w:r>
      <w:proofErr w:type="gramStart"/>
      <w:r w:rsidRPr="00EE50D4">
        <w:t>Unix</w:t>
      </w:r>
      <w:proofErr w:type="gramEnd"/>
      <w:r w:rsidRPr="00EE50D4">
        <w:t xml:space="preserve">.  </w:t>
      </w:r>
    </w:p>
    <w:p w:rsidR="00F76785" w:rsidRPr="00EE50D4" w:rsidRDefault="00F76785" w:rsidP="00690A72">
      <w:pPr>
        <w:pStyle w:val="BodyText"/>
      </w:pPr>
    </w:p>
    <w:p w:rsidR="0093124A" w:rsidRPr="00C01B68" w:rsidRDefault="00F76785" w:rsidP="00C34B6A">
      <w:pPr>
        <w:pStyle w:val="H2"/>
      </w:pPr>
      <w:r>
        <w:t>T</w:t>
      </w:r>
      <w:r w:rsidR="0093124A" w:rsidRPr="00C01B68">
        <w:t xml:space="preserve">ypes of </w:t>
      </w:r>
      <w:r>
        <w:t>S</w:t>
      </w:r>
      <w:r w:rsidR="0093124A" w:rsidRPr="00C01B68">
        <w:t>ervers</w:t>
      </w:r>
    </w:p>
    <w:p w:rsidR="00F76785" w:rsidRDefault="00F76785" w:rsidP="00683A82">
      <w:pPr>
        <w:pStyle w:val="BodyText"/>
      </w:pPr>
      <w:r>
        <w:t>Here are some examples of types of servers:</w:t>
      </w:r>
    </w:p>
    <w:p w:rsidR="0093124A" w:rsidRPr="00EE50D4" w:rsidRDefault="0093124A" w:rsidP="00C34B6A">
      <w:pPr>
        <w:pStyle w:val="BL"/>
      </w:pPr>
      <w:r w:rsidRPr="00C01B68">
        <w:rPr>
          <w:b/>
        </w:rPr>
        <w:t xml:space="preserve">Domain </w:t>
      </w:r>
      <w:r w:rsidR="00F76785">
        <w:rPr>
          <w:b/>
        </w:rPr>
        <w:t>c</w:t>
      </w:r>
      <w:r w:rsidRPr="00C01B68">
        <w:rPr>
          <w:b/>
        </w:rPr>
        <w:t>ontroller</w:t>
      </w:r>
      <w:r w:rsidR="00690A72" w:rsidRPr="00D35503">
        <w:t>:</w:t>
      </w:r>
      <w:r w:rsidRPr="00EE50D4">
        <w:t xml:space="preserve"> </w:t>
      </w:r>
      <w:r w:rsidR="00690A72">
        <w:t>This type of server s</w:t>
      </w:r>
      <w:r w:rsidRPr="00EE50D4">
        <w:t xml:space="preserve">tores information about people who use the network.  </w:t>
      </w:r>
      <w:r w:rsidR="00690A72">
        <w:t>Such information</w:t>
      </w:r>
      <w:r w:rsidR="00690A72" w:rsidRPr="00EE50D4">
        <w:t xml:space="preserve"> </w:t>
      </w:r>
      <w:r w:rsidRPr="00EE50D4">
        <w:t xml:space="preserve">includes user names, passwords, system settings </w:t>
      </w:r>
      <w:r w:rsidR="00EC0529">
        <w:t>(</w:t>
      </w:r>
      <w:r w:rsidRPr="00EE50D4">
        <w:t xml:space="preserve">like </w:t>
      </w:r>
      <w:r w:rsidR="00690A72">
        <w:t>the user’s</w:t>
      </w:r>
      <w:r w:rsidR="00690A72" w:rsidRPr="00EE50D4">
        <w:t xml:space="preserve"> </w:t>
      </w:r>
      <w:r w:rsidRPr="00EE50D4">
        <w:t>desktop background</w:t>
      </w:r>
      <w:r w:rsidR="00690A72">
        <w:t>)</w:t>
      </w:r>
      <w:r w:rsidRPr="00EE50D4">
        <w:t xml:space="preserve">, the applications the user can access, and the documents she creates or edits. </w:t>
      </w:r>
      <w:r w:rsidR="00781E35">
        <w:t xml:space="preserve">This type of server is a Microsoft Windows server and doesn’t apply to Linux or </w:t>
      </w:r>
      <w:proofErr w:type="gramStart"/>
      <w:r w:rsidR="00781E35">
        <w:t>Unix</w:t>
      </w:r>
      <w:proofErr w:type="gramEnd"/>
      <w:r w:rsidR="00781E35">
        <w:t>.</w:t>
      </w:r>
    </w:p>
    <w:p w:rsidR="0093124A" w:rsidRPr="00EE50D4" w:rsidRDefault="0093124A" w:rsidP="00C34B6A">
      <w:pPr>
        <w:pStyle w:val="Indent"/>
      </w:pPr>
      <w:r w:rsidRPr="00EE50D4">
        <w:t>A domain controller saves all th</w:t>
      </w:r>
      <w:r w:rsidR="00690A72">
        <w:t>is</w:t>
      </w:r>
      <w:r w:rsidRPr="00EE50D4">
        <w:t xml:space="preserve"> information centrally. So, users can log in to any </w:t>
      </w:r>
      <w:r w:rsidRPr="00C34B6A">
        <w:t>computer</w:t>
      </w:r>
      <w:r w:rsidRPr="00EE50D4">
        <w:t xml:space="preserve"> on the network with their unique user</w:t>
      </w:r>
      <w:r w:rsidR="00344D3B">
        <w:t xml:space="preserve"> </w:t>
      </w:r>
      <w:r w:rsidRPr="00EE50D4">
        <w:t>name</w:t>
      </w:r>
      <w:r w:rsidR="00690A72">
        <w:t xml:space="preserve"> and </w:t>
      </w:r>
      <w:r w:rsidRPr="00EE50D4">
        <w:t xml:space="preserve">password and access all of the files and everything listed above.  </w:t>
      </w:r>
    </w:p>
    <w:p w:rsidR="0093124A" w:rsidRPr="00EE50D4" w:rsidRDefault="0093124A" w:rsidP="00C34B6A">
      <w:pPr>
        <w:pStyle w:val="BL"/>
      </w:pPr>
      <w:r w:rsidRPr="00C01B68">
        <w:rPr>
          <w:b/>
        </w:rPr>
        <w:t xml:space="preserve">Web (HTTP) </w:t>
      </w:r>
      <w:r w:rsidR="00F76785">
        <w:rPr>
          <w:b/>
        </w:rPr>
        <w:t>s</w:t>
      </w:r>
      <w:r w:rsidRPr="00C01B68">
        <w:rPr>
          <w:b/>
        </w:rPr>
        <w:t>erver</w:t>
      </w:r>
      <w:r w:rsidR="00344D3B">
        <w:t>:</w:t>
      </w:r>
      <w:r w:rsidRPr="00EE50D4">
        <w:t xml:space="preserve"> A web server stores the files, images</w:t>
      </w:r>
      <w:r w:rsidR="00344D3B">
        <w:t>,</w:t>
      </w:r>
      <w:r w:rsidRPr="00EE50D4">
        <w:t xml:space="preserve"> and file folders for a </w:t>
      </w:r>
      <w:r w:rsidR="00344D3B">
        <w:t>w</w:t>
      </w:r>
      <w:r w:rsidRPr="00EE50D4">
        <w:t>ebsite so that other computers can see the site.</w:t>
      </w:r>
    </w:p>
    <w:p w:rsidR="0093124A" w:rsidRPr="00EE50D4" w:rsidRDefault="0093124A" w:rsidP="00C34B6A">
      <w:pPr>
        <w:pStyle w:val="BL"/>
      </w:pPr>
      <w:r w:rsidRPr="00C01B68">
        <w:rPr>
          <w:b/>
        </w:rPr>
        <w:t xml:space="preserve">Email </w:t>
      </w:r>
      <w:r w:rsidR="00F76785">
        <w:rPr>
          <w:b/>
        </w:rPr>
        <w:t>s</w:t>
      </w:r>
      <w:r w:rsidRPr="00C01B68">
        <w:rPr>
          <w:b/>
        </w:rPr>
        <w:t>erver</w:t>
      </w:r>
      <w:r w:rsidR="00344D3B">
        <w:t>:</w:t>
      </w:r>
      <w:r w:rsidRPr="00EE50D4">
        <w:t xml:space="preserve"> An email server controls how emails are received, filtered, stored</w:t>
      </w:r>
      <w:r w:rsidR="00344D3B">
        <w:t>,</w:t>
      </w:r>
      <w:r w:rsidRPr="00EE50D4">
        <w:t xml:space="preserve"> and sent on a company network.</w:t>
      </w:r>
    </w:p>
    <w:p w:rsidR="0093124A" w:rsidRPr="00EE50D4" w:rsidRDefault="0093124A" w:rsidP="00C34B6A">
      <w:pPr>
        <w:pStyle w:val="BL"/>
      </w:pPr>
      <w:r w:rsidRPr="00C01B68">
        <w:rPr>
          <w:b/>
        </w:rPr>
        <w:t xml:space="preserve">Proxy </w:t>
      </w:r>
      <w:r w:rsidR="00F76785">
        <w:rPr>
          <w:b/>
        </w:rPr>
        <w:t>s</w:t>
      </w:r>
      <w:r w:rsidRPr="00C01B68">
        <w:rPr>
          <w:b/>
        </w:rPr>
        <w:t>erver</w:t>
      </w:r>
      <w:r w:rsidR="00344D3B">
        <w:t>:</w:t>
      </w:r>
      <w:r w:rsidRPr="00EE50D4">
        <w:t xml:space="preserve"> A proxy server controls the entrance to a network from the outside Internet. It also is usually responsible for controlling IP addresses.</w:t>
      </w:r>
    </w:p>
    <w:p w:rsidR="0093124A" w:rsidRPr="00EE50D4" w:rsidRDefault="0093124A" w:rsidP="00C34B6A">
      <w:pPr>
        <w:pStyle w:val="BL"/>
      </w:pPr>
      <w:r w:rsidRPr="00C01B68">
        <w:rPr>
          <w:b/>
        </w:rPr>
        <w:t xml:space="preserve">File </w:t>
      </w:r>
      <w:r w:rsidR="00F76785">
        <w:rPr>
          <w:b/>
        </w:rPr>
        <w:t>s</w:t>
      </w:r>
      <w:r w:rsidRPr="00C01B68">
        <w:rPr>
          <w:b/>
        </w:rPr>
        <w:t>erver</w:t>
      </w:r>
      <w:r w:rsidR="00344D3B">
        <w:t>:</w:t>
      </w:r>
      <w:r w:rsidRPr="00EE50D4">
        <w:t xml:space="preserve"> File servers store databases or file folders of documents that many different people on the network need access to. A client computer can access these files if </w:t>
      </w:r>
      <w:r w:rsidR="00344D3B">
        <w:t>its user enters</w:t>
      </w:r>
      <w:r w:rsidRPr="00EE50D4">
        <w:t xml:space="preserve"> the right password</w:t>
      </w:r>
      <w:r w:rsidR="00EC0529">
        <w:t xml:space="preserve"> and it is allowed access</w:t>
      </w:r>
      <w:r w:rsidRPr="00EE50D4">
        <w:t>.</w:t>
      </w:r>
    </w:p>
    <w:p w:rsidR="0093124A" w:rsidRPr="00EE50D4" w:rsidRDefault="0093124A" w:rsidP="00C34B6A">
      <w:pPr>
        <w:pStyle w:val="BL"/>
      </w:pPr>
      <w:r w:rsidRPr="00C01B68">
        <w:rPr>
          <w:b/>
        </w:rPr>
        <w:t xml:space="preserve">Application </w:t>
      </w:r>
      <w:r w:rsidR="00F76785">
        <w:rPr>
          <w:b/>
        </w:rPr>
        <w:t>s</w:t>
      </w:r>
      <w:r w:rsidRPr="00C01B68">
        <w:rPr>
          <w:b/>
        </w:rPr>
        <w:t>erver</w:t>
      </w:r>
      <w:r w:rsidR="00344D3B">
        <w:t>:</w:t>
      </w:r>
      <w:r w:rsidRPr="00EE50D4">
        <w:t xml:space="preserve"> </w:t>
      </w:r>
      <w:r w:rsidR="00344D3B">
        <w:t>This type of server s</w:t>
      </w:r>
      <w:r w:rsidRPr="00EE50D4">
        <w:t xml:space="preserve">tores the software programs that all the client computers use. Instead of Microsoft Word </w:t>
      </w:r>
      <w:r w:rsidR="00344D3B">
        <w:t xml:space="preserve">being </w:t>
      </w:r>
      <w:r w:rsidRPr="00EE50D4">
        <w:t xml:space="preserve">on your desktop, </w:t>
      </w:r>
      <w:r w:rsidR="00344D3B">
        <w:t xml:space="preserve">it would exist on the server machine and </w:t>
      </w:r>
      <w:r w:rsidRPr="00EE50D4">
        <w:t>your client computer would use it remotely.</w:t>
      </w:r>
    </w:p>
    <w:p w:rsidR="0093124A" w:rsidRPr="00EE50D4" w:rsidRDefault="0093124A" w:rsidP="0093124A">
      <w:pPr>
        <w:pStyle w:val="BodyText"/>
      </w:pPr>
      <w:r w:rsidRPr="00EE50D4">
        <w:t xml:space="preserve">On small networks, one server might perform a few or all </w:t>
      </w:r>
      <w:r w:rsidR="00344D3B">
        <w:t xml:space="preserve">of </w:t>
      </w:r>
      <w:r w:rsidRPr="00EE50D4">
        <w:t xml:space="preserve">these functions.  </w:t>
      </w:r>
    </w:p>
    <w:p w:rsidR="0093124A" w:rsidRPr="00EE50D4" w:rsidRDefault="0093124A" w:rsidP="0093124A">
      <w:pPr>
        <w:pStyle w:val="BodyText"/>
      </w:pPr>
      <w:r w:rsidRPr="00EE50D4">
        <w:t>On larger networks, there might be one server for each</w:t>
      </w:r>
      <w:r w:rsidR="00690A72">
        <w:t xml:space="preserve"> function</w:t>
      </w:r>
      <w:r w:rsidRPr="00EE50D4">
        <w:t>!</w:t>
      </w:r>
    </w:p>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F76785" w:rsidP="00C34B6A">
      <w:pPr>
        <w:pStyle w:val="H2"/>
      </w:pPr>
      <w:r>
        <w:lastRenderedPageBreak/>
        <w:t>S</w:t>
      </w:r>
      <w:r w:rsidR="0093124A" w:rsidRPr="00406513">
        <w:t xml:space="preserve">imple </w:t>
      </w:r>
      <w:r>
        <w:t>C</w:t>
      </w:r>
      <w:r w:rsidR="0093124A" w:rsidRPr="00406513">
        <w:t>lient/</w:t>
      </w:r>
      <w:r>
        <w:t>S</w:t>
      </w:r>
      <w:r w:rsidR="0093124A" w:rsidRPr="00406513">
        <w:t xml:space="preserve">erver </w:t>
      </w:r>
      <w:r>
        <w:t>N</w:t>
      </w:r>
      <w:r w:rsidR="0093124A" w:rsidRPr="00406513">
        <w:t xml:space="preserve">etwork </w:t>
      </w:r>
      <w:r w:rsidR="008F6E15">
        <w:t>w</w:t>
      </w:r>
      <w:r w:rsidR="0093124A" w:rsidRPr="00406513">
        <w:t xml:space="preserve">ith </w:t>
      </w:r>
      <w:r>
        <w:t>O</w:t>
      </w:r>
      <w:r w:rsidR="0093124A" w:rsidRPr="00406513">
        <w:t xml:space="preserve">ne </w:t>
      </w:r>
      <w:r>
        <w:t>D</w:t>
      </w:r>
      <w:r w:rsidR="0093124A" w:rsidRPr="00406513">
        <w:t xml:space="preserve">edicated </w:t>
      </w:r>
      <w:r>
        <w:t>S</w:t>
      </w:r>
      <w:r w:rsidR="0093124A" w:rsidRPr="00406513">
        <w:t>erver</w:t>
      </w:r>
    </w:p>
    <w:p w:rsidR="0093124A" w:rsidRPr="00406513" w:rsidRDefault="0093124A" w:rsidP="0093124A">
      <w:pPr>
        <w:ind w:left="0" w:firstLine="0"/>
      </w:pPr>
    </w:p>
    <w:p w:rsidR="0093124A" w:rsidRPr="00406513" w:rsidRDefault="0093124A" w:rsidP="0093124A"/>
    <w:p w:rsidR="0093124A" w:rsidRPr="00406513" w:rsidRDefault="00D340B8" w:rsidP="0093124A">
      <w:r w:rsidRPr="00D340B8">
        <w:rPr>
          <w:szCs w:val="20"/>
        </w:rPr>
        <w:pict>
          <v:shape id="_x0000_s1027" type="#_x0000_t75" style="position:absolute;left:0;text-align:left;margin-left:36pt;margin-top:9pt;width:426pt;height:363.9pt;z-index:2">
            <v:imagedata r:id="rId10" o:title="CLIENT-SERVER-NETWK"/>
          </v:shape>
        </w:pict>
      </w:r>
    </w:p>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406513" w:rsidRDefault="0093124A" w:rsidP="0093124A"/>
    <w:p w:rsidR="0093124A" w:rsidRPr="00EE50D4" w:rsidRDefault="0093124A" w:rsidP="0093124A">
      <w:pPr>
        <w:pStyle w:val="ResourceNo"/>
      </w:pPr>
      <w:r w:rsidRPr="005D4593">
        <w:lastRenderedPageBreak/>
        <w:t>Station 5</w:t>
      </w:r>
    </w:p>
    <w:p w:rsidR="0093124A" w:rsidRPr="00EE50D4" w:rsidRDefault="0093124A" w:rsidP="00D877FA">
      <w:pPr>
        <w:pStyle w:val="H1"/>
      </w:pPr>
      <w:r w:rsidRPr="00EE50D4">
        <w:t>Using Server Software on a Client Computer</w:t>
      </w:r>
    </w:p>
    <w:p w:rsidR="0093124A" w:rsidRPr="00EE50D4" w:rsidRDefault="0093124A" w:rsidP="00E073F9">
      <w:pPr>
        <w:pStyle w:val="BodyText"/>
      </w:pPr>
      <w:r w:rsidRPr="00EE50D4">
        <w:t xml:space="preserve">Say you want to host your own </w:t>
      </w:r>
      <w:r w:rsidR="00C11D92">
        <w:t>w</w:t>
      </w:r>
      <w:r w:rsidRPr="00EE50D4">
        <w:t>ebsite from your home computer. You want to continue to write essays, browse the Internet</w:t>
      </w:r>
      <w:r w:rsidR="00C11D92">
        <w:t>,</w:t>
      </w:r>
      <w:r w:rsidRPr="00EE50D4">
        <w:t xml:space="preserve"> and </w:t>
      </w:r>
      <w:r w:rsidR="00C11D92">
        <w:t xml:space="preserve">do </w:t>
      </w:r>
      <w:r w:rsidRPr="00EE50D4">
        <w:t xml:space="preserve">everything else you normally do on the computer. But you also want the computer to work as a server and supply files to other computers that want to view your </w:t>
      </w:r>
      <w:r w:rsidR="00C11D92">
        <w:t>w</w:t>
      </w:r>
      <w:r w:rsidRPr="00EE50D4">
        <w:t>ebsite.</w:t>
      </w:r>
    </w:p>
    <w:p w:rsidR="0093124A" w:rsidRPr="00EE50D4" w:rsidRDefault="0093124A" w:rsidP="00C11D92">
      <w:pPr>
        <w:pStyle w:val="BodyText"/>
      </w:pPr>
      <w:r w:rsidRPr="00EE50D4">
        <w:t xml:space="preserve">You don’t have to run a full server platform with a </w:t>
      </w:r>
      <w:r w:rsidR="00C11D92">
        <w:t>n</w:t>
      </w:r>
      <w:r w:rsidRPr="00EE50D4">
        <w:t xml:space="preserve">etwork </w:t>
      </w:r>
      <w:r w:rsidR="00C11D92">
        <w:t>o</w:t>
      </w:r>
      <w:r w:rsidRPr="00EE50D4">
        <w:t xml:space="preserve">perating </w:t>
      </w:r>
      <w:r w:rsidR="00C11D92">
        <w:t>s</w:t>
      </w:r>
      <w:r w:rsidRPr="00EE50D4">
        <w:t xml:space="preserve">ystem to do this. You can use </w:t>
      </w:r>
      <w:r w:rsidR="000E7741">
        <w:t>the operating system on your computer, such as</w:t>
      </w:r>
      <w:r w:rsidRPr="00EE50D4">
        <w:t xml:space="preserve"> Windows </w:t>
      </w:r>
      <w:r w:rsidR="000E7741">
        <w:t>7 or Windows XP</w:t>
      </w:r>
      <w:r w:rsidRPr="00EE50D4">
        <w:t xml:space="preserve">. You will also need to install server software that can perform the specific function you need. Then your computer can function as a client computer, to perform all your normal tasks, and </w:t>
      </w:r>
      <w:r w:rsidR="00883EFD">
        <w:t xml:space="preserve">also </w:t>
      </w:r>
      <w:r w:rsidRPr="00EE50D4">
        <w:t>as a server. You will have a computer that functions both as a client and as a server.</w:t>
      </w:r>
    </w:p>
    <w:p w:rsidR="00D35503" w:rsidRDefault="00EA68D1">
      <w:r>
        <w:pict>
          <v:shape id="_x0000_i1027" type="#_x0000_t75" style="width:467.25pt;height:174pt">
            <v:imagedata r:id="rId11" o:title=""/>
          </v:shape>
        </w:pict>
      </w:r>
    </w:p>
    <w:p w:rsidR="0093124A" w:rsidRPr="00EE50D4" w:rsidRDefault="0093124A"/>
    <w:p w:rsidR="0093124A" w:rsidRPr="00EE50D4" w:rsidRDefault="00883EFD" w:rsidP="00C34B6A">
      <w:pPr>
        <w:pStyle w:val="H2"/>
      </w:pPr>
      <w:r>
        <w:t>IIS (Internet Information Services)</w:t>
      </w:r>
    </w:p>
    <w:p w:rsidR="0093124A" w:rsidRPr="00EE50D4" w:rsidRDefault="00883EFD" w:rsidP="0002698A">
      <w:pPr>
        <w:pStyle w:val="BodyText"/>
      </w:pPr>
      <w:r>
        <w:t xml:space="preserve">IIS is the web </w:t>
      </w:r>
      <w:r w:rsidR="0093124A" w:rsidRPr="00EE50D4">
        <w:t xml:space="preserve">server that </w:t>
      </w:r>
      <w:r>
        <w:t>is packaged with most editions of Windows. You can install it on your computer</w:t>
      </w:r>
      <w:r w:rsidR="0093124A" w:rsidRPr="00EE50D4">
        <w:t xml:space="preserve"> in order to host your own </w:t>
      </w:r>
      <w:r w:rsidR="00F3383D">
        <w:t>w</w:t>
      </w:r>
      <w:r w:rsidR="0093124A" w:rsidRPr="00EE50D4">
        <w:t>ebsite.</w:t>
      </w:r>
      <w:r w:rsidR="00D35503">
        <w:t xml:space="preserve"> </w:t>
      </w:r>
      <w:r>
        <w:t xml:space="preserve">For instructions on how to install IIS on a Windows 7 system, for example, visit the IIS website at </w:t>
      </w:r>
      <w:hyperlink r:id="rId12" w:history="1">
        <w:r w:rsidR="00D35503" w:rsidRPr="000559AB">
          <w:rPr>
            <w:rStyle w:val="Hyperlink"/>
          </w:rPr>
          <w:t>http://learn.iis.net/page.aspx/28/installing-iis-7-on-windows-vista-and-windows-7</w:t>
        </w:r>
      </w:hyperlink>
      <w:r>
        <w:t>.</w:t>
      </w:r>
      <w:r w:rsidR="00D35503">
        <w:t xml:space="preserve"> </w:t>
      </w:r>
    </w:p>
    <w:p w:rsidR="0093124A" w:rsidRPr="00EE50D4" w:rsidRDefault="0093124A" w:rsidP="005F49E4">
      <w:pPr>
        <w:pStyle w:val="ResourceNo"/>
      </w:pPr>
      <w:r w:rsidRPr="005D4593">
        <w:lastRenderedPageBreak/>
        <w:t>Station 6</w:t>
      </w:r>
    </w:p>
    <w:p w:rsidR="0093124A" w:rsidRPr="00EE50D4" w:rsidRDefault="0093124A" w:rsidP="00D877FA">
      <w:pPr>
        <w:pStyle w:val="H1"/>
      </w:pPr>
      <w:r w:rsidRPr="00EE50D4">
        <w:t>Domain Controllers on Client/Server Networks</w:t>
      </w:r>
    </w:p>
    <w:p w:rsidR="0093124A" w:rsidRPr="004716C4" w:rsidRDefault="0093124A" w:rsidP="0093124A">
      <w:pPr>
        <w:pStyle w:val="BodyText"/>
      </w:pPr>
      <w:r w:rsidRPr="004716C4">
        <w:t>A domain controller is a database that stores profiles for all of the network’s users. It’s one of the simplest but most important functions of a server.</w:t>
      </w:r>
    </w:p>
    <w:p w:rsidR="0093124A" w:rsidRPr="004716C4" w:rsidRDefault="0093124A" w:rsidP="0093124A">
      <w:pPr>
        <w:pStyle w:val="BodyText"/>
      </w:pPr>
      <w:r w:rsidRPr="004716C4">
        <w:t xml:space="preserve">The profiles might include:   </w:t>
      </w:r>
    </w:p>
    <w:p w:rsidR="0093124A" w:rsidRPr="00C34B6A" w:rsidRDefault="0093124A" w:rsidP="00C34B6A">
      <w:pPr>
        <w:pStyle w:val="BL"/>
      </w:pPr>
      <w:r w:rsidRPr="00C34B6A">
        <w:t>Login names and passwords</w:t>
      </w:r>
    </w:p>
    <w:p w:rsidR="0093124A" w:rsidRPr="00C34B6A" w:rsidRDefault="0093124A" w:rsidP="00C34B6A">
      <w:pPr>
        <w:pStyle w:val="BL"/>
      </w:pPr>
      <w:r w:rsidRPr="00C34B6A">
        <w:t>System settings, permissions</w:t>
      </w:r>
      <w:r w:rsidR="00517F3D" w:rsidRPr="00C34B6A">
        <w:t>,</w:t>
      </w:r>
      <w:r w:rsidRPr="00C34B6A">
        <w:t xml:space="preserve"> and preferences</w:t>
      </w:r>
    </w:p>
    <w:p w:rsidR="0093124A" w:rsidRPr="00C34B6A" w:rsidRDefault="0093124A" w:rsidP="00C34B6A">
      <w:pPr>
        <w:pStyle w:val="BL"/>
      </w:pPr>
      <w:r w:rsidRPr="00C34B6A">
        <w:t>Applications the user can access</w:t>
      </w:r>
    </w:p>
    <w:p w:rsidR="0093124A" w:rsidRPr="00C34B6A" w:rsidRDefault="0093124A" w:rsidP="00C34B6A">
      <w:pPr>
        <w:pStyle w:val="BL"/>
      </w:pPr>
      <w:r w:rsidRPr="00C34B6A">
        <w:t>File folders and documents</w:t>
      </w:r>
    </w:p>
    <w:p w:rsidR="0093124A" w:rsidRPr="004716C4" w:rsidRDefault="0093124A" w:rsidP="0093124A">
      <w:pPr>
        <w:pStyle w:val="BodyText"/>
        <w:spacing w:after="0"/>
        <w:ind w:left="360"/>
      </w:pPr>
    </w:p>
    <w:p w:rsidR="0093124A" w:rsidRPr="004716C4" w:rsidRDefault="0093124A" w:rsidP="00517F3D">
      <w:pPr>
        <w:pStyle w:val="BodyText"/>
      </w:pPr>
      <w:r w:rsidRPr="004716C4">
        <w:t>The information is stored on a central server so that users can log in to any computer on the network and access their information and files. This ability is called “</w:t>
      </w:r>
      <w:r w:rsidR="00517F3D">
        <w:t>r</w:t>
      </w:r>
      <w:r w:rsidRPr="004716C4">
        <w:t xml:space="preserve">oaming </w:t>
      </w:r>
      <w:r w:rsidR="00517F3D">
        <w:t>a</w:t>
      </w:r>
      <w:r w:rsidRPr="004716C4">
        <w:t xml:space="preserve">uthentication.”  </w:t>
      </w:r>
    </w:p>
    <w:p w:rsidR="0093124A" w:rsidRPr="004716C4" w:rsidRDefault="00EA68D1" w:rsidP="0093124A">
      <w:pPr>
        <w:pStyle w:val="BodyText"/>
      </w:pPr>
      <w:r>
        <w:pict>
          <v:shape id="_x0000_i1028" type="#_x0000_t75" style="width:468pt;height:207.75pt">
            <v:imagedata r:id="rId13" o:title="domain controller"/>
          </v:shape>
        </w:pict>
      </w:r>
    </w:p>
    <w:p w:rsidR="0093124A" w:rsidRPr="004716C4" w:rsidRDefault="0093124A" w:rsidP="00517F3D">
      <w:pPr>
        <w:pStyle w:val="BodyText"/>
      </w:pPr>
      <w:r w:rsidRPr="004716C4">
        <w:t xml:space="preserve">The diagram above shows how different addresses are stored separately on company servers. The </w:t>
      </w:r>
      <w:r w:rsidR="00517F3D">
        <w:t>d</w:t>
      </w:r>
      <w:r w:rsidRPr="004716C4">
        <w:t xml:space="preserve">omain </w:t>
      </w:r>
      <w:r w:rsidR="00517F3D">
        <w:t>c</w:t>
      </w:r>
      <w:r w:rsidRPr="004716C4">
        <w:t>ontroller stores user profiles. These are separate from the computers’ IP addresses, which are assigned by a proxy server. And the users’ email address accounts are stored on a mail server.</w:t>
      </w:r>
    </w:p>
    <w:p w:rsidR="000E37D4" w:rsidRDefault="0093124A" w:rsidP="000E7741">
      <w:pPr>
        <w:pStyle w:val="BodyText"/>
      </w:pPr>
      <w:r w:rsidRPr="004716C4">
        <w:t>In some networks, one server might perform all of these different functions. But the user profiles are still stored separately from IPs and email accounts.</w:t>
      </w:r>
    </w:p>
    <w:p w:rsidR="0093124A" w:rsidRPr="004716C4" w:rsidRDefault="0093124A" w:rsidP="00C34B6A">
      <w:pPr>
        <w:pStyle w:val="H2"/>
      </w:pPr>
      <w:r w:rsidRPr="004716C4">
        <w:t xml:space="preserve">Domain Controllers </w:t>
      </w:r>
      <w:r w:rsidR="008F6E15">
        <w:t>w</w:t>
      </w:r>
      <w:r w:rsidRPr="004716C4">
        <w:t>ith Active Directory</w:t>
      </w:r>
    </w:p>
    <w:p w:rsidR="0093124A" w:rsidRPr="004716C4" w:rsidRDefault="0093124A" w:rsidP="0068297D">
      <w:pPr>
        <w:pStyle w:val="BodyText"/>
      </w:pPr>
      <w:r w:rsidRPr="000E7741">
        <w:rPr>
          <w:bCs/>
        </w:rPr>
        <w:t xml:space="preserve">Windows </w:t>
      </w:r>
      <w:r w:rsidR="0068297D" w:rsidRPr="000E7741">
        <w:rPr>
          <w:bCs/>
        </w:rPr>
        <w:t xml:space="preserve">Server </w:t>
      </w:r>
      <w:r w:rsidR="00AF7BCB" w:rsidRPr="000E7741">
        <w:rPr>
          <w:bCs/>
        </w:rPr>
        <w:t xml:space="preserve">2003 </w:t>
      </w:r>
      <w:r w:rsidRPr="000E7741">
        <w:rPr>
          <w:bCs/>
        </w:rPr>
        <w:t>and Windows Server</w:t>
      </w:r>
      <w:r w:rsidRPr="000E7741">
        <w:t xml:space="preserve"> </w:t>
      </w:r>
      <w:r w:rsidR="00AF7BCB" w:rsidRPr="000E7741">
        <w:t>2008</w:t>
      </w:r>
      <w:r w:rsidR="00AF7BCB">
        <w:t xml:space="preserve"> </w:t>
      </w:r>
      <w:r w:rsidRPr="004716C4">
        <w:t xml:space="preserve">use a service called </w:t>
      </w:r>
      <w:r w:rsidRPr="000E7741">
        <w:rPr>
          <w:b/>
        </w:rPr>
        <w:t>Active Directory</w:t>
      </w:r>
      <w:r w:rsidRPr="004716C4">
        <w:t xml:space="preserve">, which blurs the line between the </w:t>
      </w:r>
      <w:r w:rsidR="0068297D">
        <w:t>p</w:t>
      </w:r>
      <w:r w:rsidRPr="004716C4">
        <w:t xml:space="preserve">rimary and </w:t>
      </w:r>
      <w:r w:rsidR="0068297D">
        <w:t>b</w:t>
      </w:r>
      <w:r w:rsidRPr="004716C4">
        <w:t xml:space="preserve">ackup </w:t>
      </w:r>
      <w:r w:rsidR="0068297D">
        <w:t>d</w:t>
      </w:r>
      <w:r w:rsidRPr="004716C4">
        <w:t xml:space="preserve">omains. Active Directory stores profiles for all users </w:t>
      </w:r>
      <w:r w:rsidR="0068297D">
        <w:t>on</w:t>
      </w:r>
      <w:r w:rsidRPr="004716C4">
        <w:t xml:space="preserve"> all the computers on the network</w:t>
      </w:r>
      <w:r w:rsidR="0068297D">
        <w:t>, and</w:t>
      </w:r>
      <w:r w:rsidRPr="004716C4">
        <w:t xml:space="preserve"> </w:t>
      </w:r>
      <w:r w:rsidR="0068297D">
        <w:t>profiles</w:t>
      </w:r>
      <w:r w:rsidRPr="004716C4">
        <w:t xml:space="preserve"> are updated all the time. So if the server fails, the user profiles are not lost. </w:t>
      </w:r>
    </w:p>
    <w:p w:rsidR="0093124A" w:rsidRPr="000E37D4" w:rsidRDefault="0093124A" w:rsidP="000E37D4">
      <w:pPr>
        <w:pStyle w:val="ResourceNo"/>
      </w:pPr>
      <w:r w:rsidRPr="000E37D4">
        <w:lastRenderedPageBreak/>
        <w:t>Station 7</w:t>
      </w:r>
    </w:p>
    <w:p w:rsidR="0093124A" w:rsidRPr="00406513" w:rsidRDefault="0093124A" w:rsidP="00D877FA">
      <w:pPr>
        <w:pStyle w:val="H1"/>
      </w:pPr>
      <w:r w:rsidRPr="00406513">
        <w:t>Proxy Servers and Network Address Translation</w:t>
      </w:r>
    </w:p>
    <w:p w:rsidR="0093124A" w:rsidRPr="005D4593" w:rsidRDefault="0093124A" w:rsidP="000E37D4">
      <w:pPr>
        <w:pStyle w:val="BodyText"/>
      </w:pPr>
      <w:r w:rsidRPr="005D4593">
        <w:t>The proxy server is the LAN gateway</w:t>
      </w:r>
      <w:r w:rsidR="000E37D4">
        <w:t>—</w:t>
      </w:r>
      <w:r w:rsidRPr="005D4593">
        <w:t xml:space="preserve">it functions as the entrance to a </w:t>
      </w:r>
      <w:r w:rsidR="000E37D4">
        <w:t>l</w:t>
      </w:r>
      <w:r w:rsidRPr="005D4593">
        <w:t xml:space="preserve">ocal </w:t>
      </w:r>
      <w:r w:rsidR="000E37D4">
        <w:t>a</w:t>
      </w:r>
      <w:r w:rsidRPr="005D4593">
        <w:t xml:space="preserve">rea </w:t>
      </w:r>
      <w:r w:rsidR="000E37D4">
        <w:t>n</w:t>
      </w:r>
      <w:r w:rsidRPr="005D4593">
        <w:t>etwork</w:t>
      </w:r>
      <w:r w:rsidR="000A0785">
        <w:t xml:space="preserve"> (LAN)</w:t>
      </w:r>
      <w:r w:rsidRPr="005D4593">
        <w:t xml:space="preserve"> from the Internet.</w:t>
      </w:r>
    </w:p>
    <w:p w:rsidR="0093124A" w:rsidRPr="005D4593" w:rsidRDefault="0093124A" w:rsidP="000E37D4">
      <w:pPr>
        <w:pStyle w:val="BodyText"/>
      </w:pPr>
      <w:r w:rsidRPr="005D4593">
        <w:t xml:space="preserve">The server protects the </w:t>
      </w:r>
      <w:r w:rsidR="000E37D4">
        <w:t>i</w:t>
      </w:r>
      <w:r w:rsidRPr="005D4593">
        <w:t xml:space="preserve">nternal </w:t>
      </w:r>
      <w:r w:rsidR="000E37D4">
        <w:t>n</w:t>
      </w:r>
      <w:r w:rsidRPr="005D4593">
        <w:t>etwork by using two separate IP addresses</w:t>
      </w:r>
      <w:r w:rsidR="000E37D4">
        <w:t>:</w:t>
      </w:r>
      <w:r w:rsidRPr="005D4593">
        <w:t xml:space="preserve"> a public address that the Internet can </w:t>
      </w:r>
      <w:r w:rsidR="000A0785" w:rsidRPr="005D4593">
        <w:t>see</w:t>
      </w:r>
      <w:r w:rsidRPr="005D4593">
        <w:t xml:space="preserve"> and a private one used on the local network.  </w:t>
      </w:r>
    </w:p>
    <w:p w:rsidR="0093124A" w:rsidRDefault="0093124A" w:rsidP="0030797C">
      <w:pPr>
        <w:pStyle w:val="BodyText"/>
      </w:pPr>
      <w:r w:rsidRPr="005D4593">
        <w:t xml:space="preserve">The Internet </w:t>
      </w:r>
      <w:r w:rsidR="000E37D4">
        <w:t>s</w:t>
      </w:r>
      <w:r w:rsidRPr="005D4593">
        <w:t xml:space="preserve">ervice </w:t>
      </w:r>
      <w:r w:rsidR="000E37D4">
        <w:t>p</w:t>
      </w:r>
      <w:r w:rsidRPr="005D4593">
        <w:t xml:space="preserve">rovider </w:t>
      </w:r>
      <w:r w:rsidR="000E37D4">
        <w:t xml:space="preserve">(ISP) </w:t>
      </w:r>
      <w:r w:rsidRPr="005D4593">
        <w:t xml:space="preserve">assigns the entire </w:t>
      </w:r>
      <w:r w:rsidR="000E37D4">
        <w:t>l</w:t>
      </w:r>
      <w:r w:rsidRPr="005D4593">
        <w:t xml:space="preserve">ocal network one or more unique IP </w:t>
      </w:r>
      <w:r w:rsidR="000E37D4">
        <w:t>a</w:t>
      </w:r>
      <w:r w:rsidRPr="005D4593">
        <w:t xml:space="preserve">ddresses. But </w:t>
      </w:r>
      <w:r w:rsidR="000E37D4">
        <w:t xml:space="preserve">the network’s </w:t>
      </w:r>
      <w:r w:rsidRPr="005D4593">
        <w:t xml:space="preserve">computers still need a way to route messages to each other internally. So, the </w:t>
      </w:r>
      <w:r w:rsidR="000E37D4">
        <w:t>p</w:t>
      </w:r>
      <w:r w:rsidRPr="005D4593">
        <w:t xml:space="preserve">roxy </w:t>
      </w:r>
      <w:r w:rsidR="000E37D4">
        <w:t>s</w:t>
      </w:r>
      <w:r w:rsidRPr="005D4593">
        <w:t>erver</w:t>
      </w:r>
      <w:r w:rsidR="000E37D4">
        <w:t>,</w:t>
      </w:r>
      <w:r w:rsidRPr="005D4593">
        <w:t xml:space="preserve"> using DHCP </w:t>
      </w:r>
      <w:r w:rsidR="000E37D4">
        <w:t>(</w:t>
      </w:r>
      <w:r w:rsidR="0030797C">
        <w:t>Dynamic</w:t>
      </w:r>
      <w:r w:rsidR="000E37D4">
        <w:t xml:space="preserve"> Host </w:t>
      </w:r>
      <w:r w:rsidR="0030797C">
        <w:t>Configuration</w:t>
      </w:r>
      <w:r w:rsidR="000E37D4">
        <w:t xml:space="preserve"> Protocol), </w:t>
      </w:r>
      <w:r w:rsidRPr="005D4593">
        <w:t>also assigns a different IP address to each of the computers on the network.</w:t>
      </w:r>
    </w:p>
    <w:p w:rsidR="0030797C" w:rsidRPr="005D4593" w:rsidRDefault="0030797C" w:rsidP="0030797C">
      <w:pPr>
        <w:pStyle w:val="BodyText"/>
      </w:pPr>
    </w:p>
    <w:p w:rsidR="0093124A" w:rsidRPr="005D4593" w:rsidRDefault="00EA68D1" w:rsidP="0093124A">
      <w:pPr>
        <w:pStyle w:val="BodyText"/>
      </w:pPr>
      <w:r>
        <w:pict>
          <v:shape id="_x0000_i1029" type="#_x0000_t75" style="width:328.5pt;height:318pt">
            <v:imagedata r:id="rId14" o:title="Network Address Translation"/>
          </v:shape>
        </w:pict>
      </w:r>
    </w:p>
    <w:p w:rsidR="0093124A" w:rsidRPr="005D4593" w:rsidRDefault="0093124A" w:rsidP="0093124A">
      <w:pPr>
        <w:pStyle w:val="BodyText"/>
      </w:pPr>
    </w:p>
    <w:p w:rsidR="0093124A" w:rsidRPr="005D4593" w:rsidRDefault="0093124A" w:rsidP="0093124A">
      <w:pPr>
        <w:pStyle w:val="BodyText"/>
      </w:pPr>
    </w:p>
    <w:p w:rsidR="0093124A" w:rsidRPr="005D4593" w:rsidRDefault="0093124A" w:rsidP="0093124A">
      <w:pPr>
        <w:pStyle w:val="BodyText"/>
      </w:pPr>
    </w:p>
    <w:p w:rsidR="0093124A" w:rsidRPr="005D4593" w:rsidRDefault="0093124A" w:rsidP="0093124A">
      <w:pPr>
        <w:pStyle w:val="BodyText"/>
      </w:pPr>
    </w:p>
    <w:p w:rsidR="0093124A" w:rsidRDefault="0093124A" w:rsidP="00C34B6A">
      <w:pPr>
        <w:pStyle w:val="H2"/>
      </w:pPr>
      <w:r>
        <w:lastRenderedPageBreak/>
        <w:t xml:space="preserve">Network Address Translation </w:t>
      </w:r>
      <w:r w:rsidR="0030797C">
        <w:t>(</w:t>
      </w:r>
      <w:r>
        <w:t>NAT</w:t>
      </w:r>
      <w:r w:rsidR="0030797C">
        <w:t>)</w:t>
      </w:r>
    </w:p>
    <w:p w:rsidR="0093124A" w:rsidRPr="005D4593" w:rsidRDefault="0093124A" w:rsidP="00B537A4">
      <w:pPr>
        <w:pStyle w:val="BodyText"/>
      </w:pPr>
      <w:r>
        <w:t xml:space="preserve">Since the router has two IP </w:t>
      </w:r>
      <w:r w:rsidR="0030797C">
        <w:t>a</w:t>
      </w:r>
      <w:r>
        <w:t>ddresses</w:t>
      </w:r>
      <w:r w:rsidR="0030797C">
        <w:t>—</w:t>
      </w:r>
      <w:r>
        <w:t xml:space="preserve">one for the Internet and another for the local </w:t>
      </w:r>
      <w:r w:rsidR="000A0785">
        <w:t xml:space="preserve">area </w:t>
      </w:r>
      <w:r>
        <w:t>network</w:t>
      </w:r>
      <w:r w:rsidR="000A0785">
        <w:t xml:space="preserve"> (LAN) </w:t>
      </w:r>
      <w:r w:rsidR="0030797C">
        <w:t>—</w:t>
      </w:r>
      <w:r>
        <w:t xml:space="preserve">it has to translate between them when traffic travels from inside the LAN to outside, on the Internet. This process is called </w:t>
      </w:r>
      <w:r w:rsidR="0030797C">
        <w:t>“</w:t>
      </w:r>
      <w:r w:rsidR="00B537A4">
        <w:t>n</w:t>
      </w:r>
      <w:r>
        <w:t xml:space="preserve">etwork </w:t>
      </w:r>
      <w:r w:rsidR="00B537A4">
        <w:t>a</w:t>
      </w:r>
      <w:r>
        <w:t xml:space="preserve">ddress </w:t>
      </w:r>
      <w:r w:rsidR="00B537A4">
        <w:t>t</w:t>
      </w:r>
      <w:r>
        <w:t>ranslation.</w:t>
      </w:r>
      <w:r w:rsidR="0030797C">
        <w:t>”</w:t>
      </w:r>
      <w:r>
        <w:t xml:space="preserve"> </w:t>
      </w:r>
    </w:p>
    <w:p w:rsidR="0093124A" w:rsidRDefault="0093124A" w:rsidP="00621313">
      <w:pPr>
        <w:pStyle w:val="BodyText"/>
      </w:pPr>
      <w:r w:rsidRPr="005D4593">
        <w:t xml:space="preserve">The gateway (or proxy server) assigns itself an internal address and uses DHCP to automatically assign IP addresses to each computer on the internal network. </w:t>
      </w:r>
      <w:r>
        <w:t xml:space="preserve">All the computers’ internal IP addresses are hidden from anyone outside the </w:t>
      </w:r>
      <w:r w:rsidR="0030797C">
        <w:t>l</w:t>
      </w:r>
      <w:r>
        <w:t xml:space="preserve">ocal </w:t>
      </w:r>
      <w:r w:rsidR="0030797C">
        <w:t>a</w:t>
      </w:r>
      <w:r>
        <w:t xml:space="preserve">rea </w:t>
      </w:r>
      <w:r w:rsidR="0030797C">
        <w:t>n</w:t>
      </w:r>
      <w:r>
        <w:t xml:space="preserve">etwork. The whole LAN looks like one machine to anyone on the </w:t>
      </w:r>
      <w:r w:rsidR="0030797C">
        <w:t>I</w:t>
      </w:r>
      <w:r>
        <w:t xml:space="preserve">nternet because it is represented by only one IP </w:t>
      </w:r>
      <w:r w:rsidR="0030797C">
        <w:t>a</w:t>
      </w:r>
      <w:r>
        <w:t>ddress.</w:t>
      </w:r>
    </w:p>
    <w:p w:rsidR="0093124A" w:rsidRDefault="0093124A" w:rsidP="0030797C">
      <w:pPr>
        <w:pStyle w:val="BodyText"/>
      </w:pPr>
      <w:r>
        <w:t xml:space="preserve">This </w:t>
      </w:r>
      <w:r w:rsidR="0030797C">
        <w:t xml:space="preserve">setup </w:t>
      </w:r>
      <w:r>
        <w:t xml:space="preserve">has </w:t>
      </w:r>
      <w:r w:rsidR="0030797C">
        <w:t>two</w:t>
      </w:r>
      <w:r>
        <w:t xml:space="preserve"> benefits:</w:t>
      </w:r>
    </w:p>
    <w:p w:rsidR="0093124A" w:rsidRDefault="0093124A" w:rsidP="0030797C">
      <w:pPr>
        <w:pStyle w:val="BodyText"/>
      </w:pPr>
      <w:r>
        <w:t>1) Different local area networks can reuse the same internal IP</w:t>
      </w:r>
      <w:r w:rsidR="0030797C">
        <w:t xml:space="preserve"> addresse</w:t>
      </w:r>
      <w:r>
        <w:t>s.</w:t>
      </w:r>
    </w:p>
    <w:p w:rsidR="0093124A" w:rsidRDefault="0093124A" w:rsidP="0093124A">
      <w:pPr>
        <w:pStyle w:val="BodyText"/>
      </w:pPr>
      <w:r>
        <w:t xml:space="preserve">2) The computers on the network are more protected and secure.  </w:t>
      </w:r>
    </w:p>
    <w:p w:rsidR="0093124A" w:rsidRDefault="0093124A" w:rsidP="0093124A">
      <w:pPr>
        <w:pStyle w:val="BodyText"/>
      </w:pPr>
    </w:p>
    <w:p w:rsidR="0093124A" w:rsidRDefault="0093124A" w:rsidP="00C34B6A">
      <w:pPr>
        <w:pStyle w:val="H2"/>
      </w:pPr>
      <w:r>
        <w:t>NAT Improves Security</w:t>
      </w:r>
    </w:p>
    <w:p w:rsidR="0093124A" w:rsidRPr="005D4593" w:rsidRDefault="0093124A" w:rsidP="00B537A4">
      <w:pPr>
        <w:pStyle w:val="BodyText"/>
      </w:pPr>
      <w:r w:rsidRPr="005D4593">
        <w:t xml:space="preserve">Network </w:t>
      </w:r>
      <w:r w:rsidR="00B537A4">
        <w:t>a</w:t>
      </w:r>
      <w:r w:rsidRPr="005D4593">
        <w:t xml:space="preserve">ddress </w:t>
      </w:r>
      <w:r w:rsidR="00B537A4">
        <w:t>t</w:t>
      </w:r>
      <w:r w:rsidRPr="005D4593">
        <w:t>ranslation helps to filter traffic coming in</w:t>
      </w:r>
      <w:r w:rsidR="0030797C">
        <w:t>to</w:t>
      </w:r>
      <w:r w:rsidRPr="005D4593">
        <w:t xml:space="preserve"> the network. </w:t>
      </w:r>
    </w:p>
    <w:p w:rsidR="0093124A" w:rsidRPr="005D4593" w:rsidRDefault="0093124A" w:rsidP="0030797C">
      <w:pPr>
        <w:pStyle w:val="BodyText"/>
        <w:numPr>
          <w:ilvl w:val="0"/>
          <w:numId w:val="3"/>
        </w:numPr>
      </w:pPr>
      <w:r w:rsidRPr="005D4593">
        <w:t xml:space="preserve">It is one kind of firewall that can filter traffic based on IP </w:t>
      </w:r>
      <w:r w:rsidR="0030797C">
        <w:t>a</w:t>
      </w:r>
      <w:r w:rsidRPr="005D4593">
        <w:t>ddresses.</w:t>
      </w:r>
    </w:p>
    <w:p w:rsidR="0093124A" w:rsidRPr="005D4593" w:rsidRDefault="0093124A" w:rsidP="0093124A">
      <w:pPr>
        <w:pStyle w:val="BodyText"/>
        <w:numPr>
          <w:ilvl w:val="0"/>
          <w:numId w:val="3"/>
        </w:numPr>
      </w:pPr>
      <w:r w:rsidRPr="005D4593">
        <w:t>It can block some pop-ups and spam from coming into the network.</w:t>
      </w:r>
    </w:p>
    <w:p w:rsidR="0093124A" w:rsidRPr="005D4593" w:rsidRDefault="0093124A" w:rsidP="0093124A">
      <w:pPr>
        <w:pStyle w:val="BodyText"/>
        <w:numPr>
          <w:ilvl w:val="0"/>
          <w:numId w:val="3"/>
        </w:numPr>
      </w:pPr>
      <w:r w:rsidRPr="005D4593">
        <w:t>Additionally, all the messages that leave the network look like they are coming from the gateway server, not the internal computers.</w:t>
      </w:r>
    </w:p>
    <w:p w:rsidR="0093124A" w:rsidRPr="005D4593" w:rsidRDefault="0093124A" w:rsidP="000E37D4">
      <w:pPr>
        <w:pStyle w:val="ResourceNo"/>
      </w:pPr>
      <w:r w:rsidRPr="005D4593">
        <w:lastRenderedPageBreak/>
        <w:t xml:space="preserve">Station 8 </w:t>
      </w:r>
    </w:p>
    <w:p w:rsidR="0093124A" w:rsidRPr="005D4593" w:rsidRDefault="0093124A" w:rsidP="00D877FA">
      <w:pPr>
        <w:pStyle w:val="H1"/>
      </w:pPr>
      <w:r w:rsidRPr="005D4593">
        <w:t xml:space="preserve">Domain Name </w:t>
      </w:r>
      <w:r w:rsidR="000E7227">
        <w:t xml:space="preserve">System </w:t>
      </w:r>
      <w:r w:rsidR="002330AD">
        <w:t>(DNS)</w:t>
      </w:r>
      <w:r w:rsidRPr="005D4593">
        <w:t xml:space="preserve"> </w:t>
      </w:r>
      <w:r w:rsidR="002330AD">
        <w:t>vs.</w:t>
      </w:r>
      <w:r w:rsidRPr="005D4593">
        <w:t xml:space="preserve"> </w:t>
      </w:r>
      <w:r w:rsidR="002330AD">
        <w:br/>
      </w:r>
      <w:r w:rsidRPr="005D4593">
        <w:t>Windows Internet Naming Service</w:t>
      </w:r>
      <w:r w:rsidR="002330AD">
        <w:t xml:space="preserve"> (WINS)</w:t>
      </w:r>
    </w:p>
    <w:p w:rsidR="0093124A" w:rsidRPr="005D4593" w:rsidRDefault="0093124A" w:rsidP="00C34B6A">
      <w:pPr>
        <w:pStyle w:val="H2"/>
      </w:pPr>
      <w:r w:rsidRPr="00B326E3">
        <w:t xml:space="preserve">Associating Names </w:t>
      </w:r>
      <w:r w:rsidR="003A3757">
        <w:t>w</w:t>
      </w:r>
      <w:r w:rsidRPr="00B326E3">
        <w:t>ith IP Addresses</w:t>
      </w:r>
    </w:p>
    <w:p w:rsidR="0093124A" w:rsidRPr="005D4593" w:rsidRDefault="0093124A" w:rsidP="003A3757">
      <w:pPr>
        <w:pStyle w:val="BodyText"/>
      </w:pPr>
      <w:r w:rsidRPr="005D4593">
        <w:t xml:space="preserve">On the Internet, DNS stores the names for </w:t>
      </w:r>
      <w:r w:rsidR="00BC2EC1">
        <w:t>w</w:t>
      </w:r>
      <w:r w:rsidRPr="005D4593">
        <w:t xml:space="preserve">ebsites like Google.com or Wikipedia.org and the </w:t>
      </w:r>
      <w:r w:rsidR="00BC2EC1">
        <w:t>w</w:t>
      </w:r>
      <w:r w:rsidRPr="005D4593">
        <w:t xml:space="preserve">eb </w:t>
      </w:r>
      <w:r w:rsidR="00BC2EC1">
        <w:t>a</w:t>
      </w:r>
      <w:r w:rsidRPr="005D4593">
        <w:t xml:space="preserve">ddresses that are linked to them. When you type in </w:t>
      </w:r>
      <w:r w:rsidR="00C977AE">
        <w:t>“</w:t>
      </w:r>
      <w:r w:rsidRPr="005D4593">
        <w:t>Google.com,</w:t>
      </w:r>
      <w:r w:rsidR="00C977AE">
        <w:t>”</w:t>
      </w:r>
      <w:r w:rsidRPr="005D4593">
        <w:t xml:space="preserve"> DNS translates that name into an IP </w:t>
      </w:r>
      <w:r w:rsidR="00C977AE">
        <w:t>a</w:t>
      </w:r>
      <w:r w:rsidRPr="005D4593">
        <w:t xml:space="preserve">ddress and finds the </w:t>
      </w:r>
      <w:r w:rsidR="00C977AE">
        <w:t>w</w:t>
      </w:r>
      <w:r w:rsidRPr="005D4593">
        <w:t xml:space="preserve">eb host that stores the </w:t>
      </w:r>
      <w:r w:rsidR="00C977AE">
        <w:t>G</w:t>
      </w:r>
      <w:r w:rsidRPr="005D4593">
        <w:t xml:space="preserve">oogle </w:t>
      </w:r>
      <w:r w:rsidR="00C977AE">
        <w:t>w</w:t>
      </w:r>
      <w:r w:rsidRPr="005D4593">
        <w:t>eb files based on that address.</w:t>
      </w:r>
    </w:p>
    <w:p w:rsidR="0093124A" w:rsidRPr="005D4593" w:rsidRDefault="0093124A" w:rsidP="00C977AE">
      <w:pPr>
        <w:pStyle w:val="BodyText"/>
      </w:pPr>
      <w:r w:rsidRPr="005D4593">
        <w:t xml:space="preserve">On a LAN using DHCP, the same feat is accomplished using Windows Internet Naming Service </w:t>
      </w:r>
      <w:r w:rsidR="00C977AE">
        <w:t>(</w:t>
      </w:r>
      <w:r w:rsidRPr="005D4593">
        <w:t>WINS</w:t>
      </w:r>
      <w:r w:rsidR="00C977AE">
        <w:t>)</w:t>
      </w:r>
      <w:r w:rsidRPr="005D4593">
        <w:t>, which uses NetBIOS names for individual computers, like “Laura’s Computer.”</w:t>
      </w:r>
    </w:p>
    <w:tbl>
      <w:tblPr>
        <w:tblW w:w="0" w:type="auto"/>
        <w:tblBorders>
          <w:insideH w:val="single" w:sz="4" w:space="0" w:color="auto"/>
          <w:insideV w:val="single" w:sz="4" w:space="0" w:color="auto"/>
        </w:tblBorders>
        <w:tblLook w:val="00BF"/>
      </w:tblPr>
      <w:tblGrid>
        <w:gridCol w:w="4068"/>
        <w:gridCol w:w="5508"/>
      </w:tblGrid>
      <w:tr w:rsidR="0093124A" w:rsidRPr="005D4593">
        <w:tc>
          <w:tcPr>
            <w:tcW w:w="4068" w:type="dxa"/>
          </w:tcPr>
          <w:p w:rsidR="0093124A" w:rsidRPr="005D4593" w:rsidRDefault="0093124A" w:rsidP="000E7227">
            <w:pPr>
              <w:pStyle w:val="Heading3"/>
            </w:pPr>
            <w:r w:rsidRPr="005D4593">
              <w:t xml:space="preserve">Domain Name </w:t>
            </w:r>
            <w:r w:rsidR="000E7227">
              <w:t>System</w:t>
            </w:r>
            <w:r w:rsidR="000E7227" w:rsidRPr="005D4593">
              <w:t xml:space="preserve"> </w:t>
            </w:r>
            <w:r w:rsidRPr="005D4593">
              <w:t>(DNS)</w:t>
            </w:r>
          </w:p>
          <w:p w:rsidR="0093124A" w:rsidRPr="00BB486B" w:rsidRDefault="0093124A" w:rsidP="00BB486B">
            <w:pPr>
              <w:pStyle w:val="BodyText"/>
              <w:numPr>
                <w:ilvl w:val="0"/>
                <w:numId w:val="8"/>
              </w:numPr>
              <w:rPr>
                <w:b/>
              </w:rPr>
            </w:pPr>
            <w:r w:rsidRPr="00BB486B">
              <w:rPr>
                <w:b/>
              </w:rPr>
              <w:t>Used on the Internet</w:t>
            </w:r>
          </w:p>
          <w:p w:rsidR="0093124A" w:rsidRPr="00BB486B" w:rsidRDefault="0093124A" w:rsidP="00BB486B">
            <w:pPr>
              <w:pStyle w:val="BodyText"/>
              <w:numPr>
                <w:ilvl w:val="0"/>
                <w:numId w:val="8"/>
              </w:numPr>
              <w:rPr>
                <w:b/>
              </w:rPr>
            </w:pPr>
            <w:r w:rsidRPr="00BB486B">
              <w:rPr>
                <w:b/>
              </w:rPr>
              <w:t>Example:</w:t>
            </w:r>
          </w:p>
          <w:p w:rsidR="0093124A" w:rsidRPr="005D4593" w:rsidRDefault="0093124A" w:rsidP="0093124A">
            <w:pPr>
              <w:pStyle w:val="BodyText"/>
            </w:pPr>
            <w:r w:rsidRPr="00BB486B">
              <w:rPr>
                <w:b/>
              </w:rPr>
              <w:t>Domain Name:</w:t>
            </w:r>
            <w:r w:rsidRPr="005D4593">
              <w:t xml:space="preserve">  www.google.com</w:t>
            </w:r>
          </w:p>
          <w:p w:rsidR="0093124A" w:rsidRPr="005D4593" w:rsidRDefault="000A0785" w:rsidP="0093124A">
            <w:pPr>
              <w:pStyle w:val="BodyText"/>
            </w:pPr>
            <w:r>
              <w:rPr>
                <w:b/>
              </w:rPr>
              <w:t xml:space="preserve">IP </w:t>
            </w:r>
            <w:r w:rsidR="0093124A" w:rsidRPr="00BB486B">
              <w:rPr>
                <w:b/>
              </w:rPr>
              <w:t>Address:</w:t>
            </w:r>
            <w:r w:rsidR="0093124A" w:rsidRPr="005D4593">
              <w:t xml:space="preserve"> </w:t>
            </w:r>
            <w:r w:rsidR="0093124A" w:rsidRPr="00B326E3">
              <w:t>64.233.167.99</w:t>
            </w:r>
          </w:p>
        </w:tc>
        <w:tc>
          <w:tcPr>
            <w:tcW w:w="5508" w:type="dxa"/>
          </w:tcPr>
          <w:p w:rsidR="0093124A" w:rsidRPr="005D4593" w:rsidRDefault="0093124A" w:rsidP="00BB486B">
            <w:pPr>
              <w:pStyle w:val="Heading3"/>
              <w:ind w:left="0" w:firstLine="0"/>
            </w:pPr>
            <w:r w:rsidRPr="005D4593">
              <w:t>Windows Internet Naming Service (WINS)</w:t>
            </w:r>
          </w:p>
          <w:p w:rsidR="0093124A" w:rsidRPr="00BB486B" w:rsidRDefault="0093124A" w:rsidP="00BB486B">
            <w:pPr>
              <w:pStyle w:val="BodyText"/>
              <w:numPr>
                <w:ilvl w:val="0"/>
                <w:numId w:val="7"/>
              </w:numPr>
              <w:rPr>
                <w:b/>
              </w:rPr>
            </w:pPr>
            <w:r w:rsidRPr="00BB486B">
              <w:rPr>
                <w:b/>
              </w:rPr>
              <w:t xml:space="preserve">Used on a </w:t>
            </w:r>
            <w:r w:rsidR="00C977AE" w:rsidRPr="00BB486B">
              <w:rPr>
                <w:b/>
              </w:rPr>
              <w:t>l</w:t>
            </w:r>
            <w:r w:rsidRPr="00BB486B">
              <w:rPr>
                <w:b/>
              </w:rPr>
              <w:t xml:space="preserve">ocal </w:t>
            </w:r>
            <w:r w:rsidR="00C977AE" w:rsidRPr="00BB486B">
              <w:rPr>
                <w:b/>
              </w:rPr>
              <w:t>n</w:t>
            </w:r>
            <w:r w:rsidRPr="00BB486B">
              <w:rPr>
                <w:b/>
              </w:rPr>
              <w:t>etwork</w:t>
            </w:r>
          </w:p>
          <w:p w:rsidR="0093124A" w:rsidRPr="00BB486B" w:rsidRDefault="0093124A" w:rsidP="00BB486B">
            <w:pPr>
              <w:pStyle w:val="BodyText"/>
              <w:numPr>
                <w:ilvl w:val="0"/>
                <w:numId w:val="7"/>
              </w:numPr>
              <w:rPr>
                <w:b/>
              </w:rPr>
            </w:pPr>
            <w:r w:rsidRPr="00BB486B">
              <w:rPr>
                <w:b/>
              </w:rPr>
              <w:t>Example:</w:t>
            </w:r>
          </w:p>
          <w:p w:rsidR="0093124A" w:rsidRPr="005D4593" w:rsidRDefault="0093124A" w:rsidP="0093124A">
            <w:pPr>
              <w:pStyle w:val="BodyText"/>
            </w:pPr>
            <w:r w:rsidRPr="00BB486B">
              <w:rPr>
                <w:b/>
              </w:rPr>
              <w:t xml:space="preserve">NetBIOS Name:  </w:t>
            </w:r>
            <w:r w:rsidRPr="005D4593">
              <w:t>Laura’s Computer</w:t>
            </w:r>
          </w:p>
          <w:p w:rsidR="0093124A" w:rsidRPr="005D4593" w:rsidRDefault="000A0785" w:rsidP="0093124A">
            <w:pPr>
              <w:pStyle w:val="BodyText"/>
            </w:pPr>
            <w:r>
              <w:rPr>
                <w:b/>
              </w:rPr>
              <w:t xml:space="preserve">IP </w:t>
            </w:r>
            <w:r w:rsidR="0093124A" w:rsidRPr="00BB486B">
              <w:rPr>
                <w:b/>
              </w:rPr>
              <w:t xml:space="preserve">Address: </w:t>
            </w:r>
            <w:r w:rsidR="0093124A" w:rsidRPr="005D4593">
              <w:t>172.16.1.15</w:t>
            </w:r>
          </w:p>
        </w:tc>
      </w:tr>
    </w:tbl>
    <w:p w:rsidR="0093124A" w:rsidRDefault="0093124A" w:rsidP="00C34B6A">
      <w:pPr>
        <w:pStyle w:val="H2"/>
      </w:pPr>
      <w:r w:rsidRPr="00B326E3">
        <w:t xml:space="preserve">Why </w:t>
      </w:r>
      <w:r w:rsidR="00F76785">
        <w:t>U</w:t>
      </w:r>
      <w:r w:rsidRPr="00B326E3">
        <w:t xml:space="preserve">se </w:t>
      </w:r>
      <w:r w:rsidR="00C977AE">
        <w:t>DNS</w:t>
      </w:r>
      <w:r w:rsidR="00C977AE" w:rsidRPr="00B326E3">
        <w:t xml:space="preserve"> </w:t>
      </w:r>
      <w:r w:rsidRPr="00B326E3">
        <w:t xml:space="preserve">or </w:t>
      </w:r>
      <w:r w:rsidR="00C977AE">
        <w:t>WINS</w:t>
      </w:r>
      <w:r w:rsidRPr="00B326E3">
        <w:t xml:space="preserve"> </w:t>
      </w:r>
      <w:r w:rsidR="00F76785">
        <w:t>I</w:t>
      </w:r>
      <w:r w:rsidRPr="00B326E3">
        <w:t xml:space="preserve">nstead of IP </w:t>
      </w:r>
      <w:r w:rsidR="00F76785">
        <w:t>A</w:t>
      </w:r>
      <w:r w:rsidRPr="00B326E3">
        <w:t>ddresses?</w:t>
      </w:r>
    </w:p>
    <w:p w:rsidR="0093124A" w:rsidRDefault="0093124A" w:rsidP="0093124A">
      <w:pPr>
        <w:pStyle w:val="BodyText"/>
        <w:numPr>
          <w:ilvl w:val="0"/>
          <w:numId w:val="9"/>
        </w:numPr>
      </w:pPr>
      <w:r w:rsidRPr="005D4593">
        <w:t xml:space="preserve">It’s easier to remember a name like Google than the address </w:t>
      </w:r>
      <w:r w:rsidRPr="00B326E3">
        <w:t>64.233.167.99</w:t>
      </w:r>
      <w:r w:rsidR="00F76785">
        <w:t>.</w:t>
      </w:r>
    </w:p>
    <w:p w:rsidR="0093124A" w:rsidRPr="00B326E3" w:rsidRDefault="00C977AE" w:rsidP="00C977AE">
      <w:pPr>
        <w:pStyle w:val="BodyText"/>
        <w:numPr>
          <w:ilvl w:val="0"/>
          <w:numId w:val="9"/>
        </w:numPr>
      </w:pPr>
      <w:r>
        <w:t>R</w:t>
      </w:r>
      <w:r w:rsidR="0093124A">
        <w:t>emember</w:t>
      </w:r>
      <w:r>
        <w:t>ing</w:t>
      </w:r>
      <w:r w:rsidR="0093124A">
        <w:t xml:space="preserve"> a </w:t>
      </w:r>
      <w:r>
        <w:t xml:space="preserve">site’s </w:t>
      </w:r>
      <w:r w:rsidR="0093124A">
        <w:t xml:space="preserve">name </w:t>
      </w:r>
      <w:r>
        <w:t xml:space="preserve">rather </w:t>
      </w:r>
      <w:r w:rsidR="0093124A">
        <w:t xml:space="preserve">than </w:t>
      </w:r>
      <w:r>
        <w:t xml:space="preserve">its </w:t>
      </w:r>
      <w:r w:rsidR="000A0785">
        <w:t xml:space="preserve">IP </w:t>
      </w:r>
      <w:r w:rsidR="0093124A">
        <w:t>address</w:t>
      </w:r>
      <w:r>
        <w:t xml:space="preserve"> is more fun</w:t>
      </w:r>
      <w:r w:rsidR="0093124A">
        <w:t>, too!</w:t>
      </w:r>
    </w:p>
    <w:p w:rsidR="0093124A" w:rsidRDefault="0093124A" w:rsidP="0093124A">
      <w:pPr>
        <w:pStyle w:val="ResourceNo"/>
      </w:pPr>
      <w:r>
        <w:lastRenderedPageBreak/>
        <w:t>Teacher Resource 8.3</w:t>
      </w:r>
    </w:p>
    <w:p w:rsidR="0093124A" w:rsidRDefault="0093124A" w:rsidP="0093124A">
      <w:pPr>
        <w:pStyle w:val="ResourceTitle"/>
      </w:pPr>
      <w:r>
        <w:t>Demonstrations: Access and Authentication</w:t>
      </w:r>
    </w:p>
    <w:p w:rsidR="0093124A" w:rsidRPr="009E51EB" w:rsidRDefault="006D3CC9" w:rsidP="006D3CC9">
      <w:pPr>
        <w:pStyle w:val="Instructions"/>
      </w:pPr>
      <w:r>
        <w:t xml:space="preserve">Using a computer and </w:t>
      </w:r>
      <w:r w:rsidR="00DC033E">
        <w:t xml:space="preserve">an </w:t>
      </w:r>
      <w:r>
        <w:t>LCD projector, perform the procedures outlined below as students follow along on their own computers</w:t>
      </w:r>
      <w:r w:rsidR="0093124A" w:rsidRPr="009E51EB">
        <w:t xml:space="preserve">. Refer to Teacher Resource 8.2 </w:t>
      </w:r>
      <w:r>
        <w:t xml:space="preserve">for additional information about </w:t>
      </w:r>
      <w:r w:rsidR="0093124A" w:rsidRPr="009E51EB">
        <w:t>each demonstration.</w:t>
      </w:r>
    </w:p>
    <w:p w:rsidR="0093124A" w:rsidRPr="00C54015" w:rsidRDefault="0093124A" w:rsidP="0093124A">
      <w:pPr>
        <w:pStyle w:val="H1"/>
        <w:rPr>
          <w:b w:val="0"/>
        </w:rPr>
      </w:pPr>
      <w:r w:rsidRPr="004716C4">
        <w:t>Activities</w:t>
      </w:r>
    </w:p>
    <w:p w:rsidR="0093124A" w:rsidRPr="00C54015" w:rsidRDefault="0093124A" w:rsidP="00C34B6A">
      <w:pPr>
        <w:pStyle w:val="H2"/>
      </w:pPr>
      <w:r w:rsidRPr="00C54015">
        <w:t>File Permissions in Peer</w:t>
      </w:r>
      <w:r w:rsidR="00B9431A">
        <w:t>-</w:t>
      </w:r>
      <w:r w:rsidRPr="00C54015">
        <w:t>to</w:t>
      </w:r>
      <w:r w:rsidR="00B9431A">
        <w:t>-</w:t>
      </w:r>
      <w:r w:rsidRPr="00C54015">
        <w:t>Peer Networks</w:t>
      </w:r>
    </w:p>
    <w:p w:rsidR="0093124A" w:rsidRPr="00C54015" w:rsidRDefault="0093124A" w:rsidP="00B9431A">
      <w:pPr>
        <w:pStyle w:val="BodyText"/>
      </w:pPr>
      <w:r w:rsidRPr="00C54015">
        <w:t xml:space="preserve">Lead students through the process of viewing and changing file permissions in </w:t>
      </w:r>
      <w:r w:rsidR="00B9431A">
        <w:t>p</w:t>
      </w:r>
      <w:r w:rsidRPr="00C54015">
        <w:t>eer</w:t>
      </w:r>
      <w:r w:rsidR="00B9431A">
        <w:t>-</w:t>
      </w:r>
      <w:r w:rsidRPr="00C54015">
        <w:t>to</w:t>
      </w:r>
      <w:r w:rsidR="00B9431A">
        <w:t>-p</w:t>
      </w:r>
      <w:r w:rsidRPr="00C54015">
        <w:t xml:space="preserve">eer </w:t>
      </w:r>
      <w:r w:rsidR="00B9431A">
        <w:t>n</w:t>
      </w:r>
      <w:r w:rsidRPr="00C54015">
        <w:t xml:space="preserve">etworks.  Explain that students can decide which folders to share and the level of permission they want to grant other users. They can share the whole drive or </w:t>
      </w:r>
      <w:r w:rsidR="00B9431A">
        <w:t xml:space="preserve">just </w:t>
      </w:r>
      <w:r w:rsidRPr="00C54015">
        <w:t>specific folders. They can assign Read Only, Write</w:t>
      </w:r>
      <w:r w:rsidR="006C7E2F">
        <w:t xml:space="preserve"> Only</w:t>
      </w:r>
      <w:r w:rsidRPr="00C54015">
        <w:t xml:space="preserve">/Change, or Full Access, depending </w:t>
      </w:r>
      <w:r w:rsidR="00B9431A">
        <w:t xml:space="preserve">on </w:t>
      </w:r>
      <w:r w:rsidRPr="00C54015">
        <w:t xml:space="preserve">how much control they wish to give to other users. </w:t>
      </w:r>
    </w:p>
    <w:p w:rsidR="0093124A" w:rsidRPr="00B91F05" w:rsidRDefault="0093124A" w:rsidP="0093124A">
      <w:pPr>
        <w:pStyle w:val="BodyText"/>
      </w:pPr>
      <w:r w:rsidRPr="00C54015">
        <w:t xml:space="preserve">Show students where </w:t>
      </w:r>
      <w:r w:rsidR="000A0785">
        <w:t xml:space="preserve">they will be able </w:t>
      </w:r>
      <w:r w:rsidRPr="00C54015">
        <w:t>to view and change these permissions</w:t>
      </w:r>
      <w:r w:rsidR="007F3E4A" w:rsidRPr="007F3E4A">
        <w:t xml:space="preserve"> </w:t>
      </w:r>
      <w:r w:rsidR="007F3E4A" w:rsidRPr="00C54015">
        <w:t>on the computer</w:t>
      </w:r>
      <w:r w:rsidRPr="00B91F05">
        <w:t xml:space="preserve">. </w:t>
      </w:r>
    </w:p>
    <w:p w:rsidR="0093124A" w:rsidRPr="00B91F05" w:rsidRDefault="0093124A" w:rsidP="00621313">
      <w:pPr>
        <w:pStyle w:val="BodyText"/>
      </w:pPr>
      <w:r w:rsidRPr="00B91F05">
        <w:t>First, if using Win</w:t>
      </w:r>
      <w:r w:rsidR="005838B1">
        <w:t>dows</w:t>
      </w:r>
      <w:r w:rsidRPr="00B91F05">
        <w:t xml:space="preserve"> XP, turn off </w:t>
      </w:r>
      <w:r w:rsidR="005838B1">
        <w:t>s</w:t>
      </w:r>
      <w:r w:rsidRPr="00B91F05">
        <w:t xml:space="preserve">imple file sharing to enable full control over who views files. Go to My Computer, and in the Tools menu, click Folder Options. In the dialog box that appears, select the View </w:t>
      </w:r>
      <w:r w:rsidR="005838B1">
        <w:t>t</w:t>
      </w:r>
      <w:r w:rsidRPr="00B91F05">
        <w:t xml:space="preserve">ab. In the Advanced Settings section, make sure “Use simple file sharing” is </w:t>
      </w:r>
      <w:r w:rsidR="005838B1" w:rsidRPr="005838B1">
        <w:rPr>
          <w:b/>
          <w:bCs/>
        </w:rPr>
        <w:t>not</w:t>
      </w:r>
      <w:r w:rsidR="005838B1" w:rsidRPr="00B91F05">
        <w:t xml:space="preserve"> </w:t>
      </w:r>
      <w:r w:rsidRPr="00B91F05">
        <w:t>selected.</w:t>
      </w:r>
    </w:p>
    <w:p w:rsidR="0093124A" w:rsidRPr="00B91F05" w:rsidRDefault="0093124A" w:rsidP="005632A2">
      <w:pPr>
        <w:pStyle w:val="BodyText"/>
      </w:pPr>
      <w:r w:rsidRPr="00B91F05">
        <w:t>Then, to configure file sharing, students can right-click a folder and select Properties</w:t>
      </w:r>
      <w:r w:rsidR="005838B1">
        <w:t>,</w:t>
      </w:r>
      <w:r w:rsidRPr="00B91F05">
        <w:t xml:space="preserve"> and then the Sharing tab. To share files, </w:t>
      </w:r>
      <w:r w:rsidR="005838B1">
        <w:t>students</w:t>
      </w:r>
      <w:r w:rsidR="005838B1" w:rsidRPr="00B91F05">
        <w:t xml:space="preserve"> </w:t>
      </w:r>
      <w:r w:rsidRPr="00B91F05">
        <w:t xml:space="preserve">will need to select “Share this folder,” then supply a name by which the folder can be recognized on the network. </w:t>
      </w:r>
      <w:r w:rsidR="005632A2">
        <w:t>Here t</w:t>
      </w:r>
      <w:r w:rsidRPr="00B91F05">
        <w:t xml:space="preserve">hey can also enter a maximum </w:t>
      </w:r>
      <w:r w:rsidR="005632A2">
        <w:t>number</w:t>
      </w:r>
      <w:r w:rsidR="005632A2" w:rsidRPr="00B91F05">
        <w:t xml:space="preserve"> </w:t>
      </w:r>
      <w:r w:rsidRPr="00B91F05">
        <w:t xml:space="preserve">of users allowed to view the file at once. </w:t>
      </w:r>
    </w:p>
    <w:p w:rsidR="0093124A" w:rsidRPr="00B91F05" w:rsidRDefault="0093124A" w:rsidP="00C81ADD">
      <w:pPr>
        <w:pStyle w:val="BodyText"/>
      </w:pPr>
      <w:r w:rsidRPr="00B91F05">
        <w:t>To set restrictions and limitations of the permissions, students can then select the Security tab.</w:t>
      </w:r>
    </w:p>
    <w:p w:rsidR="0093124A" w:rsidRPr="00B91F05" w:rsidRDefault="0093124A" w:rsidP="00C81ADD">
      <w:pPr>
        <w:pStyle w:val="BodyText"/>
      </w:pPr>
      <w:r w:rsidRPr="00B91F05">
        <w:t>In the box that appears</w:t>
      </w:r>
      <w:r w:rsidR="00C81ADD">
        <w:t>,</w:t>
      </w:r>
      <w:r w:rsidRPr="00B91F05">
        <w:t xml:space="preserve"> they can select Add to find users or groups with whom to share files, or click </w:t>
      </w:r>
      <w:proofErr w:type="gramStart"/>
      <w:r w:rsidRPr="00B91F05">
        <w:t>Remove</w:t>
      </w:r>
      <w:proofErr w:type="gramEnd"/>
      <w:r w:rsidRPr="00B91F05">
        <w:t xml:space="preserve"> to select a group they do not want to share files with.</w:t>
      </w:r>
    </w:p>
    <w:p w:rsidR="0093124A" w:rsidRPr="00C54015" w:rsidRDefault="0093124A" w:rsidP="00C81ADD">
      <w:pPr>
        <w:pStyle w:val="BodyText"/>
      </w:pPr>
      <w:r w:rsidRPr="00B91F05">
        <w:t xml:space="preserve">Then, for each group, </w:t>
      </w:r>
      <w:r w:rsidR="00C81ADD">
        <w:t>students</w:t>
      </w:r>
      <w:r w:rsidR="00C81ADD" w:rsidRPr="00B91F05">
        <w:t xml:space="preserve"> </w:t>
      </w:r>
      <w:r w:rsidRPr="00B91F05">
        <w:t>can assign varying levels of permissions, which function as variations on the following:</w:t>
      </w:r>
    </w:p>
    <w:p w:rsidR="0093124A" w:rsidRPr="00C54015" w:rsidRDefault="0093124A" w:rsidP="00C34B6A">
      <w:pPr>
        <w:pStyle w:val="BL"/>
      </w:pPr>
      <w:r w:rsidRPr="00C54015">
        <w:t>Read Only</w:t>
      </w:r>
      <w:r w:rsidR="00C81ADD">
        <w:t>:</w:t>
      </w:r>
      <w:r w:rsidRPr="00C54015">
        <w:t xml:space="preserve"> You want your friend to read a poem you wrote but not to make any changes to your work.</w:t>
      </w:r>
    </w:p>
    <w:p w:rsidR="0093124A" w:rsidRPr="00C54015" w:rsidRDefault="0093124A" w:rsidP="00C34B6A">
      <w:pPr>
        <w:pStyle w:val="BL"/>
      </w:pPr>
      <w:r w:rsidRPr="00C54015">
        <w:t>Write</w:t>
      </w:r>
      <w:r w:rsidR="006C7E2F">
        <w:t xml:space="preserve"> </w:t>
      </w:r>
      <w:proofErr w:type="gramStart"/>
      <w:r w:rsidR="006C7E2F">
        <w:t>Only</w:t>
      </w:r>
      <w:r w:rsidRPr="00C54015">
        <w:t>/</w:t>
      </w:r>
      <w:proofErr w:type="gramEnd"/>
      <w:r w:rsidRPr="00C54015">
        <w:t>Change</w:t>
      </w:r>
      <w:r w:rsidR="00C81ADD">
        <w:t>:</w:t>
      </w:r>
      <w:r w:rsidRPr="00C54015">
        <w:t xml:space="preserve"> You want a friend to help edit your essay but you don’t want </w:t>
      </w:r>
      <w:r w:rsidR="00C81ADD">
        <w:t>her</w:t>
      </w:r>
      <w:r w:rsidRPr="00C54015">
        <w:t xml:space="preserve"> deleting it.</w:t>
      </w:r>
    </w:p>
    <w:p w:rsidR="0093124A" w:rsidRDefault="0093124A" w:rsidP="00C34B6A">
      <w:pPr>
        <w:pStyle w:val="BL"/>
      </w:pPr>
      <w:r w:rsidRPr="00C54015">
        <w:t>Full Access</w:t>
      </w:r>
      <w:r w:rsidR="00C81ADD">
        <w:t>:</w:t>
      </w:r>
      <w:r w:rsidRPr="00C54015">
        <w:t xml:space="preserve"> Your friend wrote an essay on your laptop computer, so now you want to share it with him and grant </w:t>
      </w:r>
      <w:r w:rsidR="007976AE">
        <w:t xml:space="preserve">him </w:t>
      </w:r>
      <w:r w:rsidRPr="00C54015">
        <w:t>full access to make changes or delete it.</w:t>
      </w:r>
    </w:p>
    <w:p w:rsidR="007E76E7" w:rsidRDefault="007E76E7" w:rsidP="007E76E7">
      <w:pPr>
        <w:pStyle w:val="BodyText"/>
      </w:pPr>
      <w:r w:rsidRPr="007E76E7">
        <w:rPr>
          <w:b/>
          <w:bCs/>
        </w:rPr>
        <w:t>Note</w:t>
      </w:r>
      <w:r>
        <w:t>: If teacher and student computers are blocked and you cannot access file sharing, there are other options:</w:t>
      </w:r>
    </w:p>
    <w:p w:rsidR="000E7741" w:rsidRPr="00C34B6A" w:rsidRDefault="000E7741" w:rsidP="00C34B6A">
      <w:pPr>
        <w:pStyle w:val="BL"/>
      </w:pPr>
      <w:r w:rsidRPr="00C34B6A">
        <w:t>Connect two computers with a crossover cable.</w:t>
      </w:r>
    </w:p>
    <w:p w:rsidR="007E76E7" w:rsidRPr="00C34B6A" w:rsidRDefault="007E76E7" w:rsidP="00C34B6A">
      <w:pPr>
        <w:pStyle w:val="BL"/>
      </w:pPr>
      <w:r w:rsidRPr="00C34B6A">
        <w:t>Use a</w:t>
      </w:r>
      <w:r w:rsidR="000E7741" w:rsidRPr="00C34B6A">
        <w:t xml:space="preserve"> </w:t>
      </w:r>
      <w:r w:rsidRPr="00C34B6A">
        <w:t>computer that is not connected to your school’s network and show students the various settings using an LCD projector. You do not need a computer that has Internet access.</w:t>
      </w:r>
    </w:p>
    <w:p w:rsidR="007E76E7" w:rsidRPr="00C34B6A" w:rsidRDefault="007E76E7" w:rsidP="00C34B6A">
      <w:pPr>
        <w:pStyle w:val="BL"/>
      </w:pPr>
      <w:r w:rsidRPr="00C34B6A">
        <w:t>Ask students to take some notes on file sharing and try looking at the menus on their home computers. Remind them that Internet access is not necessary.</w:t>
      </w:r>
    </w:p>
    <w:p w:rsidR="00CD5B95" w:rsidRPr="00C54015" w:rsidRDefault="00CD5B95" w:rsidP="00CD5B95">
      <w:pPr>
        <w:pStyle w:val="BodyText"/>
      </w:pPr>
    </w:p>
    <w:p w:rsidR="0093124A" w:rsidRPr="00C54015" w:rsidRDefault="0093124A" w:rsidP="00C34B6A">
      <w:pPr>
        <w:pStyle w:val="H2"/>
      </w:pPr>
      <w:r w:rsidRPr="00C54015">
        <w:lastRenderedPageBreak/>
        <w:t>Roaming Authentication on a Client/Server Network</w:t>
      </w:r>
    </w:p>
    <w:p w:rsidR="0093124A" w:rsidRPr="00C54015" w:rsidRDefault="0093124A" w:rsidP="004B2D22">
      <w:pPr>
        <w:pStyle w:val="BodyText"/>
      </w:pPr>
      <w:r w:rsidRPr="00C54015">
        <w:t xml:space="preserve">In </w:t>
      </w:r>
      <w:proofErr w:type="spellStart"/>
      <w:r w:rsidRPr="00C54015">
        <w:t>Inkshedding</w:t>
      </w:r>
      <w:proofErr w:type="spellEnd"/>
      <w:r w:rsidRPr="00C54015">
        <w:t xml:space="preserve"> Station 6, students studied how domain controllers allow user profiles to be stored on a central server so that users can log in from any client machine. Show students the diagram from that station again, to illustrate how user profiles and other documents are stored separately.  </w:t>
      </w:r>
    </w:p>
    <w:p w:rsidR="0093124A" w:rsidRPr="00C54015" w:rsidRDefault="0093124A" w:rsidP="007976AE">
      <w:pPr>
        <w:pStyle w:val="BodyText"/>
      </w:pPr>
      <w:r w:rsidRPr="00C54015">
        <w:t>Storing everything on central servers means that users don’t have to be tied to one client computer to access their information. All their user information</w:t>
      </w:r>
      <w:r w:rsidR="004B2D22">
        <w:t>,</w:t>
      </w:r>
      <w:r w:rsidRPr="00C54015">
        <w:t xml:space="preserve"> such as login name and password, documents</w:t>
      </w:r>
      <w:r w:rsidR="004B2D22">
        <w:t>,</w:t>
      </w:r>
      <w:r w:rsidRPr="00C54015">
        <w:t xml:space="preserve"> system settings</w:t>
      </w:r>
      <w:r w:rsidR="004B2D22">
        <w:t>,</w:t>
      </w:r>
      <w:r w:rsidRPr="00C54015">
        <w:t xml:space="preserve"> and preferences</w:t>
      </w:r>
      <w:r w:rsidR="004B2D22">
        <w:t>,</w:t>
      </w:r>
      <w:r w:rsidRPr="00C54015">
        <w:t xml:space="preserve"> are stored in a </w:t>
      </w:r>
      <w:r w:rsidR="004B2D22">
        <w:t>d</w:t>
      </w:r>
      <w:r w:rsidRPr="00C54015">
        <w:t xml:space="preserve">omain </w:t>
      </w:r>
      <w:r w:rsidR="004B2D22">
        <w:t>c</w:t>
      </w:r>
      <w:r w:rsidRPr="00C54015">
        <w:t>ontroller. If they are used to working at one desk but that computer fails, they can simply go to another cubicle and work from a different computer by logging in</w:t>
      </w:r>
      <w:r w:rsidR="004B2D22">
        <w:t xml:space="preserve"> </w:t>
      </w:r>
      <w:r w:rsidRPr="00C54015">
        <w:t xml:space="preserve">to the server with their login and password.  </w:t>
      </w:r>
    </w:p>
    <w:p w:rsidR="0093124A" w:rsidRPr="00C54015" w:rsidRDefault="0093124A" w:rsidP="000A7E19">
      <w:pPr>
        <w:pStyle w:val="BodyText"/>
      </w:pPr>
      <w:r w:rsidRPr="00C54015">
        <w:t xml:space="preserve">When accessing files from the </w:t>
      </w:r>
      <w:r w:rsidR="004B2D22">
        <w:t>w</w:t>
      </w:r>
      <w:r w:rsidRPr="00C54015">
        <w:t xml:space="preserve">eb, you are also using client/server networks. The computer and </w:t>
      </w:r>
      <w:r w:rsidR="004B2D22">
        <w:t xml:space="preserve">the </w:t>
      </w:r>
      <w:r w:rsidRPr="00C54015">
        <w:t xml:space="preserve">web browser </w:t>
      </w:r>
      <w:r w:rsidR="004B2D22">
        <w:t>it</w:t>
      </w:r>
      <w:r w:rsidRPr="00C54015">
        <w:t xml:space="preserve"> use</w:t>
      </w:r>
      <w:r w:rsidR="004B2D22">
        <w:t>s</w:t>
      </w:r>
      <w:r w:rsidRPr="00C54015">
        <w:t xml:space="preserve"> to access </w:t>
      </w:r>
      <w:r w:rsidR="004B2D22">
        <w:t>a</w:t>
      </w:r>
      <w:r w:rsidRPr="00C54015">
        <w:t xml:space="preserve"> website are the clients, in this case. (Clients can be the user, the software</w:t>
      </w:r>
      <w:r w:rsidR="004B2D22">
        <w:t>,</w:t>
      </w:r>
      <w:r w:rsidRPr="00C54015">
        <w:t xml:space="preserve"> or the computer itself</w:t>
      </w:r>
      <w:r w:rsidR="000A7E19">
        <w:t>.</w:t>
      </w:r>
      <w:r w:rsidRPr="00C54015">
        <w:t xml:space="preserve">) The website is stored on a server. When you </w:t>
      </w:r>
      <w:r w:rsidR="004B2D22">
        <w:t>visit</w:t>
      </w:r>
      <w:r w:rsidR="004B2D22" w:rsidRPr="00C54015">
        <w:t xml:space="preserve"> </w:t>
      </w:r>
      <w:r w:rsidRPr="00C54015">
        <w:t xml:space="preserve">a </w:t>
      </w:r>
      <w:r w:rsidR="004B2D22">
        <w:t>w</w:t>
      </w:r>
      <w:r w:rsidRPr="00C54015">
        <w:t xml:space="preserve">ebsite, the client is retrieving the </w:t>
      </w:r>
      <w:r w:rsidR="004B2D22">
        <w:t>w</w:t>
      </w:r>
      <w:r w:rsidRPr="00C54015">
        <w:t xml:space="preserve">eb page files from a server on the Internet, </w:t>
      </w:r>
      <w:r w:rsidR="007976AE">
        <w:t>as</w:t>
      </w:r>
      <w:r w:rsidR="007976AE" w:rsidRPr="00C54015">
        <w:t xml:space="preserve"> </w:t>
      </w:r>
      <w:r w:rsidRPr="00C54015">
        <w:t xml:space="preserve">it would from an intranet on a local network. </w:t>
      </w:r>
    </w:p>
    <w:p w:rsidR="0093124A" w:rsidRPr="00C54015" w:rsidRDefault="0093124A" w:rsidP="004B2D22">
      <w:pPr>
        <w:pStyle w:val="BodyText"/>
      </w:pPr>
      <w:r w:rsidRPr="00C54015">
        <w:t>Have students load a web browser and log in to an online account such as their Yahoo</w:t>
      </w:r>
      <w:r w:rsidR="000A7E19">
        <w:t>!</w:t>
      </w:r>
      <w:r w:rsidRPr="00C54015">
        <w:t xml:space="preserve"> mail, Google mail, or My</w:t>
      </w:r>
      <w:r w:rsidR="004B2D22">
        <w:t>S</w:t>
      </w:r>
      <w:r w:rsidRPr="00C54015">
        <w:t xml:space="preserve">pace account. These logins are what is called </w:t>
      </w:r>
      <w:r w:rsidR="004B2D22">
        <w:t>“a</w:t>
      </w:r>
      <w:r w:rsidRPr="00C54015">
        <w:t>uthentication.</w:t>
      </w:r>
      <w:r w:rsidR="004B2D22">
        <w:t>”</w:t>
      </w:r>
      <w:r w:rsidRPr="00C54015">
        <w:t xml:space="preserve">  </w:t>
      </w:r>
    </w:p>
    <w:p w:rsidR="0093124A" w:rsidRPr="00C54015" w:rsidRDefault="0093124A" w:rsidP="004B2D22">
      <w:pPr>
        <w:pStyle w:val="BodyText"/>
      </w:pPr>
      <w:r w:rsidRPr="00C54015">
        <w:t>Ask students whether they can also access these accounts from another computer at home, in the school library</w:t>
      </w:r>
      <w:r w:rsidR="004B2D22">
        <w:t>,</w:t>
      </w:r>
      <w:r w:rsidRPr="00C54015">
        <w:t xml:space="preserve"> or at a friend’s house. Explain that this is an example of what is called “</w:t>
      </w:r>
      <w:r w:rsidR="004B2D22">
        <w:t>r</w:t>
      </w:r>
      <w:r w:rsidRPr="00C54015">
        <w:t>oaming authentication,” because you can authenticate from many workstations</w:t>
      </w:r>
      <w:r w:rsidR="004B2D22">
        <w:t>,</w:t>
      </w:r>
      <w:r w:rsidRPr="00C54015">
        <w:t xml:space="preserve"> or “roam.” Students may be familiar with the concept of </w:t>
      </w:r>
      <w:r w:rsidR="004B2D22">
        <w:t>r</w:t>
      </w:r>
      <w:r w:rsidRPr="00C54015">
        <w:t>oaming from their cell phone usage. Roaming is also used in cellular networks to authenticate your phone number on another provider’s network.</w:t>
      </w:r>
    </w:p>
    <w:p w:rsidR="0093124A" w:rsidRPr="00C54015" w:rsidRDefault="0093124A" w:rsidP="004B2D22">
      <w:pPr>
        <w:pStyle w:val="BodyText"/>
      </w:pPr>
      <w:r w:rsidRPr="00C54015">
        <w:t xml:space="preserve">In large companies, administrators use </w:t>
      </w:r>
      <w:r w:rsidR="004B2D22">
        <w:t>r</w:t>
      </w:r>
      <w:r w:rsidRPr="00C54015">
        <w:t xml:space="preserve">oaming </w:t>
      </w:r>
      <w:r w:rsidR="004B2D22">
        <w:t>a</w:t>
      </w:r>
      <w:r w:rsidRPr="00C54015">
        <w:t xml:space="preserve">uthentication to control user access to shared folders and applications within the company network. The local area network using a client/server network is called an </w:t>
      </w:r>
      <w:r w:rsidR="004B2D22">
        <w:t>i</w:t>
      </w:r>
      <w:r w:rsidRPr="00C54015">
        <w:t xml:space="preserve">ntranet, </w:t>
      </w:r>
      <w:r w:rsidRPr="00B91F05">
        <w:rPr>
          <w:i/>
        </w:rPr>
        <w:t>intra</w:t>
      </w:r>
      <w:r w:rsidRPr="00C54015">
        <w:t xml:space="preserve"> meaning </w:t>
      </w:r>
      <w:r w:rsidR="00562FFD">
        <w:t>“</w:t>
      </w:r>
      <w:r w:rsidRPr="00C54015">
        <w:t>inside.</w:t>
      </w:r>
      <w:r w:rsidR="00562FFD">
        <w:t>”</w:t>
      </w:r>
      <w:r w:rsidRPr="00C54015">
        <w:t xml:space="preserve"> </w:t>
      </w:r>
      <w:r w:rsidRPr="004B2D22">
        <w:rPr>
          <w:i/>
          <w:iCs/>
        </w:rPr>
        <w:t>Inter,</w:t>
      </w:r>
      <w:r w:rsidRPr="00C54015">
        <w:t xml:space="preserve"> from Internet, on the other hand, means </w:t>
      </w:r>
      <w:r w:rsidR="00562FFD">
        <w:t>“existing between” and suggests connection—</w:t>
      </w:r>
      <w:r w:rsidRPr="00C54015">
        <w:t xml:space="preserve">the connection of many LANs, </w:t>
      </w:r>
      <w:r w:rsidR="00562FFD">
        <w:t xml:space="preserve">in the case of Internet; </w:t>
      </w:r>
      <w:r w:rsidRPr="00C54015">
        <w:t xml:space="preserve">the word being related to </w:t>
      </w:r>
      <w:r w:rsidRPr="00B91F05">
        <w:rPr>
          <w:i/>
        </w:rPr>
        <w:t>intertwine</w:t>
      </w:r>
      <w:r w:rsidRPr="00C54015">
        <w:t xml:space="preserve">, an </w:t>
      </w:r>
      <w:r w:rsidR="004B2D22">
        <w:rPr>
          <w:i/>
        </w:rPr>
        <w:t>i</w:t>
      </w:r>
      <w:r w:rsidRPr="00B91F05">
        <w:rPr>
          <w:i/>
        </w:rPr>
        <w:t>nterstate</w:t>
      </w:r>
      <w:r w:rsidRPr="00C54015">
        <w:t xml:space="preserve"> highway, or </w:t>
      </w:r>
      <w:r w:rsidRPr="00B91F05">
        <w:rPr>
          <w:i/>
        </w:rPr>
        <w:t>intermediate</w:t>
      </w:r>
      <w:r w:rsidRPr="00C54015">
        <w:t xml:space="preserve">.  </w:t>
      </w:r>
    </w:p>
    <w:p w:rsidR="0093124A" w:rsidRPr="00C54015" w:rsidRDefault="0093124A" w:rsidP="00C34B6A">
      <w:pPr>
        <w:pStyle w:val="H2"/>
      </w:pPr>
      <w:r w:rsidRPr="00C54015">
        <w:t>Mapping a Shared Drive</w:t>
      </w:r>
      <w:r w:rsidR="00042BD4">
        <w:t>—</w:t>
      </w:r>
      <w:r w:rsidRPr="00C54015">
        <w:t xml:space="preserve">File </w:t>
      </w:r>
      <w:r w:rsidR="00042BD4">
        <w:t>S</w:t>
      </w:r>
      <w:r w:rsidRPr="00C54015">
        <w:t>haring on a Client/Server Network</w:t>
      </w:r>
    </w:p>
    <w:p w:rsidR="0093124A" w:rsidRPr="00B91F05" w:rsidRDefault="0093124A" w:rsidP="00042BD4">
      <w:pPr>
        <w:pStyle w:val="BodyText"/>
      </w:pPr>
      <w:r w:rsidRPr="00B91F05">
        <w:t>In a peer</w:t>
      </w:r>
      <w:r w:rsidR="00042BD4">
        <w:t>-to-peer</w:t>
      </w:r>
      <w:r w:rsidRPr="00B91F05">
        <w:t xml:space="preserve"> network, if someone shuts his computer down, his files will no longer be available for others. One benefit of using a client/server network is that files will always be available so long as the server is running.  </w:t>
      </w:r>
    </w:p>
    <w:p w:rsidR="0093124A" w:rsidRPr="00B91F05" w:rsidRDefault="0093124A" w:rsidP="00042BD4">
      <w:pPr>
        <w:pStyle w:val="BodyText"/>
      </w:pPr>
      <w:r w:rsidRPr="00B91F05">
        <w:t>Shortcuts make it easier to share files</w:t>
      </w:r>
      <w:r w:rsidR="00042BD4">
        <w:t>—</w:t>
      </w:r>
      <w:r w:rsidRPr="00B91F05">
        <w:t xml:space="preserve">you don’t need to memorize the list of embedded folders that a certain document is stored on.   </w:t>
      </w:r>
    </w:p>
    <w:p w:rsidR="0093124A" w:rsidRPr="00B91F05" w:rsidRDefault="0093124A" w:rsidP="00042BD4">
      <w:pPr>
        <w:pStyle w:val="BodyText"/>
      </w:pPr>
      <w:r w:rsidRPr="00B91F05">
        <w:t>When working off a server, you can also mount a shared network drive, so that it shows up under My Computer as if it were on the local machine. This is done by assigning a drive letter to the shared drive.  The main hard drive’s letter of any computer is usually C, and additional ones might be assigned as D, E, or any others. When the letter appears with the network drive, it is “mapped” to the drive.</w:t>
      </w:r>
    </w:p>
    <w:p w:rsidR="0093124A" w:rsidRPr="00F444FC" w:rsidRDefault="0093124A" w:rsidP="00025B7C">
      <w:pPr>
        <w:pStyle w:val="BodyText"/>
        <w:rPr>
          <w:rFonts w:ascii="ArialMS" w:hAnsi="ArialMS"/>
        </w:rPr>
      </w:pPr>
      <w:r w:rsidRPr="00B91F05">
        <w:t>Here are the steps</w:t>
      </w:r>
      <w:r w:rsidR="00025B7C">
        <w:t xml:space="preserve"> for mapping a network drive</w:t>
      </w:r>
      <w:r w:rsidRPr="00B91F05">
        <w:t>:</w:t>
      </w:r>
    </w:p>
    <w:p w:rsidR="0093124A" w:rsidRPr="00C34B6A" w:rsidRDefault="0093124A" w:rsidP="00C34B6A">
      <w:pPr>
        <w:pStyle w:val="Numbered"/>
      </w:pPr>
      <w:r w:rsidRPr="00C34B6A">
        <w:t xml:space="preserve">Open the Windows Start </w:t>
      </w:r>
      <w:r w:rsidR="00025B7C" w:rsidRPr="00C34B6A">
        <w:t>m</w:t>
      </w:r>
      <w:r w:rsidRPr="00C34B6A">
        <w:t>enu and find My Computer</w:t>
      </w:r>
      <w:r w:rsidR="00025B7C" w:rsidRPr="00C34B6A">
        <w:t>.</w:t>
      </w:r>
    </w:p>
    <w:p w:rsidR="0093124A" w:rsidRPr="00C34B6A" w:rsidRDefault="0093124A" w:rsidP="00C34B6A">
      <w:pPr>
        <w:pStyle w:val="Numbered"/>
      </w:pPr>
      <w:r w:rsidRPr="00C34B6A">
        <w:t>Select the Tools menu and click Map Network Drive.</w:t>
      </w:r>
    </w:p>
    <w:p w:rsidR="0093124A" w:rsidRPr="00C34B6A" w:rsidRDefault="0093124A" w:rsidP="00C34B6A">
      <w:pPr>
        <w:pStyle w:val="Numbered"/>
      </w:pPr>
      <w:r w:rsidRPr="00C34B6A">
        <w:t>In the window that opens, select the drop</w:t>
      </w:r>
      <w:r w:rsidR="00025B7C" w:rsidRPr="00C34B6A">
        <w:t>-</w:t>
      </w:r>
      <w:r w:rsidRPr="00C34B6A">
        <w:t xml:space="preserve">down list next to “Drive:” </w:t>
      </w:r>
    </w:p>
    <w:p w:rsidR="0093124A" w:rsidRPr="00C34B6A" w:rsidRDefault="0093124A" w:rsidP="00C34B6A">
      <w:pPr>
        <w:pStyle w:val="Numbered"/>
      </w:pPr>
      <w:r w:rsidRPr="00C34B6A">
        <w:lastRenderedPageBreak/>
        <w:t>Any drives that have already been mapped will show the folder name in the list. Select a drive letter that hasn’t been assigned yet.</w:t>
      </w:r>
    </w:p>
    <w:p w:rsidR="0093124A" w:rsidRPr="00C34B6A" w:rsidRDefault="0093124A" w:rsidP="00C34B6A">
      <w:pPr>
        <w:pStyle w:val="Numbered"/>
      </w:pPr>
      <w:r w:rsidRPr="00C34B6A">
        <w:t>Click the Browse button to find the shared network folder that you want to map.</w:t>
      </w:r>
    </w:p>
    <w:p w:rsidR="0093124A" w:rsidRPr="00C34B6A" w:rsidRDefault="0093124A" w:rsidP="00C34B6A">
      <w:pPr>
        <w:pStyle w:val="Numbered"/>
      </w:pPr>
      <w:r w:rsidRPr="00C34B6A">
        <w:t xml:space="preserve">If you want the computer to always recognize that drive, select “Reconnect at login.” Otherwise, the drive will be </w:t>
      </w:r>
      <w:r w:rsidR="00025B7C" w:rsidRPr="00C34B6A">
        <w:t xml:space="preserve">only </w:t>
      </w:r>
      <w:r w:rsidRPr="00C34B6A">
        <w:t>temporarily connected while the user is logged in.</w:t>
      </w:r>
    </w:p>
    <w:p w:rsidR="0093124A" w:rsidRPr="00C34B6A" w:rsidRDefault="0093124A" w:rsidP="0093124A">
      <w:pPr>
        <w:pStyle w:val="Numbered"/>
        <w:widowControl w:val="0"/>
        <w:spacing w:after="0"/>
        <w:ind w:left="360" w:firstLine="0"/>
        <w:rPr>
          <w:rFonts w:ascii="ArialMS" w:hAnsi="ArialMS"/>
        </w:rPr>
      </w:pPr>
      <w:r w:rsidRPr="00C34B6A">
        <w:t>Click Finish.</w:t>
      </w:r>
    </w:p>
    <w:p w:rsidR="0093124A" w:rsidRPr="00F448F8" w:rsidRDefault="0093124A" w:rsidP="0093124A">
      <w:pPr>
        <w:widowControl w:val="0"/>
        <w:autoSpaceDE w:val="0"/>
        <w:autoSpaceDN w:val="0"/>
        <w:adjustRightInd w:val="0"/>
        <w:spacing w:after="0" w:line="240" w:lineRule="auto"/>
        <w:ind w:left="0" w:firstLine="0"/>
        <w:rPr>
          <w:rFonts w:ascii="ArialMS" w:hAnsi="ArialMS"/>
          <w:bCs/>
          <w:szCs w:val="20"/>
        </w:rPr>
      </w:pPr>
      <w:r w:rsidRPr="00F448F8">
        <w:rPr>
          <w:rFonts w:ascii="ArialMS" w:hAnsi="ArialMS"/>
          <w:bCs/>
          <w:szCs w:val="20"/>
        </w:rPr>
        <w:t xml:space="preserve">Troubleshooting: </w:t>
      </w:r>
    </w:p>
    <w:p w:rsidR="0093124A" w:rsidRPr="00C34B6A" w:rsidRDefault="0093124A" w:rsidP="00C34B6A">
      <w:pPr>
        <w:pStyle w:val="BL"/>
      </w:pPr>
      <w:r w:rsidRPr="00C34B6A">
        <w:t>If the disk letter was previously assigned to a different folder, a dialog box will ask whether you wish to disconnect the previous mounted drive.</w:t>
      </w:r>
    </w:p>
    <w:p w:rsidR="0093124A" w:rsidRPr="00C34B6A" w:rsidRDefault="0093124A" w:rsidP="00C34B6A">
      <w:pPr>
        <w:pStyle w:val="BL"/>
      </w:pPr>
      <w:r w:rsidRPr="00C34B6A">
        <w:t>If it cannot be mapped, make sure the folder name is spelled correctly</w:t>
      </w:r>
      <w:r w:rsidR="009031C8" w:rsidRPr="00C34B6A">
        <w:t xml:space="preserve"> and</w:t>
      </w:r>
      <w:r w:rsidRPr="00C34B6A">
        <w:t xml:space="preserve"> correctly set up to be shared, and that the correct user name and password have been entered.</w:t>
      </w:r>
    </w:p>
    <w:p w:rsidR="0093124A" w:rsidRPr="00F444FC" w:rsidRDefault="0093124A" w:rsidP="00C34B6A">
      <w:pPr>
        <w:pStyle w:val="BL"/>
      </w:pPr>
      <w:r w:rsidRPr="00C34B6A">
        <w:t>To disconnect: Select My Computer</w:t>
      </w:r>
      <w:r w:rsidR="008A28F8" w:rsidRPr="00C34B6A">
        <w:t xml:space="preserve"> &gt;</w:t>
      </w:r>
      <w:r w:rsidRPr="00C34B6A">
        <w:t xml:space="preserve">Tools and </w:t>
      </w:r>
      <w:r w:rsidR="007976AE" w:rsidRPr="00C34B6A">
        <w:t>click</w:t>
      </w:r>
      <w:r w:rsidRPr="00C34B6A">
        <w:t xml:space="preserve"> Disconnect Network Drive</w:t>
      </w:r>
      <w:r w:rsidR="009031C8" w:rsidRPr="00C34B6A">
        <w:t>.</w:t>
      </w:r>
    </w:p>
    <w:p w:rsidR="0093124A" w:rsidRPr="00B91F05" w:rsidRDefault="0093124A" w:rsidP="00C34B6A">
      <w:pPr>
        <w:pStyle w:val="H2"/>
      </w:pPr>
      <w:r w:rsidRPr="00B91F05">
        <w:t>More Information</w:t>
      </w:r>
      <w:r w:rsidR="00F448F8">
        <w:t>:</w:t>
      </w:r>
      <w:r w:rsidRPr="00B91F05">
        <w:t xml:space="preserve"> How Permissions Work in a Client/Server Network</w:t>
      </w:r>
    </w:p>
    <w:p w:rsidR="0093124A" w:rsidRPr="00C54015" w:rsidRDefault="0093124A" w:rsidP="0093124A">
      <w:pPr>
        <w:pStyle w:val="BodyText"/>
      </w:pPr>
      <w:r w:rsidRPr="00C54015">
        <w:t xml:space="preserve">Since user profiles are stored separately from the computers and files, different types of permissions can be set for different users, and users can belong to different types of groups.  </w:t>
      </w:r>
    </w:p>
    <w:p w:rsidR="0093124A" w:rsidRPr="00C54015" w:rsidRDefault="0093124A" w:rsidP="00C40538">
      <w:pPr>
        <w:pStyle w:val="BodyText"/>
      </w:pPr>
      <w:r w:rsidRPr="00C54015">
        <w:t xml:space="preserve">For example, </w:t>
      </w:r>
      <w:r w:rsidR="002F372A">
        <w:t>a company’s</w:t>
      </w:r>
      <w:r w:rsidR="002F372A" w:rsidRPr="00C54015">
        <w:t xml:space="preserve"> </w:t>
      </w:r>
      <w:r w:rsidRPr="00C54015">
        <w:t xml:space="preserve">Accounting department might have access to a network drive for all </w:t>
      </w:r>
      <w:r w:rsidR="00C40538">
        <w:t>a</w:t>
      </w:r>
      <w:r w:rsidRPr="00C54015">
        <w:t>ccounting</w:t>
      </w:r>
      <w:r w:rsidR="00F448F8">
        <w:t>-related</w:t>
      </w:r>
      <w:r w:rsidRPr="00C54015">
        <w:t xml:space="preserve"> </w:t>
      </w:r>
      <w:r w:rsidR="00F448F8">
        <w:t>files</w:t>
      </w:r>
      <w:r w:rsidRPr="00C54015">
        <w:t xml:space="preserve">, such as spreadsheets, financial applications </w:t>
      </w:r>
      <w:r w:rsidR="00F448F8">
        <w:t>like</w:t>
      </w:r>
      <w:r w:rsidRPr="00C54015">
        <w:t xml:space="preserve"> Quick</w:t>
      </w:r>
      <w:r w:rsidR="00F448F8">
        <w:t>B</w:t>
      </w:r>
      <w:r w:rsidRPr="00C54015">
        <w:t>ooks, and so on.</w:t>
      </w:r>
    </w:p>
    <w:p w:rsidR="0093124A" w:rsidRPr="00C54015" w:rsidRDefault="0093124A" w:rsidP="00C40538">
      <w:pPr>
        <w:pStyle w:val="BodyText"/>
      </w:pPr>
      <w:r w:rsidRPr="00C54015">
        <w:t>Meanwhile</w:t>
      </w:r>
      <w:r w:rsidR="00C40538">
        <w:t>,</w:t>
      </w:r>
      <w:r w:rsidRPr="00C54015">
        <w:t xml:space="preserve"> the Marketing </w:t>
      </w:r>
      <w:r w:rsidR="00F448F8">
        <w:t>d</w:t>
      </w:r>
      <w:r w:rsidRPr="00C54015">
        <w:t xml:space="preserve">epartment doesn’t need to see those resources, so they can’t log in to those drives. Instead, they can access the Marketing </w:t>
      </w:r>
      <w:r w:rsidR="00F448F8">
        <w:t>d</w:t>
      </w:r>
      <w:r w:rsidRPr="00C54015">
        <w:t>epartment folder</w:t>
      </w:r>
      <w:r w:rsidR="00F448F8">
        <w:t>,</w:t>
      </w:r>
      <w:r w:rsidRPr="00C54015">
        <w:t xml:space="preserve"> which contains the documents they do need to see</w:t>
      </w:r>
      <w:r w:rsidR="00C40538">
        <w:t xml:space="preserve">, </w:t>
      </w:r>
      <w:r w:rsidRPr="00C54015">
        <w:t xml:space="preserve">such as archives of advertisements, drafts of current brochures or newsletters, and graphic design software like Adobe Creative Suite.  </w:t>
      </w:r>
    </w:p>
    <w:p w:rsidR="0093124A" w:rsidRPr="00C54015" w:rsidRDefault="0093124A" w:rsidP="000E7227">
      <w:pPr>
        <w:pStyle w:val="BodyText"/>
      </w:pPr>
      <w:r w:rsidRPr="00C54015">
        <w:t xml:space="preserve">However, in a server network, including users in one group doesn’t exclude them from another group.  So, managers of both Accounting and Marketing can also be allowed to see the contents of another folder, titled </w:t>
      </w:r>
      <w:r w:rsidR="000E7227">
        <w:t>“</w:t>
      </w:r>
      <w:r w:rsidRPr="00C54015">
        <w:t>Confidential.</w:t>
      </w:r>
      <w:r w:rsidR="000E7227">
        <w:t>”</w:t>
      </w:r>
      <w:r w:rsidRPr="00C54015">
        <w:t xml:space="preserve"> This </w:t>
      </w:r>
      <w:r w:rsidR="000E7227">
        <w:t xml:space="preserve">folder </w:t>
      </w:r>
      <w:r w:rsidRPr="00C54015">
        <w:t>might contain important information about the company’s high</w:t>
      </w:r>
      <w:r w:rsidR="000E7227">
        <w:t>-</w:t>
      </w:r>
      <w:r w:rsidRPr="00C54015">
        <w:t>level plans that the lower</w:t>
      </w:r>
      <w:r w:rsidR="000E7227">
        <w:t>-</w:t>
      </w:r>
      <w:r w:rsidRPr="00C54015">
        <w:t>tier staff doesn’t need to know.</w:t>
      </w:r>
    </w:p>
    <w:p w:rsidR="0093124A" w:rsidRPr="00C54015" w:rsidRDefault="0093124A" w:rsidP="00C34B6A">
      <w:pPr>
        <w:pStyle w:val="H2"/>
      </w:pPr>
      <w:r w:rsidRPr="00C54015">
        <w:t xml:space="preserve">Using </w:t>
      </w:r>
      <w:r w:rsidRPr="000A0785">
        <w:rPr>
          <w:rFonts w:ascii="Courier New" w:hAnsi="Courier New" w:cs="Courier New"/>
        </w:rPr>
        <w:t>Ping</w:t>
      </w:r>
      <w:r w:rsidRPr="00C54015">
        <w:t xml:space="preserve"> and </w:t>
      </w:r>
      <w:proofErr w:type="spellStart"/>
      <w:r w:rsidRPr="000A0785">
        <w:rPr>
          <w:rFonts w:ascii="Courier New" w:hAnsi="Courier New" w:cs="Courier New"/>
        </w:rPr>
        <w:t>Nslookup</w:t>
      </w:r>
      <w:proofErr w:type="spellEnd"/>
      <w:r w:rsidRPr="00C54015">
        <w:t xml:space="preserve"> to </w:t>
      </w:r>
      <w:r w:rsidR="000E7227">
        <w:t>L</w:t>
      </w:r>
      <w:r w:rsidRPr="00C54015">
        <w:t xml:space="preserve">earn </w:t>
      </w:r>
      <w:r w:rsidR="00C40538">
        <w:t>a</w:t>
      </w:r>
      <w:r w:rsidRPr="00C54015">
        <w:t>bout DNS</w:t>
      </w:r>
    </w:p>
    <w:p w:rsidR="0093124A" w:rsidRDefault="0093124A" w:rsidP="007976AE">
      <w:pPr>
        <w:pStyle w:val="BodyText"/>
      </w:pPr>
      <w:r w:rsidRPr="009E51EB">
        <w:t xml:space="preserve">In </w:t>
      </w:r>
      <w:proofErr w:type="spellStart"/>
      <w:r w:rsidRPr="009E51EB">
        <w:t>Inkshedding</w:t>
      </w:r>
      <w:proofErr w:type="spellEnd"/>
      <w:r w:rsidRPr="009E51EB">
        <w:t xml:space="preserve"> Station </w:t>
      </w:r>
      <w:r w:rsidR="000E7227">
        <w:t>8</w:t>
      </w:r>
      <w:r w:rsidRPr="009E51EB">
        <w:t>, students read about DNS</w:t>
      </w:r>
      <w:r w:rsidR="007976AE">
        <w:t>,</w:t>
      </w:r>
      <w:r w:rsidRPr="009E51EB">
        <w:t xml:space="preserve"> </w:t>
      </w:r>
      <w:r w:rsidR="000E7227">
        <w:t>which</w:t>
      </w:r>
      <w:r w:rsidRPr="009E51EB">
        <w:t xml:space="preserve"> catalog</w:t>
      </w:r>
      <w:r w:rsidR="000E7227">
        <w:t>s</w:t>
      </w:r>
      <w:r w:rsidRPr="009E51EB">
        <w:t xml:space="preserve"> and store</w:t>
      </w:r>
      <w:r w:rsidR="000E7227">
        <w:t>s</w:t>
      </w:r>
      <w:r w:rsidRPr="009E51EB">
        <w:t xml:space="preserve"> the links between a domain name on a network or the </w:t>
      </w:r>
      <w:r w:rsidR="000E7227">
        <w:t>w</w:t>
      </w:r>
      <w:r w:rsidRPr="009E51EB">
        <w:t xml:space="preserve">eb (such as Amy’s Computer, or Google.com) and </w:t>
      </w:r>
      <w:r w:rsidR="007976AE">
        <w:t>its</w:t>
      </w:r>
      <w:r w:rsidRPr="009E51EB">
        <w:t xml:space="preserve"> host IP </w:t>
      </w:r>
      <w:r w:rsidR="000E7227">
        <w:t>a</w:t>
      </w:r>
      <w:r w:rsidRPr="009E51EB">
        <w:t>ddress. Remind students that DNS is the Domain Name System that keeps track of these name</w:t>
      </w:r>
      <w:r w:rsidR="000E7227">
        <w:t>-</w:t>
      </w:r>
      <w:r w:rsidRPr="009E51EB">
        <w:t>to</w:t>
      </w:r>
      <w:r w:rsidR="000E7227">
        <w:t>-</w:t>
      </w:r>
      <w:r w:rsidRPr="009E51EB">
        <w:t xml:space="preserve">number conversions and stores the information.  </w:t>
      </w:r>
    </w:p>
    <w:p w:rsidR="00794CB1" w:rsidRPr="009E51EB" w:rsidRDefault="00794CB1" w:rsidP="007976AE">
      <w:pPr>
        <w:pStyle w:val="BodyText"/>
      </w:pPr>
      <w:r>
        <w:t xml:space="preserve">You can use the </w:t>
      </w:r>
      <w:r w:rsidRPr="007F3E4A">
        <w:rPr>
          <w:rStyle w:val="codechar"/>
        </w:rPr>
        <w:t>ping</w:t>
      </w:r>
      <w:r>
        <w:t xml:space="preserve"> and </w:t>
      </w:r>
      <w:proofErr w:type="spellStart"/>
      <w:r w:rsidRPr="007F3E4A">
        <w:rPr>
          <w:rStyle w:val="codechar"/>
        </w:rPr>
        <w:t>nslookup</w:t>
      </w:r>
      <w:proofErr w:type="spellEnd"/>
      <w:r>
        <w:t xml:space="preserve"> commands as described below to find IP addresses, but note that if the administrator has blocked ICMP packets on your school network, ping and </w:t>
      </w:r>
      <w:proofErr w:type="spellStart"/>
      <w:r>
        <w:t>nslookup</w:t>
      </w:r>
      <w:proofErr w:type="spellEnd"/>
      <w:r>
        <w:t xml:space="preserve"> will not work.</w:t>
      </w:r>
    </w:p>
    <w:p w:rsidR="0093124A" w:rsidRPr="009E51EB" w:rsidRDefault="0093124A" w:rsidP="000E7227">
      <w:pPr>
        <w:pStyle w:val="BodyText"/>
      </w:pPr>
      <w:r w:rsidRPr="009E51EB">
        <w:t xml:space="preserve">Have students </w:t>
      </w:r>
      <w:r w:rsidR="00794CB1">
        <w:t>open</w:t>
      </w:r>
      <w:r w:rsidR="00794CB1" w:rsidRPr="009E51EB">
        <w:t xml:space="preserve"> </w:t>
      </w:r>
      <w:r w:rsidRPr="009E51EB">
        <w:t xml:space="preserve">the command </w:t>
      </w:r>
      <w:r w:rsidR="00794CB1">
        <w:t>prompt</w:t>
      </w:r>
      <w:r w:rsidR="00794CB1" w:rsidRPr="009E51EB">
        <w:t xml:space="preserve"> </w:t>
      </w:r>
      <w:r w:rsidRPr="009E51EB">
        <w:t xml:space="preserve">on their computers. Tell them there are a couple </w:t>
      </w:r>
      <w:r w:rsidR="000E7227">
        <w:t xml:space="preserve">of </w:t>
      </w:r>
      <w:r w:rsidRPr="009E51EB">
        <w:t xml:space="preserve">ways they can </w:t>
      </w:r>
      <w:r w:rsidR="00794CB1">
        <w:t>find</w:t>
      </w:r>
      <w:r w:rsidR="00794CB1" w:rsidRPr="009E51EB">
        <w:t xml:space="preserve"> </w:t>
      </w:r>
      <w:r w:rsidRPr="009E51EB">
        <w:t xml:space="preserve">the IP </w:t>
      </w:r>
      <w:r w:rsidR="000E7227">
        <w:t>a</w:t>
      </w:r>
      <w:r w:rsidRPr="009E51EB">
        <w:t xml:space="preserve">ddresses </w:t>
      </w:r>
      <w:r w:rsidR="00794CB1">
        <w:t>of</w:t>
      </w:r>
      <w:r w:rsidR="00794CB1" w:rsidRPr="009E51EB">
        <w:t xml:space="preserve"> </w:t>
      </w:r>
      <w:r w:rsidRPr="009E51EB">
        <w:t>common domains.</w:t>
      </w:r>
    </w:p>
    <w:p w:rsidR="0093124A" w:rsidRPr="009E51EB" w:rsidRDefault="00794CB1" w:rsidP="007B5F2A">
      <w:pPr>
        <w:pStyle w:val="BodyText"/>
      </w:pPr>
      <w:r>
        <w:t>One way is to use</w:t>
      </w:r>
      <w:r w:rsidR="0093124A" w:rsidRPr="009E51EB">
        <w:t xml:space="preserve"> the </w:t>
      </w:r>
      <w:r w:rsidR="009D2684">
        <w:t>p</w:t>
      </w:r>
      <w:r w:rsidR="0093124A" w:rsidRPr="009E51EB">
        <w:t xml:space="preserve">ing command. </w:t>
      </w:r>
      <w:r>
        <w:t>On the command line, s</w:t>
      </w:r>
      <w:r w:rsidRPr="009E51EB">
        <w:t xml:space="preserve">tudents </w:t>
      </w:r>
      <w:r w:rsidR="0093124A" w:rsidRPr="009E51EB">
        <w:t xml:space="preserve">can type </w:t>
      </w:r>
      <w:r w:rsidR="0093124A" w:rsidRPr="007F3E4A">
        <w:rPr>
          <w:rStyle w:val="codechar"/>
        </w:rPr>
        <w:t>ping cuteoverload.com</w:t>
      </w:r>
      <w:r w:rsidR="0093124A" w:rsidRPr="009E51EB">
        <w:t xml:space="preserve"> </w:t>
      </w:r>
      <w:r w:rsidR="00B665EE">
        <w:t>(</w:t>
      </w:r>
      <w:r w:rsidR="0093124A" w:rsidRPr="009E51EB">
        <w:t>or use another popular website</w:t>
      </w:r>
      <w:r w:rsidR="00B665EE">
        <w:t>)</w:t>
      </w:r>
      <w:r w:rsidR="0093124A" w:rsidRPr="009E51EB">
        <w:t>. Point out how they can type in the domain name, but the computer recognizes it as an IP number and shows them the address as it sends packets. Pin</w:t>
      </w:r>
      <w:r w:rsidR="007B5F2A">
        <w:t xml:space="preserve">g </w:t>
      </w:r>
      <w:r w:rsidR="0093124A" w:rsidRPr="009E51EB">
        <w:t xml:space="preserve">is a troubleshooting tool to check that the Internet connection is active and </w:t>
      </w:r>
      <w:r w:rsidR="009D2684">
        <w:t>that</w:t>
      </w:r>
      <w:r w:rsidR="000A0785">
        <w:t xml:space="preserve"> the</w:t>
      </w:r>
      <w:r w:rsidR="009D2684">
        <w:t xml:space="preserve"> </w:t>
      </w:r>
      <w:r w:rsidR="0093124A" w:rsidRPr="009E51EB">
        <w:t>packets can be sent and received in a timely fashion.</w:t>
      </w:r>
      <w:r>
        <w:t xml:space="preserve">  </w:t>
      </w:r>
    </w:p>
    <w:p w:rsidR="0093124A" w:rsidRDefault="0093124A" w:rsidP="009D2684">
      <w:pPr>
        <w:pStyle w:val="BodyText"/>
      </w:pPr>
      <w:r w:rsidRPr="009E51EB">
        <w:lastRenderedPageBreak/>
        <w:t xml:space="preserve">Another useful command is </w:t>
      </w:r>
      <w:proofErr w:type="spellStart"/>
      <w:r w:rsidR="009D2684" w:rsidRPr="007F3E4A">
        <w:rPr>
          <w:rStyle w:val="codechar"/>
        </w:rPr>
        <w:t>n</w:t>
      </w:r>
      <w:r w:rsidRPr="007F3E4A">
        <w:rPr>
          <w:rStyle w:val="codechar"/>
        </w:rPr>
        <w:t>slookup</w:t>
      </w:r>
      <w:proofErr w:type="spellEnd"/>
      <w:r w:rsidRPr="009E51EB">
        <w:t xml:space="preserve">, which tells the server name as well as its IP address. Have </w:t>
      </w:r>
      <w:proofErr w:type="gramStart"/>
      <w:r w:rsidRPr="009E51EB">
        <w:t>students</w:t>
      </w:r>
      <w:proofErr w:type="gramEnd"/>
      <w:r w:rsidRPr="009E51EB">
        <w:t xml:space="preserve"> type</w:t>
      </w:r>
      <w:r w:rsidRPr="001526BA">
        <w:rPr>
          <w:i/>
        </w:rPr>
        <w:t xml:space="preserve"> </w:t>
      </w:r>
      <w:proofErr w:type="spellStart"/>
      <w:r w:rsidRPr="007F3E4A">
        <w:rPr>
          <w:rStyle w:val="codechar"/>
        </w:rPr>
        <w:t>nslookup</w:t>
      </w:r>
      <w:proofErr w:type="spellEnd"/>
      <w:r w:rsidRPr="007F3E4A">
        <w:rPr>
          <w:rStyle w:val="codechar"/>
        </w:rPr>
        <w:t xml:space="preserve"> ebay.com</w:t>
      </w:r>
      <w:r w:rsidRPr="009E51EB">
        <w:t xml:space="preserve"> at the command line. The first address returned is the proxy server name and address. Then the command also returns the domain name and host IP address.</w:t>
      </w:r>
    </w:p>
    <w:p w:rsidR="007E76E7" w:rsidRPr="009E51EB" w:rsidRDefault="007E76E7" w:rsidP="00B665EE">
      <w:pPr>
        <w:pStyle w:val="BodyText"/>
      </w:pPr>
      <w:r w:rsidRPr="007E76E7">
        <w:rPr>
          <w:b/>
          <w:bCs/>
        </w:rPr>
        <w:t>Note</w:t>
      </w:r>
      <w:r>
        <w:t xml:space="preserve">: If your student computers cannot access the command line, you can complete this activity by entering the command line prompts on your computer and </w:t>
      </w:r>
      <w:r w:rsidR="00B665EE">
        <w:t xml:space="preserve">then either </w:t>
      </w:r>
      <w:r>
        <w:t>displaying the transaction to students using an LCD projector or having students gather around your computer.</w:t>
      </w:r>
    </w:p>
    <w:p w:rsidR="0093124A" w:rsidRPr="00C54015" w:rsidRDefault="00B665EE" w:rsidP="00C34B6A">
      <w:pPr>
        <w:pStyle w:val="H2"/>
      </w:pPr>
      <w:r>
        <w:t xml:space="preserve">Using </w:t>
      </w:r>
      <w:proofErr w:type="spellStart"/>
      <w:r w:rsidR="0093124A" w:rsidRPr="000A0785">
        <w:rPr>
          <w:rFonts w:ascii="Courier New" w:hAnsi="Courier New" w:cs="Courier New"/>
        </w:rPr>
        <w:t>I</w:t>
      </w:r>
      <w:r w:rsidR="002F372A" w:rsidRPr="000A0785">
        <w:rPr>
          <w:rFonts w:ascii="Courier New" w:hAnsi="Courier New" w:cs="Courier New"/>
        </w:rPr>
        <w:t>pc</w:t>
      </w:r>
      <w:r w:rsidR="0093124A" w:rsidRPr="000A0785">
        <w:rPr>
          <w:rFonts w:ascii="Courier New" w:hAnsi="Courier New" w:cs="Courier New"/>
        </w:rPr>
        <w:t>onfig</w:t>
      </w:r>
      <w:proofErr w:type="spellEnd"/>
      <w:r w:rsidR="0093124A" w:rsidRPr="00C54015">
        <w:t xml:space="preserve"> to Learn </w:t>
      </w:r>
      <w:r>
        <w:t>a</w:t>
      </w:r>
      <w:r w:rsidR="0093124A" w:rsidRPr="00C54015">
        <w:t>bout NAT and Subnets</w:t>
      </w:r>
    </w:p>
    <w:p w:rsidR="0093124A" w:rsidRPr="00C54015" w:rsidRDefault="0093124A" w:rsidP="00F7651E">
      <w:pPr>
        <w:pStyle w:val="BodyText"/>
      </w:pPr>
      <w:r w:rsidRPr="00C54015">
        <w:t xml:space="preserve">In Lesson 6, students used the </w:t>
      </w:r>
      <w:proofErr w:type="spellStart"/>
      <w:r w:rsidRPr="007F3E4A">
        <w:rPr>
          <w:rStyle w:val="codechar"/>
        </w:rPr>
        <w:t>ipconfig</w:t>
      </w:r>
      <w:proofErr w:type="spellEnd"/>
      <w:r w:rsidRPr="00C54015">
        <w:t xml:space="preserve"> command to find their computer’s IP address. Now they can type the </w:t>
      </w:r>
      <w:proofErr w:type="spellStart"/>
      <w:r w:rsidRPr="007F3E4A">
        <w:rPr>
          <w:rStyle w:val="codechar"/>
        </w:rPr>
        <w:t>ipconfig</w:t>
      </w:r>
      <w:proofErr w:type="spellEnd"/>
      <w:r w:rsidRPr="00C54015">
        <w:t xml:space="preserve"> command again and take a deeper look, to learn other important IP addresses </w:t>
      </w:r>
      <w:r w:rsidR="00F7651E">
        <w:t>on</w:t>
      </w:r>
      <w:r w:rsidRPr="00C54015">
        <w:t xml:space="preserve"> their network.</w:t>
      </w:r>
    </w:p>
    <w:p w:rsidR="0093124A" w:rsidRPr="00C54015" w:rsidRDefault="0093124A" w:rsidP="00336B11">
      <w:pPr>
        <w:pStyle w:val="BodyText"/>
      </w:pPr>
      <w:r w:rsidRPr="00C54015">
        <w:t xml:space="preserve">One example is the subnet mask. Explain that in a large or complex network, the network can be made both more secure and more efficient by assigning subnet masks to different departments or sections on the network. This adds another address to a portion of the network. The subnet is like a </w:t>
      </w:r>
      <w:r w:rsidR="00336B11">
        <w:t>ZIP</w:t>
      </w:r>
      <w:r w:rsidR="00336B11" w:rsidRPr="00C54015">
        <w:t xml:space="preserve"> </w:t>
      </w:r>
      <w:r w:rsidRPr="00C54015">
        <w:t xml:space="preserve">code or the name of a specific neighborhood in a larger city. All the subnets appear to be one network to the outside world.  </w:t>
      </w:r>
    </w:p>
    <w:p w:rsidR="0093124A" w:rsidRPr="00B91F05" w:rsidRDefault="0093124A" w:rsidP="00C34B6A">
      <w:pPr>
        <w:pStyle w:val="BodyText"/>
      </w:pPr>
      <w:r w:rsidRPr="00C54015">
        <w:t xml:space="preserve">This brings us to </w:t>
      </w:r>
      <w:r w:rsidR="006C7E2F">
        <w:t>n</w:t>
      </w:r>
      <w:r w:rsidRPr="00C54015">
        <w:t xml:space="preserve">etwork </w:t>
      </w:r>
      <w:r w:rsidR="006C7E2F">
        <w:t>a</w:t>
      </w:r>
      <w:r w:rsidRPr="00C54015">
        <w:t xml:space="preserve">ddress </w:t>
      </w:r>
      <w:r w:rsidR="006C7E2F">
        <w:t>t</w:t>
      </w:r>
      <w:r w:rsidRPr="00C54015">
        <w:t>ranslation</w:t>
      </w:r>
      <w:r w:rsidR="006C7E2F">
        <w:t xml:space="preserve"> (NAT)</w:t>
      </w:r>
      <w:r w:rsidRPr="00C54015">
        <w:t xml:space="preserve">, </w:t>
      </w:r>
      <w:r w:rsidRPr="00B91F05">
        <w:t xml:space="preserve">which students read about at </w:t>
      </w:r>
      <w:proofErr w:type="spellStart"/>
      <w:r w:rsidRPr="00B91F05">
        <w:t>Inkshedding</w:t>
      </w:r>
      <w:proofErr w:type="spellEnd"/>
      <w:r w:rsidRPr="00B91F05">
        <w:t xml:space="preserve"> </w:t>
      </w:r>
      <w:r w:rsidR="00F7651E">
        <w:t>S</w:t>
      </w:r>
      <w:r w:rsidRPr="00B91F05">
        <w:t xml:space="preserve">tation 7.  </w:t>
      </w:r>
    </w:p>
    <w:p w:rsidR="0093124A" w:rsidRPr="00B91F05" w:rsidRDefault="0093124A" w:rsidP="00C34B6A">
      <w:pPr>
        <w:pStyle w:val="BodyText"/>
      </w:pPr>
      <w:r w:rsidRPr="00B91F05">
        <w:t xml:space="preserve">Tell students that the way NAT works on the gateway is like two sides of the classroom door that leads in from the hallway. An identifying number or poster on the door is visible to anyone </w:t>
      </w:r>
      <w:r w:rsidR="002148C4">
        <w:t>i</w:t>
      </w:r>
      <w:r w:rsidRPr="00B91F05">
        <w:t xml:space="preserve">n the hall, but </w:t>
      </w:r>
      <w:r w:rsidR="00336B11">
        <w:t>those inside the hall</w:t>
      </w:r>
      <w:r w:rsidR="00336B11" w:rsidRPr="00B91F05">
        <w:t xml:space="preserve"> </w:t>
      </w:r>
      <w:r w:rsidRPr="00B91F05">
        <w:t xml:space="preserve">cannot see the inside of the door.  </w:t>
      </w:r>
    </w:p>
    <w:p w:rsidR="007E76E7" w:rsidRDefault="0093124A" w:rsidP="00C34B6A">
      <w:pPr>
        <w:pStyle w:val="BodyText"/>
      </w:pPr>
      <w:r w:rsidRPr="00B91F05">
        <w:t xml:space="preserve">With the </w:t>
      </w:r>
      <w:proofErr w:type="spellStart"/>
      <w:r w:rsidR="002148C4" w:rsidRPr="007F3E4A">
        <w:rPr>
          <w:rStyle w:val="codechar"/>
        </w:rPr>
        <w:t>ip</w:t>
      </w:r>
      <w:r w:rsidRPr="007F3E4A">
        <w:rPr>
          <w:rStyle w:val="codechar"/>
        </w:rPr>
        <w:t>config</w:t>
      </w:r>
      <w:proofErr w:type="spellEnd"/>
      <w:r w:rsidRPr="007F3E4A">
        <w:rPr>
          <w:rStyle w:val="codechar"/>
        </w:rPr>
        <w:t>/all</w:t>
      </w:r>
      <w:r w:rsidRPr="00B91F05">
        <w:t xml:space="preserve"> command, students can see the internal, local IP address of their gateway router and DHCP server</w:t>
      </w:r>
      <w:r w:rsidR="007B5F2A">
        <w:t xml:space="preserve">, which is like seeing </w:t>
      </w:r>
      <w:proofErr w:type="gramStart"/>
      <w:r w:rsidR="007B5F2A">
        <w:t>what</w:t>
      </w:r>
      <w:proofErr w:type="gramEnd"/>
      <w:r w:rsidR="007B5F2A">
        <w:t xml:space="preserve"> is inside the door</w:t>
      </w:r>
      <w:r w:rsidRPr="00B91F05">
        <w:t xml:space="preserve">. Then they can visit the website </w:t>
      </w:r>
      <w:hyperlink r:id="rId15" w:history="1">
        <w:r w:rsidRPr="002148C4">
          <w:rPr>
            <w:rStyle w:val="Hyperlink"/>
            <w:rFonts w:cs="Arial"/>
          </w:rPr>
          <w:t>http://www.dslreports.com/whois</w:t>
        </w:r>
      </w:hyperlink>
      <w:r w:rsidRPr="00B91F05">
        <w:t xml:space="preserve">, which shows the IP </w:t>
      </w:r>
      <w:r w:rsidR="002148C4">
        <w:t>a</w:t>
      </w:r>
      <w:r w:rsidRPr="00B91F05">
        <w:t>ddress that is beyond</w:t>
      </w:r>
      <w:r w:rsidR="007B5F2A">
        <w:t>,</w:t>
      </w:r>
      <w:r w:rsidRPr="00B91F05">
        <w:t xml:space="preserve"> broadcast from the local network to the </w:t>
      </w:r>
      <w:r w:rsidR="002148C4">
        <w:t>I</w:t>
      </w:r>
      <w:r w:rsidRPr="00B91F05">
        <w:t>nternet.</w:t>
      </w:r>
    </w:p>
    <w:p w:rsidR="0093124A" w:rsidRPr="005D4593" w:rsidRDefault="007E76E7" w:rsidP="00C34B6A">
      <w:pPr>
        <w:pStyle w:val="BodyText"/>
      </w:pPr>
      <w:r w:rsidRPr="007E76E7">
        <w:rPr>
          <w:b/>
          <w:bCs/>
        </w:rPr>
        <w:t>Note</w:t>
      </w:r>
      <w:r>
        <w:t xml:space="preserve">: If your student computers cannot access the command line, you can complete this activity by entering the </w:t>
      </w:r>
      <w:proofErr w:type="spellStart"/>
      <w:r w:rsidRPr="007F3E4A">
        <w:rPr>
          <w:rStyle w:val="codechar"/>
        </w:rPr>
        <w:t>ipconfig</w:t>
      </w:r>
      <w:proofErr w:type="spellEnd"/>
      <w:r w:rsidRPr="007F3E4A">
        <w:rPr>
          <w:rStyle w:val="codechar"/>
        </w:rPr>
        <w:t>/all</w:t>
      </w:r>
      <w:r>
        <w:t xml:space="preserve"> command on your computer and </w:t>
      </w:r>
      <w:r w:rsidR="00336B11">
        <w:t xml:space="preserve">then either </w:t>
      </w:r>
      <w:r>
        <w:t>displaying the transaction to students using an LCD projector or having students gather around your computer.</w:t>
      </w:r>
    </w:p>
    <w:p w:rsidR="0093124A" w:rsidRPr="00CC58E3" w:rsidRDefault="0093124A" w:rsidP="0093124A">
      <w:pPr>
        <w:pStyle w:val="ResourceNo"/>
      </w:pPr>
      <w:r w:rsidRPr="00CC58E3">
        <w:lastRenderedPageBreak/>
        <w:t>Teacher Resource 8.4</w:t>
      </w:r>
    </w:p>
    <w:p w:rsidR="0093124A" w:rsidRPr="00C70174" w:rsidRDefault="0093124A" w:rsidP="0093124A">
      <w:pPr>
        <w:pStyle w:val="ResourceTitle"/>
      </w:pPr>
      <w:r w:rsidRPr="00C70174">
        <w:t>Answer Sheet: Access and Authentication</w:t>
      </w:r>
    </w:p>
    <w:p w:rsidR="0093124A" w:rsidRPr="00CC58E3" w:rsidRDefault="008B599F" w:rsidP="0093124A">
      <w:pPr>
        <w:pStyle w:val="Instructions"/>
      </w:pPr>
      <w:r>
        <w:t>Us</w:t>
      </w:r>
      <w:r w:rsidR="00AB2C35">
        <w:t>e</w:t>
      </w:r>
      <w:r>
        <w:t xml:space="preserve"> this answer sheet as a guideline</w:t>
      </w:r>
      <w:r w:rsidR="0093124A" w:rsidRPr="00CC58E3">
        <w:t xml:space="preserve"> for how </w:t>
      </w:r>
      <w:r w:rsidR="009131A5">
        <w:t>students should</w:t>
      </w:r>
      <w:r w:rsidR="0093124A" w:rsidRPr="00CC58E3">
        <w:t xml:space="preserve"> fill in the worksheet</w:t>
      </w:r>
      <w:r w:rsidR="009131A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630"/>
        <w:gridCol w:w="3571"/>
        <w:gridCol w:w="4389"/>
      </w:tblGrid>
      <w:tr w:rsidR="0093124A" w:rsidRPr="00CC58E3" w:rsidTr="006D7DB3">
        <w:tc>
          <w:tcPr>
            <w:tcW w:w="1548" w:type="dxa"/>
            <w:shd w:val="clear" w:color="auto" w:fill="336699"/>
          </w:tcPr>
          <w:p w:rsidR="0093124A" w:rsidRPr="00BB486B" w:rsidRDefault="0093124A" w:rsidP="006D7DB3">
            <w:pPr>
              <w:pStyle w:val="TableHeadings"/>
            </w:pPr>
            <w:r w:rsidRPr="00BB486B">
              <w:t>Activity Name</w:t>
            </w:r>
          </w:p>
        </w:tc>
        <w:tc>
          <w:tcPr>
            <w:tcW w:w="3600" w:type="dxa"/>
            <w:shd w:val="clear" w:color="auto" w:fill="336699"/>
          </w:tcPr>
          <w:p w:rsidR="0093124A" w:rsidRPr="00BB486B" w:rsidRDefault="0093124A" w:rsidP="006D7DB3">
            <w:pPr>
              <w:pStyle w:val="TableHeadings"/>
            </w:pPr>
            <w:r w:rsidRPr="00BB486B">
              <w:t>Type of Network</w:t>
            </w:r>
          </w:p>
          <w:p w:rsidR="0093124A" w:rsidRPr="00BB486B" w:rsidRDefault="0093124A" w:rsidP="006D7DB3">
            <w:pPr>
              <w:pStyle w:val="TableHeadings"/>
            </w:pPr>
            <w:r w:rsidRPr="00BB486B">
              <w:t>(Peer-to-Peer or Client/Server)</w:t>
            </w:r>
          </w:p>
        </w:tc>
        <w:tc>
          <w:tcPr>
            <w:tcW w:w="4428" w:type="dxa"/>
            <w:shd w:val="clear" w:color="auto" w:fill="336699"/>
          </w:tcPr>
          <w:p w:rsidR="0093124A" w:rsidRPr="00BB486B" w:rsidRDefault="0093124A" w:rsidP="006D7DB3">
            <w:pPr>
              <w:pStyle w:val="TableHeadings"/>
            </w:pPr>
            <w:r w:rsidRPr="00BB486B">
              <w:t>Activity</w:t>
            </w:r>
            <w:r w:rsidR="00EA68D1">
              <w:t xml:space="preserve"> Description</w:t>
            </w:r>
          </w:p>
        </w:tc>
      </w:tr>
      <w:tr w:rsidR="0093124A" w:rsidRPr="00CC58E3">
        <w:tc>
          <w:tcPr>
            <w:tcW w:w="1548" w:type="dxa"/>
          </w:tcPr>
          <w:p w:rsidR="0093124A" w:rsidRPr="00EA68D1" w:rsidRDefault="0093124A" w:rsidP="00C34B6A">
            <w:pPr>
              <w:pStyle w:val="TableHeadingsBlack"/>
              <w:rPr>
                <w:rStyle w:val="Answerkey"/>
                <w:i w:val="0"/>
                <w:color w:val="000000"/>
              </w:rPr>
            </w:pPr>
            <w:r w:rsidRPr="00EA68D1">
              <w:rPr>
                <w:rStyle w:val="Answerkey"/>
                <w:i w:val="0"/>
                <w:color w:val="000000"/>
              </w:rPr>
              <w:t>File Permissions</w:t>
            </w:r>
          </w:p>
        </w:tc>
        <w:tc>
          <w:tcPr>
            <w:tcW w:w="3600" w:type="dxa"/>
          </w:tcPr>
          <w:p w:rsidR="0093124A" w:rsidRPr="009131A5" w:rsidRDefault="0093124A" w:rsidP="00BB486B">
            <w:pPr>
              <w:pStyle w:val="BodyText"/>
              <w:spacing w:before="80"/>
              <w:rPr>
                <w:rStyle w:val="Answerkey"/>
              </w:rPr>
            </w:pPr>
            <w:r w:rsidRPr="009131A5">
              <w:rPr>
                <w:rStyle w:val="Answerkey"/>
              </w:rPr>
              <w:t xml:space="preserve">Peer-to-Peer </w:t>
            </w:r>
          </w:p>
        </w:tc>
        <w:tc>
          <w:tcPr>
            <w:tcW w:w="4428" w:type="dxa"/>
          </w:tcPr>
          <w:p w:rsidR="0093124A" w:rsidRPr="009131A5" w:rsidRDefault="0093124A" w:rsidP="00BB486B">
            <w:pPr>
              <w:pStyle w:val="BodyText"/>
              <w:spacing w:before="80"/>
              <w:rPr>
                <w:rStyle w:val="Answerkey"/>
              </w:rPr>
            </w:pPr>
            <w:r w:rsidRPr="009131A5">
              <w:rPr>
                <w:rStyle w:val="Answerkey"/>
              </w:rPr>
              <w:t>Editing file access and permission settings for documents</w:t>
            </w:r>
          </w:p>
        </w:tc>
      </w:tr>
      <w:tr w:rsidR="0093124A" w:rsidRPr="00CC58E3">
        <w:tc>
          <w:tcPr>
            <w:tcW w:w="1548" w:type="dxa"/>
          </w:tcPr>
          <w:p w:rsidR="0093124A" w:rsidRPr="00EA68D1" w:rsidRDefault="007B5F2A" w:rsidP="00C34B6A">
            <w:pPr>
              <w:pStyle w:val="TableHeadingsBlack"/>
              <w:rPr>
                <w:rStyle w:val="Answerkey"/>
                <w:i w:val="0"/>
                <w:color w:val="000000"/>
              </w:rPr>
            </w:pPr>
            <w:r w:rsidRPr="00EA68D1">
              <w:rPr>
                <w:rStyle w:val="Answerkey"/>
                <w:i w:val="0"/>
                <w:color w:val="000000"/>
              </w:rPr>
              <w:t>Roaming Authentication</w:t>
            </w:r>
          </w:p>
        </w:tc>
        <w:tc>
          <w:tcPr>
            <w:tcW w:w="3600" w:type="dxa"/>
          </w:tcPr>
          <w:p w:rsidR="0093124A" w:rsidRPr="009131A5" w:rsidRDefault="0093124A" w:rsidP="00BB486B">
            <w:pPr>
              <w:pStyle w:val="BodyText"/>
              <w:spacing w:before="80"/>
              <w:rPr>
                <w:rStyle w:val="Answerkey"/>
              </w:rPr>
            </w:pPr>
            <w:r w:rsidRPr="009131A5">
              <w:rPr>
                <w:rStyle w:val="Answerkey"/>
              </w:rPr>
              <w:t>Client/Server</w:t>
            </w:r>
          </w:p>
        </w:tc>
        <w:tc>
          <w:tcPr>
            <w:tcW w:w="4428" w:type="dxa"/>
          </w:tcPr>
          <w:p w:rsidR="0093124A" w:rsidRPr="009131A5" w:rsidRDefault="0093124A" w:rsidP="00BB486B">
            <w:pPr>
              <w:pStyle w:val="BodyText"/>
              <w:spacing w:before="80"/>
              <w:rPr>
                <w:rStyle w:val="Answerkey"/>
              </w:rPr>
            </w:pPr>
            <w:r w:rsidRPr="009131A5">
              <w:rPr>
                <w:rStyle w:val="Answerkey"/>
              </w:rPr>
              <w:t>Accessing server accounts through a roaming profile</w:t>
            </w:r>
          </w:p>
        </w:tc>
      </w:tr>
      <w:tr w:rsidR="0093124A" w:rsidRPr="00BB486B">
        <w:tc>
          <w:tcPr>
            <w:tcW w:w="1548" w:type="dxa"/>
          </w:tcPr>
          <w:p w:rsidR="0093124A" w:rsidRPr="00EA68D1" w:rsidRDefault="0093124A" w:rsidP="00C34B6A">
            <w:pPr>
              <w:pStyle w:val="TableHeadingsBlack"/>
              <w:rPr>
                <w:rStyle w:val="Answerkey"/>
                <w:i w:val="0"/>
                <w:color w:val="000000"/>
              </w:rPr>
            </w:pPr>
            <w:r w:rsidRPr="00EA68D1">
              <w:rPr>
                <w:rStyle w:val="Answerkey"/>
                <w:i w:val="0"/>
                <w:color w:val="000000"/>
              </w:rPr>
              <w:t xml:space="preserve">Mapping a </w:t>
            </w:r>
            <w:r w:rsidR="00EA68D1">
              <w:rPr>
                <w:rStyle w:val="Answerkey"/>
                <w:i w:val="0"/>
                <w:color w:val="000000"/>
              </w:rPr>
              <w:t xml:space="preserve">Shared </w:t>
            </w:r>
            <w:r w:rsidRPr="00EA68D1">
              <w:rPr>
                <w:rStyle w:val="Answerkey"/>
                <w:i w:val="0"/>
                <w:color w:val="000000"/>
              </w:rPr>
              <w:t>Drive</w:t>
            </w:r>
          </w:p>
        </w:tc>
        <w:tc>
          <w:tcPr>
            <w:tcW w:w="3600" w:type="dxa"/>
          </w:tcPr>
          <w:p w:rsidR="0093124A" w:rsidRPr="009131A5" w:rsidRDefault="0093124A" w:rsidP="00BB486B">
            <w:pPr>
              <w:pStyle w:val="BodyText"/>
              <w:spacing w:before="80"/>
              <w:rPr>
                <w:rStyle w:val="Answerkey"/>
              </w:rPr>
            </w:pPr>
            <w:r w:rsidRPr="009131A5">
              <w:rPr>
                <w:rStyle w:val="Answerkey"/>
              </w:rPr>
              <w:t>Client/Server</w:t>
            </w:r>
          </w:p>
        </w:tc>
        <w:tc>
          <w:tcPr>
            <w:tcW w:w="4428" w:type="dxa"/>
          </w:tcPr>
          <w:p w:rsidR="0093124A" w:rsidRPr="009131A5" w:rsidRDefault="0093124A" w:rsidP="00BB486B">
            <w:pPr>
              <w:pStyle w:val="BodyText"/>
              <w:spacing w:before="80"/>
              <w:rPr>
                <w:rStyle w:val="Answerkey"/>
              </w:rPr>
            </w:pPr>
            <w:r w:rsidRPr="009131A5">
              <w:rPr>
                <w:rStyle w:val="Answerkey"/>
              </w:rPr>
              <w:t>Mapping a shared network drive to appear on the local computer</w:t>
            </w:r>
          </w:p>
        </w:tc>
      </w:tr>
      <w:tr w:rsidR="0093124A" w:rsidRPr="00CC58E3">
        <w:tc>
          <w:tcPr>
            <w:tcW w:w="1548" w:type="dxa"/>
          </w:tcPr>
          <w:p w:rsidR="0093124A" w:rsidRPr="00EA68D1" w:rsidRDefault="00EA68D1" w:rsidP="00C34B6A">
            <w:pPr>
              <w:pStyle w:val="TableHeadingsBlack"/>
              <w:rPr>
                <w:rStyle w:val="Answerkey"/>
                <w:i w:val="0"/>
                <w:color w:val="000000"/>
              </w:rPr>
            </w:pPr>
            <w:r>
              <w:rPr>
                <w:rStyle w:val="Answerkey"/>
                <w:i w:val="0"/>
                <w:color w:val="000000"/>
              </w:rPr>
              <w:t xml:space="preserve">Using </w:t>
            </w:r>
            <w:r w:rsidR="0093124A" w:rsidRPr="00EA68D1">
              <w:rPr>
                <w:rStyle w:val="Answerkey"/>
                <w:i w:val="0"/>
                <w:color w:val="000000"/>
              </w:rPr>
              <w:t>Ping</w:t>
            </w:r>
          </w:p>
        </w:tc>
        <w:tc>
          <w:tcPr>
            <w:tcW w:w="3600" w:type="dxa"/>
          </w:tcPr>
          <w:p w:rsidR="0093124A" w:rsidRPr="009131A5" w:rsidRDefault="0093124A" w:rsidP="00BB486B">
            <w:pPr>
              <w:pStyle w:val="BodyText"/>
              <w:spacing w:before="80"/>
              <w:rPr>
                <w:rStyle w:val="Answerkey"/>
              </w:rPr>
            </w:pPr>
            <w:r w:rsidRPr="009131A5">
              <w:rPr>
                <w:rStyle w:val="Answerkey"/>
              </w:rPr>
              <w:t>Client/Server</w:t>
            </w:r>
          </w:p>
        </w:tc>
        <w:tc>
          <w:tcPr>
            <w:tcW w:w="4428" w:type="dxa"/>
          </w:tcPr>
          <w:p w:rsidR="0093124A" w:rsidRPr="009131A5" w:rsidRDefault="0093124A" w:rsidP="00BB486B">
            <w:pPr>
              <w:pStyle w:val="BodyText"/>
              <w:spacing w:before="80"/>
              <w:rPr>
                <w:rStyle w:val="Answerkey"/>
              </w:rPr>
            </w:pPr>
            <w:r w:rsidRPr="009131A5">
              <w:rPr>
                <w:rStyle w:val="Answerkey"/>
              </w:rPr>
              <w:t>Learn</w:t>
            </w:r>
            <w:r w:rsidR="002E6F93" w:rsidRPr="009131A5">
              <w:rPr>
                <w:rStyle w:val="Answerkey"/>
              </w:rPr>
              <w:t>ing</w:t>
            </w:r>
            <w:r w:rsidRPr="009131A5">
              <w:rPr>
                <w:rStyle w:val="Answerkey"/>
              </w:rPr>
              <w:t xml:space="preserve"> the IP </w:t>
            </w:r>
            <w:r w:rsidR="002E6F93" w:rsidRPr="009131A5">
              <w:rPr>
                <w:rStyle w:val="Answerkey"/>
              </w:rPr>
              <w:t xml:space="preserve">address </w:t>
            </w:r>
            <w:r w:rsidRPr="009131A5">
              <w:rPr>
                <w:rStyle w:val="Answerkey"/>
              </w:rPr>
              <w:t>for a popular domain name, to see how they are connected</w:t>
            </w:r>
          </w:p>
          <w:p w:rsidR="0093124A" w:rsidRPr="009131A5" w:rsidRDefault="0093124A" w:rsidP="00BB486B">
            <w:pPr>
              <w:pStyle w:val="BodyText"/>
              <w:spacing w:before="80"/>
              <w:rPr>
                <w:rStyle w:val="Answerkey"/>
              </w:rPr>
            </w:pPr>
            <w:r w:rsidRPr="009131A5">
              <w:rPr>
                <w:rStyle w:val="Answerkey"/>
              </w:rPr>
              <w:t>Learn</w:t>
            </w:r>
            <w:r w:rsidR="002E6F93" w:rsidRPr="009131A5">
              <w:rPr>
                <w:rStyle w:val="Answerkey"/>
              </w:rPr>
              <w:t>ing</w:t>
            </w:r>
            <w:r w:rsidRPr="009131A5">
              <w:rPr>
                <w:rStyle w:val="Answerkey"/>
              </w:rPr>
              <w:t xml:space="preserve"> how ping can be used in troubleshooting</w:t>
            </w:r>
          </w:p>
        </w:tc>
      </w:tr>
      <w:tr w:rsidR="0093124A" w:rsidRPr="00BB486B">
        <w:tc>
          <w:tcPr>
            <w:tcW w:w="1548" w:type="dxa"/>
          </w:tcPr>
          <w:p w:rsidR="0093124A" w:rsidRPr="00EA68D1" w:rsidRDefault="00EA68D1" w:rsidP="00C34B6A">
            <w:pPr>
              <w:pStyle w:val="TableHeadingsBlack"/>
              <w:rPr>
                <w:rStyle w:val="Answerkey"/>
                <w:i w:val="0"/>
                <w:color w:val="000000"/>
              </w:rPr>
            </w:pPr>
            <w:r>
              <w:rPr>
                <w:rStyle w:val="Answerkey"/>
                <w:i w:val="0"/>
                <w:color w:val="000000"/>
              </w:rPr>
              <w:t xml:space="preserve">Using </w:t>
            </w:r>
            <w:proofErr w:type="spellStart"/>
            <w:r w:rsidR="0093124A" w:rsidRPr="00EA68D1">
              <w:rPr>
                <w:rStyle w:val="Answerkey"/>
                <w:i w:val="0"/>
                <w:color w:val="000000"/>
              </w:rPr>
              <w:t>Nslookup</w:t>
            </w:r>
            <w:proofErr w:type="spellEnd"/>
          </w:p>
        </w:tc>
        <w:tc>
          <w:tcPr>
            <w:tcW w:w="3600" w:type="dxa"/>
          </w:tcPr>
          <w:p w:rsidR="0093124A" w:rsidRPr="009131A5" w:rsidRDefault="0093124A" w:rsidP="00BB486B">
            <w:pPr>
              <w:pStyle w:val="BodyText"/>
              <w:spacing w:before="80"/>
              <w:rPr>
                <w:rStyle w:val="Answerkey"/>
              </w:rPr>
            </w:pPr>
            <w:r w:rsidRPr="009131A5">
              <w:rPr>
                <w:rStyle w:val="Answerkey"/>
              </w:rPr>
              <w:t>Client/Server</w:t>
            </w:r>
          </w:p>
        </w:tc>
        <w:tc>
          <w:tcPr>
            <w:tcW w:w="4428" w:type="dxa"/>
          </w:tcPr>
          <w:p w:rsidR="0093124A" w:rsidRPr="009131A5" w:rsidRDefault="0093124A" w:rsidP="00BB486B">
            <w:pPr>
              <w:pStyle w:val="BodyText"/>
              <w:spacing w:before="80"/>
              <w:rPr>
                <w:rStyle w:val="Answerkey"/>
              </w:rPr>
            </w:pPr>
            <w:r w:rsidRPr="009131A5">
              <w:rPr>
                <w:rStyle w:val="Answerkey"/>
              </w:rPr>
              <w:t>Look</w:t>
            </w:r>
            <w:r w:rsidR="002E6F93" w:rsidRPr="009131A5">
              <w:rPr>
                <w:rStyle w:val="Answerkey"/>
              </w:rPr>
              <w:t>ing</w:t>
            </w:r>
            <w:r w:rsidRPr="009131A5">
              <w:rPr>
                <w:rStyle w:val="Answerkey"/>
              </w:rPr>
              <w:t xml:space="preserve"> up the IP </w:t>
            </w:r>
            <w:r w:rsidR="002E6F93" w:rsidRPr="009131A5">
              <w:rPr>
                <w:rStyle w:val="Answerkey"/>
              </w:rPr>
              <w:t xml:space="preserve">address </w:t>
            </w:r>
            <w:r w:rsidRPr="009131A5">
              <w:rPr>
                <w:rStyle w:val="Answerkey"/>
              </w:rPr>
              <w:t>and server name for a given domain name</w:t>
            </w:r>
          </w:p>
        </w:tc>
      </w:tr>
      <w:tr w:rsidR="0093124A" w:rsidRPr="00CC58E3">
        <w:tc>
          <w:tcPr>
            <w:tcW w:w="1548" w:type="dxa"/>
          </w:tcPr>
          <w:p w:rsidR="0093124A" w:rsidRPr="00EA68D1" w:rsidRDefault="00EA68D1" w:rsidP="00C34B6A">
            <w:pPr>
              <w:pStyle w:val="TableHeadingsBlack"/>
              <w:rPr>
                <w:rStyle w:val="Answerkey"/>
                <w:i w:val="0"/>
                <w:color w:val="000000"/>
              </w:rPr>
            </w:pPr>
            <w:r>
              <w:rPr>
                <w:rStyle w:val="Answerkey"/>
                <w:i w:val="0"/>
                <w:color w:val="000000"/>
              </w:rPr>
              <w:t xml:space="preserve">Using </w:t>
            </w:r>
            <w:proofErr w:type="spellStart"/>
            <w:r w:rsidR="0093124A" w:rsidRPr="00EA68D1">
              <w:rPr>
                <w:rStyle w:val="Answerkey"/>
                <w:i w:val="0"/>
                <w:color w:val="000000"/>
              </w:rPr>
              <w:t>I</w:t>
            </w:r>
            <w:r w:rsidR="002E6F93" w:rsidRPr="00EA68D1">
              <w:rPr>
                <w:rStyle w:val="Answerkey"/>
                <w:i w:val="0"/>
                <w:color w:val="000000"/>
              </w:rPr>
              <w:t>pc</w:t>
            </w:r>
            <w:r w:rsidR="0093124A" w:rsidRPr="00EA68D1">
              <w:rPr>
                <w:rStyle w:val="Answerkey"/>
                <w:i w:val="0"/>
                <w:color w:val="000000"/>
              </w:rPr>
              <w:t>onfig</w:t>
            </w:r>
            <w:proofErr w:type="spellEnd"/>
          </w:p>
        </w:tc>
        <w:tc>
          <w:tcPr>
            <w:tcW w:w="3600" w:type="dxa"/>
          </w:tcPr>
          <w:p w:rsidR="0093124A" w:rsidRPr="009131A5" w:rsidRDefault="0093124A" w:rsidP="00BB486B">
            <w:pPr>
              <w:pStyle w:val="BodyText"/>
              <w:spacing w:before="80"/>
              <w:rPr>
                <w:rStyle w:val="Answerkey"/>
              </w:rPr>
            </w:pPr>
            <w:r w:rsidRPr="009131A5">
              <w:rPr>
                <w:rStyle w:val="Answerkey"/>
              </w:rPr>
              <w:t>Client/Server</w:t>
            </w:r>
          </w:p>
        </w:tc>
        <w:tc>
          <w:tcPr>
            <w:tcW w:w="4428" w:type="dxa"/>
          </w:tcPr>
          <w:p w:rsidR="0093124A" w:rsidRPr="009131A5" w:rsidRDefault="0093124A" w:rsidP="00BB486B">
            <w:pPr>
              <w:pStyle w:val="BodyText"/>
              <w:spacing w:before="80"/>
              <w:rPr>
                <w:rStyle w:val="Answerkey"/>
              </w:rPr>
            </w:pPr>
            <w:r w:rsidRPr="009131A5">
              <w:rPr>
                <w:rStyle w:val="Answerkey"/>
              </w:rPr>
              <w:t xml:space="preserve">Viewing </w:t>
            </w:r>
            <w:proofErr w:type="spellStart"/>
            <w:r w:rsidR="002E6F93" w:rsidRPr="009131A5">
              <w:rPr>
                <w:rStyle w:val="Answerkey"/>
              </w:rPr>
              <w:t>ip</w:t>
            </w:r>
            <w:r w:rsidRPr="009131A5">
              <w:rPr>
                <w:rStyle w:val="Answerkey"/>
              </w:rPr>
              <w:t>config</w:t>
            </w:r>
            <w:proofErr w:type="spellEnd"/>
            <w:r w:rsidR="002E6F93" w:rsidRPr="009131A5">
              <w:rPr>
                <w:rStyle w:val="Answerkey"/>
              </w:rPr>
              <w:t xml:space="preserve"> </w:t>
            </w:r>
            <w:r w:rsidRPr="009131A5">
              <w:rPr>
                <w:rStyle w:val="Answerkey"/>
              </w:rPr>
              <w:t>addresses for router</w:t>
            </w:r>
            <w:r w:rsidR="00440CEA">
              <w:rPr>
                <w:rStyle w:val="Answerkey"/>
              </w:rPr>
              <w:t xml:space="preserve"> and</w:t>
            </w:r>
            <w:r w:rsidRPr="009131A5">
              <w:rPr>
                <w:rStyle w:val="Answerkey"/>
              </w:rPr>
              <w:t xml:space="preserve"> subnet mask, and comparing </w:t>
            </w:r>
            <w:r w:rsidR="00440CEA">
              <w:rPr>
                <w:rStyle w:val="Answerkey"/>
              </w:rPr>
              <w:t xml:space="preserve">them </w:t>
            </w:r>
            <w:r w:rsidRPr="009131A5">
              <w:rPr>
                <w:rStyle w:val="Answerkey"/>
              </w:rPr>
              <w:t xml:space="preserve">with </w:t>
            </w:r>
            <w:proofErr w:type="spellStart"/>
            <w:r w:rsidRPr="009131A5">
              <w:rPr>
                <w:rStyle w:val="Answerkey"/>
              </w:rPr>
              <w:t>Whois</w:t>
            </w:r>
            <w:proofErr w:type="spellEnd"/>
            <w:r w:rsidRPr="009131A5">
              <w:rPr>
                <w:rStyle w:val="Answerkey"/>
              </w:rPr>
              <w:t xml:space="preserve"> </w:t>
            </w:r>
            <w:r w:rsidR="00440CEA">
              <w:rPr>
                <w:rStyle w:val="Answerkey"/>
              </w:rPr>
              <w:t xml:space="preserve">information </w:t>
            </w:r>
            <w:r w:rsidRPr="009131A5">
              <w:rPr>
                <w:rStyle w:val="Answerkey"/>
              </w:rPr>
              <w:t>to see how the internal address differs from what is being broadcast to the Internet</w:t>
            </w:r>
          </w:p>
        </w:tc>
      </w:tr>
    </w:tbl>
    <w:p w:rsidR="0093124A" w:rsidRDefault="0093124A" w:rsidP="0093124A">
      <w:pPr>
        <w:pStyle w:val="ResourceNo"/>
      </w:pPr>
      <w:r>
        <w:lastRenderedPageBreak/>
        <w:t>Teacher Resource 8.5</w:t>
      </w:r>
    </w:p>
    <w:p w:rsidR="0093124A" w:rsidRPr="00900366" w:rsidRDefault="0093124A" w:rsidP="0093124A">
      <w:pPr>
        <w:pStyle w:val="ResourceTitle"/>
      </w:pPr>
      <w:r w:rsidRPr="001526BA">
        <w:t>Student Roles: Client/Server Simulation Activity</w:t>
      </w:r>
    </w:p>
    <w:p w:rsidR="00D16AAD" w:rsidRPr="00D16AAD" w:rsidRDefault="004F6220" w:rsidP="00C542AC">
      <w:pPr>
        <w:pStyle w:val="Instructions"/>
      </w:pPr>
      <w:r>
        <w:t>Cut out the role</w:t>
      </w:r>
      <w:r w:rsidR="00C542AC">
        <w:t>-</w:t>
      </w:r>
      <w:r>
        <w:t>play strips (1–6) in this resource and distribute them, one to each group of students.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648"/>
        <w:gridCol w:w="3600"/>
        <w:gridCol w:w="5328"/>
      </w:tblGrid>
      <w:tr w:rsidR="0093124A" w:rsidRPr="00900366">
        <w:trPr>
          <w:trHeight w:val="4560"/>
        </w:trPr>
        <w:tc>
          <w:tcPr>
            <w:tcW w:w="648" w:type="dxa"/>
            <w:vAlign w:val="center"/>
          </w:tcPr>
          <w:p w:rsidR="0093124A" w:rsidRPr="00900366" w:rsidRDefault="0093124A" w:rsidP="0093124A">
            <w:pPr>
              <w:pStyle w:val="BodyText"/>
            </w:pPr>
            <w:r w:rsidRPr="00900366">
              <w:t>1</w:t>
            </w:r>
          </w:p>
        </w:tc>
        <w:tc>
          <w:tcPr>
            <w:tcW w:w="3600" w:type="dxa"/>
            <w:vAlign w:val="center"/>
          </w:tcPr>
          <w:p w:rsidR="0093124A" w:rsidRPr="00900366" w:rsidRDefault="0093124A" w:rsidP="009A2FBB">
            <w:pPr>
              <w:pStyle w:val="BodyText"/>
            </w:pPr>
            <w:r w:rsidRPr="00900366">
              <w:t xml:space="preserve">Who </w:t>
            </w:r>
            <w:r w:rsidR="009A2FBB">
              <w:t>a</w:t>
            </w:r>
            <w:r w:rsidRPr="00900366">
              <w:t>m I?</w:t>
            </w:r>
          </w:p>
          <w:p w:rsidR="0093124A" w:rsidRPr="00900366" w:rsidRDefault="0093124A" w:rsidP="0093124A">
            <w:pPr>
              <w:pStyle w:val="BodyText"/>
            </w:pPr>
            <w:r w:rsidRPr="00900366">
              <w:t>A desktop computer at 172.16.1.35.  Your user</w:t>
            </w:r>
            <w:r w:rsidR="00D16AAD">
              <w:t xml:space="preserve"> </w:t>
            </w:r>
            <w:r w:rsidRPr="00900366">
              <w:t>name is Networking and password is C0mput3rs.</w:t>
            </w:r>
          </w:p>
        </w:tc>
        <w:tc>
          <w:tcPr>
            <w:tcW w:w="5328" w:type="dxa"/>
            <w:vAlign w:val="center"/>
          </w:tcPr>
          <w:p w:rsidR="0093124A" w:rsidRPr="00900366" w:rsidRDefault="0093124A" w:rsidP="0093124A">
            <w:pPr>
              <w:pStyle w:val="BodyText"/>
            </w:pPr>
            <w:r w:rsidRPr="00900366">
              <w:t>What is my job?</w:t>
            </w:r>
          </w:p>
          <w:p w:rsidR="0093124A" w:rsidRPr="00900366" w:rsidRDefault="0093124A" w:rsidP="0093124A">
            <w:pPr>
              <w:pStyle w:val="BodyText"/>
            </w:pPr>
            <w:r w:rsidRPr="00900366">
              <w:t>Print a copy of MyReportCard.doc off of your shared file server.</w:t>
            </w:r>
          </w:p>
        </w:tc>
      </w:tr>
      <w:tr w:rsidR="0093124A" w:rsidRPr="00900366">
        <w:trPr>
          <w:trHeight w:val="4560"/>
        </w:trPr>
        <w:tc>
          <w:tcPr>
            <w:tcW w:w="648" w:type="dxa"/>
            <w:vAlign w:val="center"/>
          </w:tcPr>
          <w:p w:rsidR="0093124A" w:rsidRPr="00900366" w:rsidRDefault="0093124A" w:rsidP="0093124A">
            <w:pPr>
              <w:pStyle w:val="BodyText"/>
            </w:pPr>
            <w:r w:rsidRPr="00900366">
              <w:t>2</w:t>
            </w:r>
          </w:p>
        </w:tc>
        <w:tc>
          <w:tcPr>
            <w:tcW w:w="3600" w:type="dxa"/>
            <w:vAlign w:val="center"/>
          </w:tcPr>
          <w:p w:rsidR="0093124A" w:rsidRPr="00900366" w:rsidRDefault="0093124A" w:rsidP="00D16AAD">
            <w:pPr>
              <w:pStyle w:val="BodyText"/>
            </w:pPr>
            <w:r w:rsidRPr="00900366">
              <w:t xml:space="preserve">Who </w:t>
            </w:r>
            <w:r w:rsidR="00D16AAD">
              <w:t>a</w:t>
            </w:r>
            <w:r w:rsidRPr="00900366">
              <w:t>m I?</w:t>
            </w:r>
          </w:p>
          <w:p w:rsidR="0093124A" w:rsidRPr="00900366" w:rsidRDefault="0093124A" w:rsidP="0093124A">
            <w:pPr>
              <w:pStyle w:val="BodyText"/>
            </w:pPr>
            <w:r w:rsidRPr="00900366">
              <w:t>A desktop computer at 172.16.1.25</w:t>
            </w:r>
            <w:r w:rsidR="00D16AAD">
              <w:t>.</w:t>
            </w:r>
          </w:p>
        </w:tc>
        <w:tc>
          <w:tcPr>
            <w:tcW w:w="5328" w:type="dxa"/>
            <w:vAlign w:val="center"/>
          </w:tcPr>
          <w:p w:rsidR="0093124A" w:rsidRPr="00900366" w:rsidRDefault="0093124A" w:rsidP="0093124A">
            <w:pPr>
              <w:pStyle w:val="BodyText"/>
            </w:pPr>
            <w:r w:rsidRPr="00900366">
              <w:t>What is my job?</w:t>
            </w:r>
          </w:p>
          <w:p w:rsidR="0093124A" w:rsidRPr="00900366" w:rsidRDefault="0093124A" w:rsidP="0093124A">
            <w:pPr>
              <w:pStyle w:val="BodyText"/>
            </w:pPr>
            <w:r w:rsidRPr="00900366">
              <w:t>Retrieve the National Academy Foundation website at www.naf.org.</w:t>
            </w:r>
          </w:p>
        </w:tc>
      </w:tr>
      <w:tr w:rsidR="0093124A" w:rsidRPr="00900366">
        <w:trPr>
          <w:trHeight w:val="4560"/>
        </w:trPr>
        <w:tc>
          <w:tcPr>
            <w:tcW w:w="648" w:type="dxa"/>
            <w:vAlign w:val="center"/>
          </w:tcPr>
          <w:p w:rsidR="0093124A" w:rsidRPr="00900366" w:rsidRDefault="0093124A" w:rsidP="0093124A">
            <w:pPr>
              <w:pStyle w:val="BodyText"/>
            </w:pPr>
            <w:r w:rsidRPr="00900366">
              <w:lastRenderedPageBreak/>
              <w:t>3</w:t>
            </w:r>
          </w:p>
        </w:tc>
        <w:tc>
          <w:tcPr>
            <w:tcW w:w="3600" w:type="dxa"/>
            <w:vAlign w:val="center"/>
          </w:tcPr>
          <w:p w:rsidR="0093124A" w:rsidRPr="00900366" w:rsidRDefault="0093124A" w:rsidP="00D16AAD">
            <w:pPr>
              <w:pStyle w:val="BodyText"/>
            </w:pPr>
            <w:r w:rsidRPr="00900366">
              <w:t xml:space="preserve">Who </w:t>
            </w:r>
            <w:r w:rsidR="00D16AAD">
              <w:t>a</w:t>
            </w:r>
            <w:r w:rsidRPr="00900366">
              <w:t>m I?</w:t>
            </w:r>
          </w:p>
          <w:p w:rsidR="0093124A" w:rsidRPr="00900366" w:rsidRDefault="0093124A" w:rsidP="0093124A">
            <w:pPr>
              <w:pStyle w:val="BodyText"/>
            </w:pPr>
            <w:r w:rsidRPr="00900366">
              <w:t>A laser printer at 172.16.1.28</w:t>
            </w:r>
            <w:r w:rsidR="00D16AAD">
              <w:t>.</w:t>
            </w:r>
          </w:p>
        </w:tc>
        <w:tc>
          <w:tcPr>
            <w:tcW w:w="5328" w:type="dxa"/>
            <w:vAlign w:val="center"/>
          </w:tcPr>
          <w:p w:rsidR="0093124A" w:rsidRPr="00900366" w:rsidRDefault="0093124A" w:rsidP="0093124A">
            <w:pPr>
              <w:pStyle w:val="BodyText"/>
            </w:pPr>
            <w:r w:rsidRPr="00900366">
              <w:t>What is my job?</w:t>
            </w:r>
          </w:p>
          <w:p w:rsidR="0093124A" w:rsidRPr="00900366" w:rsidRDefault="0093124A" w:rsidP="0093124A">
            <w:pPr>
              <w:pStyle w:val="BodyText"/>
            </w:pPr>
            <w:r w:rsidRPr="00900366">
              <w:t>When you get a request from the print server, 168.0.15.5, check to make sure you have paper. Then print documents.</w:t>
            </w:r>
          </w:p>
        </w:tc>
      </w:tr>
      <w:tr w:rsidR="0093124A" w:rsidRPr="00900366">
        <w:trPr>
          <w:trHeight w:val="4560"/>
        </w:trPr>
        <w:tc>
          <w:tcPr>
            <w:tcW w:w="648" w:type="dxa"/>
            <w:vAlign w:val="center"/>
          </w:tcPr>
          <w:p w:rsidR="0093124A" w:rsidRPr="00900366" w:rsidRDefault="0093124A" w:rsidP="0093124A">
            <w:pPr>
              <w:pStyle w:val="BodyText"/>
            </w:pPr>
            <w:r w:rsidRPr="00900366">
              <w:t>4</w:t>
            </w:r>
          </w:p>
        </w:tc>
        <w:tc>
          <w:tcPr>
            <w:tcW w:w="3600" w:type="dxa"/>
            <w:vAlign w:val="center"/>
          </w:tcPr>
          <w:p w:rsidR="0093124A" w:rsidRPr="00900366" w:rsidRDefault="0093124A" w:rsidP="00D16AAD">
            <w:pPr>
              <w:pStyle w:val="BodyText"/>
            </w:pPr>
            <w:r w:rsidRPr="00900366">
              <w:t xml:space="preserve">Who </w:t>
            </w:r>
            <w:r w:rsidR="00D16AAD">
              <w:t>a</w:t>
            </w:r>
            <w:r w:rsidRPr="00900366">
              <w:t>m I?</w:t>
            </w:r>
          </w:p>
          <w:p w:rsidR="0093124A" w:rsidRPr="00900366" w:rsidRDefault="0093124A" w:rsidP="0093124A">
            <w:pPr>
              <w:pStyle w:val="BodyText"/>
            </w:pPr>
            <w:r w:rsidRPr="00900366">
              <w:t xml:space="preserve">A </w:t>
            </w:r>
            <w:r w:rsidR="00D16AAD">
              <w:t>w</w:t>
            </w:r>
            <w:r w:rsidRPr="00900366">
              <w:t>eb server on the Internet, at www.naf.org or 208.68.173.167</w:t>
            </w:r>
            <w:r w:rsidR="00D16AAD">
              <w:t>.</w:t>
            </w:r>
          </w:p>
        </w:tc>
        <w:tc>
          <w:tcPr>
            <w:tcW w:w="5328" w:type="dxa"/>
            <w:vAlign w:val="center"/>
          </w:tcPr>
          <w:p w:rsidR="0093124A" w:rsidRPr="00900366" w:rsidRDefault="0093124A" w:rsidP="0093124A">
            <w:pPr>
              <w:pStyle w:val="BodyText"/>
            </w:pPr>
            <w:r w:rsidRPr="00900366">
              <w:t>What is my job?</w:t>
            </w:r>
          </w:p>
          <w:p w:rsidR="0093124A" w:rsidRPr="00900366" w:rsidRDefault="0093124A" w:rsidP="00D16AAD">
            <w:pPr>
              <w:pStyle w:val="BodyText"/>
            </w:pPr>
            <w:r w:rsidRPr="00900366">
              <w:t xml:space="preserve">Host the National Academy Foundation </w:t>
            </w:r>
            <w:r w:rsidR="00D16AAD">
              <w:t>w</w:t>
            </w:r>
            <w:r w:rsidRPr="00900366">
              <w:t xml:space="preserve">ebsite files. </w:t>
            </w:r>
          </w:p>
          <w:p w:rsidR="0093124A" w:rsidRPr="00900366" w:rsidRDefault="0093124A" w:rsidP="0093124A">
            <w:pPr>
              <w:pStyle w:val="BodyText"/>
            </w:pPr>
            <w:r w:rsidRPr="00900366">
              <w:t xml:space="preserve">When a request comes in, send back the status line “HTTP/1.1 200 OK” along with your message or files in response to the request.  </w:t>
            </w:r>
          </w:p>
        </w:tc>
      </w:tr>
      <w:tr w:rsidR="0093124A" w:rsidRPr="00900366">
        <w:trPr>
          <w:trHeight w:val="4560"/>
        </w:trPr>
        <w:tc>
          <w:tcPr>
            <w:tcW w:w="648" w:type="dxa"/>
            <w:vAlign w:val="center"/>
          </w:tcPr>
          <w:p w:rsidR="0093124A" w:rsidRPr="00900366" w:rsidRDefault="0093124A" w:rsidP="0093124A">
            <w:pPr>
              <w:pStyle w:val="BodyText"/>
            </w:pPr>
            <w:r w:rsidRPr="00900366">
              <w:lastRenderedPageBreak/>
              <w:t>5</w:t>
            </w:r>
          </w:p>
        </w:tc>
        <w:tc>
          <w:tcPr>
            <w:tcW w:w="3600" w:type="dxa"/>
            <w:vAlign w:val="center"/>
          </w:tcPr>
          <w:p w:rsidR="0093124A" w:rsidRPr="00900366" w:rsidRDefault="0093124A" w:rsidP="000E2E6B">
            <w:pPr>
              <w:pStyle w:val="BodyText"/>
            </w:pPr>
            <w:r w:rsidRPr="00900366">
              <w:t xml:space="preserve">Who </w:t>
            </w:r>
            <w:r w:rsidR="000E2E6B">
              <w:t>a</w:t>
            </w:r>
            <w:r w:rsidRPr="00900366">
              <w:t>m I?</w:t>
            </w:r>
          </w:p>
          <w:p w:rsidR="0093124A" w:rsidRPr="00900366" w:rsidRDefault="0093124A" w:rsidP="0093124A">
            <w:pPr>
              <w:pStyle w:val="BodyText"/>
            </w:pPr>
            <w:r w:rsidRPr="00900366">
              <w:t>A LAN gateway router with a local address at 168.0.0.1 and an Internet address at 66.235.202.61.</w:t>
            </w:r>
          </w:p>
        </w:tc>
        <w:tc>
          <w:tcPr>
            <w:tcW w:w="5328" w:type="dxa"/>
            <w:vAlign w:val="center"/>
          </w:tcPr>
          <w:p w:rsidR="0093124A" w:rsidRPr="00900366" w:rsidRDefault="0093124A" w:rsidP="00BB486B">
            <w:pPr>
              <w:pStyle w:val="BodyText"/>
              <w:spacing w:before="80"/>
            </w:pPr>
            <w:r w:rsidRPr="00900366">
              <w:t>What is my job?</w:t>
            </w:r>
          </w:p>
          <w:p w:rsidR="0093124A" w:rsidRPr="00900366" w:rsidRDefault="0093124A" w:rsidP="006C7E2F">
            <w:pPr>
              <w:pStyle w:val="BodyText"/>
            </w:pPr>
            <w:r w:rsidRPr="00900366">
              <w:t>When you receive a request from a local computer, direct it to the proper address. If it starts with 168 or 172, you know it is on the local network.</w:t>
            </w:r>
            <w:r w:rsidR="00EF15D1">
              <w:t xml:space="preserve"> </w:t>
            </w:r>
            <w:r w:rsidRPr="00900366">
              <w:t xml:space="preserve">If it is another address, you know it is on the Internet. To send an Internet request, you must use </w:t>
            </w:r>
            <w:r w:rsidR="006C7E2F">
              <w:t>n</w:t>
            </w:r>
            <w:r w:rsidRPr="00900366">
              <w:t xml:space="preserve">etwork </w:t>
            </w:r>
            <w:r w:rsidR="006C7E2F">
              <w:t>a</w:t>
            </w:r>
            <w:r w:rsidRPr="00900366">
              <w:t xml:space="preserve">ddress </w:t>
            </w:r>
            <w:r w:rsidR="006C7E2F">
              <w:t>t</w:t>
            </w:r>
            <w:r w:rsidRPr="00900366">
              <w:t xml:space="preserve">ranslation.  </w:t>
            </w:r>
          </w:p>
          <w:p w:rsidR="0093124A" w:rsidRPr="00900366" w:rsidRDefault="0093124A" w:rsidP="000E2E6B">
            <w:pPr>
              <w:pStyle w:val="BodyText"/>
            </w:pPr>
            <w:r w:rsidRPr="00900366">
              <w:t xml:space="preserve">First, log which computer on the network sent the request to you. Then change the addresses on the message so that it shows the origin address as your network’s Internet address, 66.235.202.61.  </w:t>
            </w:r>
          </w:p>
          <w:p w:rsidR="0093124A" w:rsidRPr="00900366" w:rsidRDefault="0093124A" w:rsidP="0093124A">
            <w:pPr>
              <w:pStyle w:val="BodyText"/>
            </w:pPr>
            <w:r w:rsidRPr="00900366">
              <w:t xml:space="preserve">Send the message along. When you get a reply back, check your log to see which local computer sent the request, and forward the reply to </w:t>
            </w:r>
            <w:r w:rsidR="000E2E6B">
              <w:t>that computer</w:t>
            </w:r>
            <w:r w:rsidRPr="00900366">
              <w:t>.</w:t>
            </w:r>
          </w:p>
        </w:tc>
      </w:tr>
      <w:tr w:rsidR="0093124A" w:rsidRPr="00900366">
        <w:trPr>
          <w:trHeight w:val="4560"/>
        </w:trPr>
        <w:tc>
          <w:tcPr>
            <w:tcW w:w="648" w:type="dxa"/>
            <w:vAlign w:val="center"/>
          </w:tcPr>
          <w:p w:rsidR="0093124A" w:rsidRPr="00900366" w:rsidRDefault="0093124A" w:rsidP="0093124A">
            <w:pPr>
              <w:pStyle w:val="BodyText"/>
            </w:pPr>
            <w:r w:rsidRPr="00900366">
              <w:t>6</w:t>
            </w:r>
          </w:p>
        </w:tc>
        <w:tc>
          <w:tcPr>
            <w:tcW w:w="3600" w:type="dxa"/>
            <w:vAlign w:val="center"/>
          </w:tcPr>
          <w:p w:rsidR="0093124A" w:rsidRPr="00900366" w:rsidRDefault="0093124A" w:rsidP="000E2E6B">
            <w:pPr>
              <w:pStyle w:val="BodyText"/>
            </w:pPr>
            <w:r w:rsidRPr="00900366">
              <w:t xml:space="preserve">Who </w:t>
            </w:r>
            <w:r w:rsidR="000E2E6B">
              <w:t>a</w:t>
            </w:r>
            <w:r w:rsidRPr="00900366">
              <w:t>m I?</w:t>
            </w:r>
          </w:p>
          <w:p w:rsidR="0093124A" w:rsidRPr="00900366" w:rsidRDefault="0093124A" w:rsidP="0093124A">
            <w:pPr>
              <w:pStyle w:val="BodyText"/>
            </w:pPr>
            <w:r w:rsidRPr="00900366">
              <w:t xml:space="preserve">A LAN </w:t>
            </w:r>
            <w:proofErr w:type="gramStart"/>
            <w:r w:rsidRPr="00900366">
              <w:t>file</w:t>
            </w:r>
            <w:proofErr w:type="gramEnd"/>
            <w:r w:rsidRPr="00900366">
              <w:t xml:space="preserve"> and print server at 168.0.15.5</w:t>
            </w:r>
            <w:r w:rsidR="000E2E6B">
              <w:t>.</w:t>
            </w:r>
          </w:p>
        </w:tc>
        <w:tc>
          <w:tcPr>
            <w:tcW w:w="5328" w:type="dxa"/>
            <w:vAlign w:val="center"/>
          </w:tcPr>
          <w:p w:rsidR="0093124A" w:rsidRPr="00900366" w:rsidRDefault="0093124A" w:rsidP="0093124A">
            <w:pPr>
              <w:pStyle w:val="BodyText"/>
            </w:pPr>
            <w:r w:rsidRPr="00900366">
              <w:t>What is my job?</w:t>
            </w:r>
          </w:p>
          <w:p w:rsidR="0093124A" w:rsidRPr="00900366" w:rsidRDefault="0093124A" w:rsidP="0093124A">
            <w:pPr>
              <w:pStyle w:val="BodyText"/>
            </w:pPr>
            <w:r w:rsidRPr="00900366">
              <w:t xml:space="preserve">You store files on the local network and share them with users, but only those who have a password. The password is C0mput3rs.  </w:t>
            </w:r>
          </w:p>
        </w:tc>
      </w:tr>
    </w:tbl>
    <w:p w:rsidR="0093124A" w:rsidRPr="00900366" w:rsidRDefault="0093124A" w:rsidP="0093124A">
      <w:pPr>
        <w:pStyle w:val="BodyText"/>
      </w:pPr>
    </w:p>
    <w:p w:rsidR="0093124A" w:rsidRPr="00B326E3" w:rsidRDefault="0093124A" w:rsidP="0041553A">
      <w:r w:rsidRPr="00B326E3">
        <w:rPr>
          <w:b/>
        </w:rPr>
        <w:t>Note:</w:t>
      </w:r>
      <w:r w:rsidRPr="00B326E3">
        <w:t xml:space="preserve"> You may consider adding one more to this list</w:t>
      </w:r>
      <w:r w:rsidR="000E2E6B">
        <w:t>:</w:t>
      </w:r>
      <w:r w:rsidRPr="00B326E3">
        <w:t xml:space="preserve"> a proxy server. The person representing the proxy </w:t>
      </w:r>
      <w:r w:rsidR="000E2E6B">
        <w:t xml:space="preserve">server </w:t>
      </w:r>
      <w:r w:rsidRPr="00B326E3">
        <w:t>would be very “nosey,” stand</w:t>
      </w:r>
      <w:r w:rsidR="000E2E6B">
        <w:t>ing</w:t>
      </w:r>
      <w:r w:rsidRPr="00B326E3">
        <w:t xml:space="preserve"> near the door and decid</w:t>
      </w:r>
      <w:r w:rsidR="000E2E6B">
        <w:t>ing</w:t>
      </w:r>
      <w:r w:rsidRPr="00B326E3">
        <w:t xml:space="preserve"> who can enter based on the message the</w:t>
      </w:r>
      <w:r w:rsidR="000E2E6B">
        <w:t xml:space="preserve"> person</w:t>
      </w:r>
      <w:r w:rsidRPr="00B326E3">
        <w:t xml:space="preserve"> carr</w:t>
      </w:r>
      <w:r w:rsidR="000E2E6B">
        <w:t>ies</w:t>
      </w:r>
      <w:r w:rsidRPr="00B326E3">
        <w:t xml:space="preserve">. A router can filter based only on IP address or where </w:t>
      </w:r>
      <w:r w:rsidR="0041553A">
        <w:t>a</w:t>
      </w:r>
      <w:r w:rsidR="0041553A" w:rsidRPr="00B326E3">
        <w:t xml:space="preserve"> </w:t>
      </w:r>
      <w:r w:rsidRPr="00B326E3">
        <w:t xml:space="preserve">message comes from, but </w:t>
      </w:r>
      <w:r w:rsidR="000E2E6B">
        <w:t>a</w:t>
      </w:r>
      <w:r w:rsidRPr="00B326E3">
        <w:t xml:space="preserve"> proxy server can filter based on </w:t>
      </w:r>
      <w:r w:rsidR="0041553A">
        <w:t>a</w:t>
      </w:r>
      <w:r w:rsidR="0041553A" w:rsidRPr="00B326E3">
        <w:t xml:space="preserve"> </w:t>
      </w:r>
      <w:r w:rsidRPr="00B326E3">
        <w:t>message</w:t>
      </w:r>
      <w:r w:rsidR="0041553A">
        <w:t>’s</w:t>
      </w:r>
      <w:r w:rsidRPr="00B326E3">
        <w:t xml:space="preserve"> contents.</w:t>
      </w:r>
    </w:p>
    <w:p w:rsidR="0093124A" w:rsidRPr="005D4593" w:rsidRDefault="0093124A" w:rsidP="0093124A">
      <w:pPr>
        <w:pStyle w:val="ResourceNo"/>
      </w:pPr>
      <w:r w:rsidRPr="005D4593">
        <w:lastRenderedPageBreak/>
        <w:t xml:space="preserve">Teacher </w:t>
      </w:r>
      <w:r w:rsidR="007C1D29">
        <w:t>Resource 8.6</w:t>
      </w:r>
    </w:p>
    <w:p w:rsidR="0093124A" w:rsidRPr="005D4593" w:rsidRDefault="0093124A" w:rsidP="008C7274">
      <w:pPr>
        <w:pStyle w:val="ResourceTitle"/>
      </w:pPr>
      <w:r w:rsidRPr="005D4593">
        <w:t>Short</w:t>
      </w:r>
      <w:r w:rsidR="008C7274">
        <w:t>-</w:t>
      </w:r>
      <w:r w:rsidRPr="005D4593">
        <w:t>Answer Quiz</w:t>
      </w:r>
      <w:r w:rsidR="007C1D29">
        <w:t>: Network Operating Systems</w:t>
      </w:r>
    </w:p>
    <w:p w:rsidR="0093124A" w:rsidRPr="00C34B6A" w:rsidRDefault="0093124A" w:rsidP="00C34B6A">
      <w:pPr>
        <w:pStyle w:val="Numbered"/>
        <w:numPr>
          <w:ilvl w:val="0"/>
          <w:numId w:val="59"/>
        </w:numPr>
        <w:rPr>
          <w:rFonts w:ascii="ArialMS" w:hAnsi="ArialMS"/>
        </w:rPr>
      </w:pPr>
      <w:r w:rsidRPr="004F6220">
        <w:t xml:space="preserve">Explain what kind of network </w:t>
      </w:r>
      <w:r w:rsidR="00C529A6" w:rsidRPr="004F6220">
        <w:t>w</w:t>
      </w:r>
      <w:r w:rsidRPr="004F6220">
        <w:t>ork</w:t>
      </w:r>
      <w:r w:rsidR="00C529A6" w:rsidRPr="004F6220">
        <w:t>g</w:t>
      </w:r>
      <w:r w:rsidRPr="004F6220">
        <w:t xml:space="preserve">roups are used </w:t>
      </w:r>
      <w:r w:rsidR="008C206B" w:rsidRPr="004F6220">
        <w:t>i</w:t>
      </w:r>
      <w:r w:rsidRPr="004F6220">
        <w:t>n and how they help users share files.</w:t>
      </w:r>
    </w:p>
    <w:p w:rsidR="0093124A" w:rsidRPr="004F6220" w:rsidRDefault="0093124A" w:rsidP="00EA68D1">
      <w:pPr>
        <w:pStyle w:val="BodyText"/>
      </w:pPr>
    </w:p>
    <w:p w:rsidR="0093124A" w:rsidRPr="004F6220" w:rsidRDefault="0093124A" w:rsidP="00EA68D1">
      <w:pPr>
        <w:pStyle w:val="BodyText"/>
        <w:rPr>
          <w:rFonts w:ascii="ArialMS" w:hAnsi="ArialMS"/>
        </w:rPr>
      </w:pPr>
    </w:p>
    <w:p w:rsidR="0093124A" w:rsidRPr="004F6220" w:rsidRDefault="0093124A" w:rsidP="00C34B6A">
      <w:pPr>
        <w:pStyle w:val="Numbered"/>
        <w:rPr>
          <w:rFonts w:ascii="ArialMS" w:hAnsi="ArialMS"/>
        </w:rPr>
      </w:pPr>
      <w:r w:rsidRPr="004F6220">
        <w:t>What are two differences between sharing files in a peer</w:t>
      </w:r>
      <w:r w:rsidR="00C529A6" w:rsidRPr="004F6220">
        <w:t>-</w:t>
      </w:r>
      <w:r w:rsidRPr="004F6220">
        <w:t>to</w:t>
      </w:r>
      <w:r w:rsidR="00C529A6" w:rsidRPr="004F6220">
        <w:t>-</w:t>
      </w:r>
      <w:r w:rsidRPr="004F6220">
        <w:t>peer LAN and using a peer</w:t>
      </w:r>
      <w:r w:rsidR="00C529A6" w:rsidRPr="004F6220">
        <w:t>-</w:t>
      </w:r>
      <w:r w:rsidRPr="004F6220">
        <w:t>to</w:t>
      </w:r>
      <w:r w:rsidR="00C529A6" w:rsidRPr="004F6220">
        <w:t>-</w:t>
      </w:r>
      <w:r w:rsidRPr="004F6220">
        <w:t xml:space="preserve">peer file sharing client like Napster on the </w:t>
      </w:r>
      <w:r w:rsidR="00B273DF">
        <w:t>Internet</w:t>
      </w:r>
      <w:r w:rsidRPr="004F6220">
        <w:t>?</w:t>
      </w:r>
    </w:p>
    <w:p w:rsidR="0093124A" w:rsidRPr="004F6220" w:rsidRDefault="0093124A" w:rsidP="00EA68D1">
      <w:pPr>
        <w:pStyle w:val="BodyText"/>
      </w:pPr>
    </w:p>
    <w:p w:rsidR="0093124A" w:rsidRPr="004F6220" w:rsidRDefault="0093124A" w:rsidP="00EA68D1">
      <w:pPr>
        <w:pStyle w:val="BodyText"/>
        <w:rPr>
          <w:rFonts w:ascii="ArialMS" w:hAnsi="ArialMS"/>
        </w:rPr>
      </w:pPr>
    </w:p>
    <w:p w:rsidR="0093124A" w:rsidRPr="004F6220" w:rsidRDefault="0093124A" w:rsidP="00C34B6A">
      <w:pPr>
        <w:pStyle w:val="Numbered"/>
        <w:rPr>
          <w:rFonts w:ascii="ArialMS" w:hAnsi="ArialMS"/>
        </w:rPr>
      </w:pPr>
      <w:r w:rsidRPr="004F6220">
        <w:t>What are some of the roles a dedicated server might play in a client/server network?</w:t>
      </w:r>
    </w:p>
    <w:p w:rsidR="0093124A" w:rsidRPr="004F6220" w:rsidRDefault="0093124A" w:rsidP="00C34B6A">
      <w:pPr>
        <w:pStyle w:val="BodyText"/>
      </w:pPr>
    </w:p>
    <w:p w:rsidR="0093124A" w:rsidRPr="004F6220" w:rsidRDefault="0093124A" w:rsidP="00C34B6A">
      <w:pPr>
        <w:pStyle w:val="BodyText"/>
        <w:rPr>
          <w:rFonts w:ascii="ArialMS" w:hAnsi="ArialMS"/>
        </w:rPr>
      </w:pPr>
    </w:p>
    <w:p w:rsidR="0093124A" w:rsidRPr="004F6220" w:rsidRDefault="0093124A" w:rsidP="00C34B6A">
      <w:pPr>
        <w:pStyle w:val="Numbered"/>
        <w:rPr>
          <w:rFonts w:ascii="ArialMS" w:hAnsi="ArialMS"/>
        </w:rPr>
      </w:pPr>
      <w:r w:rsidRPr="004F6220">
        <w:t xml:space="preserve">What kind of network uses roaming authentication, and how does it work? </w:t>
      </w:r>
    </w:p>
    <w:p w:rsidR="0093124A" w:rsidRPr="004F6220" w:rsidRDefault="0093124A" w:rsidP="00C34B6A">
      <w:pPr>
        <w:pStyle w:val="BodyText"/>
      </w:pPr>
    </w:p>
    <w:p w:rsidR="0093124A" w:rsidRPr="004F6220" w:rsidRDefault="0093124A" w:rsidP="00C34B6A">
      <w:pPr>
        <w:pStyle w:val="BodyText"/>
        <w:rPr>
          <w:rFonts w:ascii="ArialMS" w:hAnsi="ArialMS"/>
        </w:rPr>
      </w:pPr>
    </w:p>
    <w:p w:rsidR="0093124A" w:rsidRPr="004F6220" w:rsidRDefault="0093124A" w:rsidP="00C34B6A">
      <w:pPr>
        <w:pStyle w:val="Numbered"/>
        <w:rPr>
          <w:rFonts w:ascii="ArialMS" w:hAnsi="ArialMS"/>
        </w:rPr>
      </w:pPr>
      <w:r w:rsidRPr="004F6220">
        <w:t xml:space="preserve">Briefly describe how </w:t>
      </w:r>
      <w:r w:rsidR="006C7E2F">
        <w:t>n</w:t>
      </w:r>
      <w:r w:rsidRPr="004F6220">
        <w:t xml:space="preserve">etwork </w:t>
      </w:r>
      <w:r w:rsidR="006C7E2F">
        <w:t>a</w:t>
      </w:r>
      <w:r w:rsidRPr="004F6220">
        <w:t xml:space="preserve">ddress </w:t>
      </w:r>
      <w:r w:rsidR="006C7E2F">
        <w:t>t</w:t>
      </w:r>
      <w:r w:rsidRPr="004F6220">
        <w:t xml:space="preserve">ranslation hides the addresses of computers on </w:t>
      </w:r>
      <w:r w:rsidR="00C529A6" w:rsidRPr="004F6220">
        <w:t>a</w:t>
      </w:r>
      <w:r w:rsidRPr="004F6220">
        <w:t xml:space="preserve"> </w:t>
      </w:r>
      <w:r w:rsidR="00C529A6" w:rsidRPr="004F6220">
        <w:t>l</w:t>
      </w:r>
      <w:r w:rsidRPr="004F6220">
        <w:t xml:space="preserve">ocal </w:t>
      </w:r>
      <w:r w:rsidR="00C529A6" w:rsidRPr="004F6220">
        <w:t>a</w:t>
      </w:r>
      <w:r w:rsidRPr="004F6220">
        <w:t xml:space="preserve">rea </w:t>
      </w:r>
      <w:r w:rsidR="00C529A6" w:rsidRPr="004F6220">
        <w:t>n</w:t>
      </w:r>
      <w:r w:rsidRPr="004F6220">
        <w:t>etwork from computers on the Internet.</w:t>
      </w:r>
    </w:p>
    <w:p w:rsidR="0093124A" w:rsidRPr="004F6220" w:rsidRDefault="0093124A" w:rsidP="00C34B6A">
      <w:pPr>
        <w:pStyle w:val="BodyText"/>
      </w:pPr>
    </w:p>
    <w:p w:rsidR="0093124A" w:rsidRPr="004F6220" w:rsidRDefault="0093124A" w:rsidP="00C34B6A">
      <w:pPr>
        <w:pStyle w:val="BodyText"/>
      </w:pPr>
    </w:p>
    <w:p w:rsidR="0093124A" w:rsidRPr="004F6220" w:rsidRDefault="0093124A" w:rsidP="00C34B6A">
      <w:pPr>
        <w:pStyle w:val="Numbered"/>
        <w:rPr>
          <w:rFonts w:ascii="ArialMS" w:hAnsi="ArialMS"/>
        </w:rPr>
      </w:pPr>
      <w:r w:rsidRPr="004F6220">
        <w:t xml:space="preserve">What is the Domain Name </w:t>
      </w:r>
      <w:r w:rsidR="00A85EAB" w:rsidRPr="004F6220">
        <w:t xml:space="preserve">System </w:t>
      </w:r>
      <w:r w:rsidRPr="004F6220">
        <w:t>(DNS) on the Internet, and what is the comparable service within a LAN?</w:t>
      </w:r>
    </w:p>
    <w:p w:rsidR="0093124A" w:rsidRPr="004F6220" w:rsidRDefault="0093124A" w:rsidP="00C34B6A">
      <w:pPr>
        <w:pStyle w:val="BodyText"/>
      </w:pPr>
    </w:p>
    <w:p w:rsidR="0093124A" w:rsidRPr="004F6220" w:rsidRDefault="0093124A" w:rsidP="00C34B6A">
      <w:pPr>
        <w:pStyle w:val="BodyText"/>
      </w:pPr>
    </w:p>
    <w:p w:rsidR="004F6220" w:rsidRPr="004F6220" w:rsidRDefault="0093124A" w:rsidP="00C34B6A">
      <w:pPr>
        <w:pStyle w:val="Numbered"/>
      </w:pPr>
      <w:r w:rsidRPr="004F6220">
        <w:t>What does it mean to map a shared drive in a client/server network?</w:t>
      </w:r>
      <w:r w:rsidR="004F6220" w:rsidRPr="004F6220">
        <w:br/>
      </w:r>
      <w:r w:rsidR="004F6220" w:rsidRPr="004F6220">
        <w:br/>
      </w:r>
      <w:r w:rsidR="004F6220" w:rsidRPr="004F6220">
        <w:br/>
      </w:r>
      <w:r w:rsidR="004F6220" w:rsidRPr="004F6220">
        <w:br/>
      </w:r>
    </w:p>
    <w:p w:rsidR="0093124A" w:rsidRPr="004F6220" w:rsidRDefault="0093124A" w:rsidP="00C34B6A">
      <w:pPr>
        <w:pStyle w:val="Numbered"/>
      </w:pPr>
      <w:r w:rsidRPr="004F6220">
        <w:t xml:space="preserve"> What information can you learn from using the </w:t>
      </w:r>
      <w:proofErr w:type="spellStart"/>
      <w:r w:rsidRPr="007F3E4A">
        <w:rPr>
          <w:rStyle w:val="codechar"/>
        </w:rPr>
        <w:t>ipconfig</w:t>
      </w:r>
      <w:proofErr w:type="spellEnd"/>
      <w:r w:rsidRPr="004F6220">
        <w:t xml:space="preserve"> command </w:t>
      </w:r>
      <w:r w:rsidR="00DA536A" w:rsidRPr="004F6220">
        <w:t xml:space="preserve">at </w:t>
      </w:r>
      <w:r w:rsidRPr="004F6220">
        <w:t>the DOS prompt?</w:t>
      </w:r>
    </w:p>
    <w:p w:rsidR="0093124A" w:rsidRPr="0071277F" w:rsidRDefault="0093124A" w:rsidP="0093124A">
      <w:pPr>
        <w:spacing w:after="0" w:line="240" w:lineRule="auto"/>
        <w:ind w:left="0" w:firstLine="0"/>
      </w:pPr>
    </w:p>
    <w:p w:rsidR="0093124A" w:rsidRDefault="007C1D29" w:rsidP="0093124A">
      <w:pPr>
        <w:pStyle w:val="ResourceNo"/>
      </w:pPr>
      <w:r>
        <w:lastRenderedPageBreak/>
        <w:t>Teacher Resource 8.7</w:t>
      </w:r>
    </w:p>
    <w:p w:rsidR="0093124A" w:rsidRDefault="0093124A" w:rsidP="0093124A">
      <w:pPr>
        <w:pStyle w:val="ResourceTitle"/>
      </w:pPr>
      <w:r>
        <w:t xml:space="preserve">Answer </w:t>
      </w:r>
      <w:r w:rsidR="007C1D29">
        <w:t>Key</w:t>
      </w:r>
      <w:r>
        <w:t xml:space="preserve">: </w:t>
      </w:r>
      <w:r w:rsidR="007C1D29">
        <w:t>Network Operating Systems</w:t>
      </w:r>
      <w:r>
        <w:t xml:space="preserve"> Quiz</w:t>
      </w:r>
    </w:p>
    <w:p w:rsidR="0093124A" w:rsidRPr="00C34B6A" w:rsidRDefault="0093124A" w:rsidP="00C34B6A">
      <w:pPr>
        <w:pStyle w:val="Numbered"/>
        <w:numPr>
          <w:ilvl w:val="0"/>
          <w:numId w:val="60"/>
        </w:numPr>
        <w:rPr>
          <w:rFonts w:ascii="ArialMS" w:hAnsi="ArialMS"/>
        </w:rPr>
      </w:pPr>
      <w:r w:rsidRPr="00D72EBA">
        <w:t xml:space="preserve">Explain what kind of network </w:t>
      </w:r>
      <w:r w:rsidR="008C206B" w:rsidRPr="00D72EBA">
        <w:t>w</w:t>
      </w:r>
      <w:r w:rsidRPr="00D72EBA">
        <w:t>ork</w:t>
      </w:r>
      <w:r w:rsidR="008C206B" w:rsidRPr="00D72EBA">
        <w:t>g</w:t>
      </w:r>
      <w:r w:rsidRPr="00D72EBA">
        <w:t xml:space="preserve">roups are used </w:t>
      </w:r>
      <w:r w:rsidR="008C206B" w:rsidRPr="00D72EBA">
        <w:t>i</w:t>
      </w:r>
      <w:r w:rsidRPr="00D72EBA">
        <w:t>n and how they help users share files.</w:t>
      </w:r>
    </w:p>
    <w:p w:rsidR="0093124A" w:rsidRPr="00D72EBA" w:rsidRDefault="0093124A" w:rsidP="00C34B6A">
      <w:pPr>
        <w:pStyle w:val="Indent"/>
        <w:rPr>
          <w:rStyle w:val="Answerkey"/>
        </w:rPr>
      </w:pPr>
      <w:r w:rsidRPr="00D72EBA">
        <w:rPr>
          <w:rStyle w:val="Answerkey"/>
        </w:rPr>
        <w:t xml:space="preserve">Workgroups are used on peer-to-peer networks. Each computer joins a workgroup, and users can easily share files </w:t>
      </w:r>
      <w:r w:rsidR="00503D6F" w:rsidRPr="00D72EBA">
        <w:rPr>
          <w:rStyle w:val="Answerkey"/>
        </w:rPr>
        <w:t xml:space="preserve">with </w:t>
      </w:r>
      <w:r w:rsidRPr="00D72EBA">
        <w:rPr>
          <w:rStyle w:val="Answerkey"/>
        </w:rPr>
        <w:t>the other computers in their workgroup.</w:t>
      </w:r>
    </w:p>
    <w:p w:rsidR="0093124A" w:rsidRPr="00D72EBA" w:rsidRDefault="0093124A" w:rsidP="00C34B6A">
      <w:pPr>
        <w:pStyle w:val="Numbered"/>
      </w:pPr>
      <w:r w:rsidRPr="00D72EBA">
        <w:t>What are two differences between sharing files in a peer</w:t>
      </w:r>
      <w:r w:rsidR="008C206B" w:rsidRPr="00D72EBA">
        <w:t>-</w:t>
      </w:r>
      <w:r w:rsidRPr="00D72EBA">
        <w:t>to</w:t>
      </w:r>
      <w:r w:rsidR="008C206B" w:rsidRPr="00D72EBA">
        <w:t>-</w:t>
      </w:r>
      <w:r w:rsidRPr="00D72EBA">
        <w:t>peer LAN and using a peer</w:t>
      </w:r>
      <w:r w:rsidR="008C206B" w:rsidRPr="00D72EBA">
        <w:t>-</w:t>
      </w:r>
      <w:r w:rsidRPr="00D72EBA">
        <w:t>to</w:t>
      </w:r>
      <w:r w:rsidR="008C206B" w:rsidRPr="00D72EBA">
        <w:t>-</w:t>
      </w:r>
      <w:r w:rsidRPr="00D72EBA">
        <w:t xml:space="preserve">peer file sharing client like Napster on the </w:t>
      </w:r>
      <w:r w:rsidR="006F3B69">
        <w:t>Internet</w:t>
      </w:r>
      <w:r w:rsidRPr="00D72EBA">
        <w:t>?</w:t>
      </w:r>
    </w:p>
    <w:p w:rsidR="0093124A" w:rsidRPr="00D72EBA" w:rsidRDefault="00503D6F" w:rsidP="00C34B6A">
      <w:pPr>
        <w:pStyle w:val="BL-sub"/>
        <w:rPr>
          <w:rStyle w:val="Answerkey"/>
        </w:rPr>
      </w:pPr>
      <w:r w:rsidRPr="00D72EBA">
        <w:rPr>
          <w:rStyle w:val="Answerkey"/>
        </w:rPr>
        <w:t>O</w:t>
      </w:r>
      <w:r w:rsidR="0093124A" w:rsidRPr="00D72EBA">
        <w:rPr>
          <w:rStyle w:val="Answerkey"/>
        </w:rPr>
        <w:t>ne is local and one is global</w:t>
      </w:r>
      <w:r w:rsidR="006F3B69">
        <w:rPr>
          <w:rStyle w:val="Answerkey"/>
        </w:rPr>
        <w:t>.</w:t>
      </w:r>
    </w:p>
    <w:p w:rsidR="0093124A" w:rsidRPr="00D72EBA" w:rsidRDefault="00503D6F" w:rsidP="00C34B6A">
      <w:pPr>
        <w:pStyle w:val="BL-sub"/>
        <w:rPr>
          <w:rStyle w:val="Answerkey"/>
        </w:rPr>
      </w:pPr>
      <w:r w:rsidRPr="00D72EBA">
        <w:rPr>
          <w:rStyle w:val="Answerkey"/>
        </w:rPr>
        <w:t>P</w:t>
      </w:r>
      <w:r w:rsidR="0093124A" w:rsidRPr="00D72EBA">
        <w:rPr>
          <w:rStyle w:val="Answerkey"/>
        </w:rPr>
        <w:t>eer</w:t>
      </w:r>
      <w:r w:rsidRPr="00D72EBA">
        <w:rPr>
          <w:rStyle w:val="Answerkey"/>
        </w:rPr>
        <w:t>-</w:t>
      </w:r>
      <w:r w:rsidR="0093124A" w:rsidRPr="00D72EBA">
        <w:rPr>
          <w:rStyle w:val="Answerkey"/>
        </w:rPr>
        <w:t>to</w:t>
      </w:r>
      <w:r w:rsidRPr="00D72EBA">
        <w:rPr>
          <w:rStyle w:val="Answerkey"/>
        </w:rPr>
        <w:t>-</w:t>
      </w:r>
      <w:r w:rsidR="0093124A" w:rsidRPr="00D72EBA">
        <w:rPr>
          <w:rStyle w:val="Answerkey"/>
        </w:rPr>
        <w:t xml:space="preserve">peer file sharing </w:t>
      </w:r>
      <w:r w:rsidR="0041553A" w:rsidRPr="00D72EBA">
        <w:rPr>
          <w:rStyle w:val="Answerkey"/>
        </w:rPr>
        <w:t xml:space="preserve">on </w:t>
      </w:r>
      <w:r w:rsidR="0093124A" w:rsidRPr="00D72EBA">
        <w:rPr>
          <w:rStyle w:val="Answerkey"/>
        </w:rPr>
        <w:t xml:space="preserve">a LAN uses shared file folders and settings configured in the operating system, while sharing on the </w:t>
      </w:r>
      <w:r w:rsidRPr="00D72EBA">
        <w:rPr>
          <w:rStyle w:val="Answerkey"/>
        </w:rPr>
        <w:t>w</w:t>
      </w:r>
      <w:r w:rsidR="0093124A" w:rsidRPr="00D72EBA">
        <w:rPr>
          <w:rStyle w:val="Answerkey"/>
        </w:rPr>
        <w:t xml:space="preserve">eb requires a special software client like Napster, </w:t>
      </w:r>
      <w:proofErr w:type="spellStart"/>
      <w:r w:rsidR="0093124A" w:rsidRPr="00D72EBA">
        <w:rPr>
          <w:rStyle w:val="Answerkey"/>
        </w:rPr>
        <w:t>BitTorrent</w:t>
      </w:r>
      <w:proofErr w:type="spellEnd"/>
      <w:r w:rsidR="0093124A" w:rsidRPr="00D72EBA">
        <w:rPr>
          <w:rStyle w:val="Answerkey"/>
        </w:rPr>
        <w:t>, etc.</w:t>
      </w:r>
    </w:p>
    <w:p w:rsidR="0093124A" w:rsidRPr="00D72EBA" w:rsidRDefault="00503D6F" w:rsidP="00C34B6A">
      <w:pPr>
        <w:pStyle w:val="BL-sub"/>
        <w:rPr>
          <w:rStyle w:val="Answerkey"/>
        </w:rPr>
      </w:pPr>
      <w:r w:rsidRPr="00D72EBA">
        <w:rPr>
          <w:rStyle w:val="Answerkey"/>
        </w:rPr>
        <w:t>P</w:t>
      </w:r>
      <w:r w:rsidR="0093124A" w:rsidRPr="00D72EBA">
        <w:rPr>
          <w:rStyle w:val="Answerkey"/>
        </w:rPr>
        <w:t xml:space="preserve">asswords and permissions can be set in the LAN, but on the </w:t>
      </w:r>
      <w:r w:rsidRPr="00D72EBA">
        <w:rPr>
          <w:rStyle w:val="Answerkey"/>
        </w:rPr>
        <w:t>w</w:t>
      </w:r>
      <w:r w:rsidR="0093124A" w:rsidRPr="00D72EBA">
        <w:rPr>
          <w:rStyle w:val="Answerkey"/>
        </w:rPr>
        <w:t xml:space="preserve">eb, everything in the </w:t>
      </w:r>
      <w:r w:rsidR="0041240F">
        <w:rPr>
          <w:rStyle w:val="Answerkey"/>
        </w:rPr>
        <w:t>s</w:t>
      </w:r>
      <w:r w:rsidR="0093124A" w:rsidRPr="00D72EBA">
        <w:rPr>
          <w:rStyle w:val="Answerkey"/>
        </w:rPr>
        <w:t>hared file is shared with other users</w:t>
      </w:r>
      <w:r w:rsidR="006F3B69">
        <w:rPr>
          <w:rStyle w:val="Answerkey"/>
        </w:rPr>
        <w:t>.</w:t>
      </w:r>
    </w:p>
    <w:p w:rsidR="0093124A" w:rsidRPr="00D72EBA" w:rsidRDefault="0041240F" w:rsidP="00C34B6A">
      <w:pPr>
        <w:pStyle w:val="BL-sub"/>
        <w:rPr>
          <w:rStyle w:val="Answerkey"/>
        </w:rPr>
      </w:pPr>
      <w:r>
        <w:rPr>
          <w:rStyle w:val="Answerkey"/>
        </w:rPr>
        <w:t>I</w:t>
      </w:r>
      <w:r w:rsidRPr="00D72EBA">
        <w:rPr>
          <w:rStyle w:val="Answerkey"/>
        </w:rPr>
        <w:t>n the LAN</w:t>
      </w:r>
      <w:r w:rsidR="006F3B69">
        <w:rPr>
          <w:rStyle w:val="Answerkey"/>
        </w:rPr>
        <w:t>,</w:t>
      </w:r>
      <w:r w:rsidRPr="00D72EBA">
        <w:rPr>
          <w:rStyle w:val="Answerkey"/>
        </w:rPr>
        <w:t xml:space="preserve"> you can see the names of people’s computers and workgroups</w:t>
      </w:r>
      <w:r>
        <w:rPr>
          <w:rStyle w:val="Answerkey"/>
        </w:rPr>
        <w:t xml:space="preserve">, but you don't see the names of users on the web. (However, in peer-to-peer file sharing, </w:t>
      </w:r>
      <w:r w:rsidRPr="0041240F">
        <w:rPr>
          <w:rStyle w:val="Answerkey"/>
        </w:rPr>
        <w:t xml:space="preserve">your computer </w:t>
      </w:r>
      <w:r>
        <w:rPr>
          <w:rStyle w:val="Answerkey"/>
        </w:rPr>
        <w:t>IP</w:t>
      </w:r>
      <w:r w:rsidRPr="0041240F">
        <w:rPr>
          <w:rStyle w:val="Answerkey"/>
        </w:rPr>
        <w:t xml:space="preserve"> address</w:t>
      </w:r>
      <w:r>
        <w:rPr>
          <w:rStyle w:val="Answerkey"/>
        </w:rPr>
        <w:t xml:space="preserve"> can be</w:t>
      </w:r>
      <w:r w:rsidRPr="0041240F">
        <w:rPr>
          <w:rStyle w:val="Answerkey"/>
        </w:rPr>
        <w:t xml:space="preserve"> traced back to you</w:t>
      </w:r>
      <w:r w:rsidR="006F3B69">
        <w:rPr>
          <w:rStyle w:val="Answerkey"/>
        </w:rPr>
        <w:t>—</w:t>
      </w:r>
      <w:r w:rsidRPr="0041240F">
        <w:rPr>
          <w:rStyle w:val="Answerkey"/>
        </w:rPr>
        <w:t xml:space="preserve">as the RIAA and MPAA lawsuits </w:t>
      </w:r>
      <w:r w:rsidR="006F3B69">
        <w:rPr>
          <w:rStyle w:val="Answerkey"/>
        </w:rPr>
        <w:t xml:space="preserve">have </w:t>
      </w:r>
      <w:r w:rsidRPr="0041240F">
        <w:rPr>
          <w:rStyle w:val="Answerkey"/>
        </w:rPr>
        <w:t>demonstrated.</w:t>
      </w:r>
      <w:r>
        <w:rPr>
          <w:rStyle w:val="Answerkey"/>
        </w:rPr>
        <w:t>)</w:t>
      </w:r>
    </w:p>
    <w:p w:rsidR="00C34B6A" w:rsidRPr="00C34B6A" w:rsidRDefault="0093124A" w:rsidP="00C34B6A">
      <w:pPr>
        <w:pStyle w:val="Numbered"/>
      </w:pPr>
      <w:r w:rsidRPr="00D72EBA">
        <w:t>What are some of the roles a dedicated server might play in a client/server network?</w:t>
      </w:r>
    </w:p>
    <w:p w:rsidR="0093124A" w:rsidRPr="00D72EBA" w:rsidRDefault="0093124A" w:rsidP="00C34B6A">
      <w:pPr>
        <w:pStyle w:val="Indent"/>
        <w:rPr>
          <w:rStyle w:val="Answerkey"/>
        </w:rPr>
      </w:pPr>
      <w:r w:rsidRPr="00D72EBA">
        <w:rPr>
          <w:rStyle w:val="Answerkey"/>
        </w:rPr>
        <w:t xml:space="preserve">A dedicated server might function as a domain controller to store an Active Directory of user profiles, or as a proxy server, </w:t>
      </w:r>
      <w:r w:rsidR="00503D6F" w:rsidRPr="00D72EBA">
        <w:rPr>
          <w:rStyle w:val="Answerkey"/>
        </w:rPr>
        <w:t xml:space="preserve">an </w:t>
      </w:r>
      <w:r w:rsidRPr="00D72EBA">
        <w:rPr>
          <w:rStyle w:val="Answerkey"/>
        </w:rPr>
        <w:t xml:space="preserve">email server, </w:t>
      </w:r>
      <w:r w:rsidR="00503D6F" w:rsidRPr="00D72EBA">
        <w:rPr>
          <w:rStyle w:val="Answerkey"/>
        </w:rPr>
        <w:t>a w</w:t>
      </w:r>
      <w:r w:rsidRPr="00D72EBA">
        <w:rPr>
          <w:rStyle w:val="Answerkey"/>
        </w:rPr>
        <w:t xml:space="preserve">eb server, </w:t>
      </w:r>
      <w:r w:rsidR="00503D6F" w:rsidRPr="00D72EBA">
        <w:rPr>
          <w:rStyle w:val="Answerkey"/>
        </w:rPr>
        <w:t xml:space="preserve">an </w:t>
      </w:r>
      <w:r w:rsidRPr="00D72EBA">
        <w:rPr>
          <w:rStyle w:val="Answerkey"/>
        </w:rPr>
        <w:t xml:space="preserve">application server, </w:t>
      </w:r>
      <w:r w:rsidR="00503D6F" w:rsidRPr="00D72EBA">
        <w:rPr>
          <w:rStyle w:val="Answerkey"/>
        </w:rPr>
        <w:t xml:space="preserve">a </w:t>
      </w:r>
      <w:r w:rsidRPr="00D72EBA">
        <w:rPr>
          <w:rStyle w:val="Answerkey"/>
        </w:rPr>
        <w:t xml:space="preserve">file server, </w:t>
      </w:r>
      <w:r w:rsidR="00503D6F" w:rsidRPr="00D72EBA">
        <w:rPr>
          <w:rStyle w:val="Answerkey"/>
        </w:rPr>
        <w:t xml:space="preserve">a </w:t>
      </w:r>
      <w:r w:rsidRPr="00D72EBA">
        <w:rPr>
          <w:rStyle w:val="Answerkey"/>
        </w:rPr>
        <w:t xml:space="preserve">print server, or </w:t>
      </w:r>
      <w:r w:rsidR="00503D6F" w:rsidRPr="00D72EBA">
        <w:rPr>
          <w:rStyle w:val="Answerkey"/>
        </w:rPr>
        <w:t xml:space="preserve">a </w:t>
      </w:r>
      <w:r w:rsidRPr="00D72EBA">
        <w:rPr>
          <w:rStyle w:val="Answerkey"/>
        </w:rPr>
        <w:t>database. A dedicated server might serve multiple functions in a small network.</w:t>
      </w:r>
    </w:p>
    <w:p w:rsidR="0093124A" w:rsidRPr="00D72EBA" w:rsidRDefault="0093124A" w:rsidP="0093124A">
      <w:pPr>
        <w:spacing w:after="0" w:line="240" w:lineRule="auto"/>
        <w:ind w:left="0" w:firstLine="0"/>
      </w:pPr>
    </w:p>
    <w:p w:rsidR="0093124A" w:rsidRPr="00D72EBA" w:rsidRDefault="0093124A" w:rsidP="00C34B6A">
      <w:pPr>
        <w:pStyle w:val="Numbered"/>
      </w:pPr>
      <w:r w:rsidRPr="00D72EBA">
        <w:t xml:space="preserve">What kind of network uses roaming authentication, and how does it work? </w:t>
      </w:r>
    </w:p>
    <w:p w:rsidR="00EA68D1" w:rsidRDefault="0093124A" w:rsidP="00C34B6A">
      <w:pPr>
        <w:pStyle w:val="Indent"/>
        <w:rPr>
          <w:rStyle w:val="Answerkey"/>
          <w:rFonts w:cs="Times New Roman"/>
        </w:rPr>
      </w:pPr>
      <w:r w:rsidRPr="00D72EBA">
        <w:rPr>
          <w:rStyle w:val="Answerkey"/>
        </w:rPr>
        <w:t>A client/server network can use roaming authentication to verify users’ identities when users log in to the client computers. The server provides a domain controller, which stores user profiles such as login</w:t>
      </w:r>
      <w:r w:rsidR="00503D6F" w:rsidRPr="00D72EBA">
        <w:rPr>
          <w:rStyle w:val="Answerkey"/>
        </w:rPr>
        <w:t xml:space="preserve"> and </w:t>
      </w:r>
      <w:r w:rsidRPr="00D72EBA">
        <w:rPr>
          <w:rStyle w:val="Answerkey"/>
        </w:rPr>
        <w:t xml:space="preserve">password. The server requires </w:t>
      </w:r>
      <w:r w:rsidR="0071522F">
        <w:rPr>
          <w:rStyle w:val="Answerkey"/>
        </w:rPr>
        <w:t>people</w:t>
      </w:r>
      <w:r w:rsidR="0071522F" w:rsidRPr="00D72EBA">
        <w:rPr>
          <w:rStyle w:val="Answerkey"/>
        </w:rPr>
        <w:t xml:space="preserve"> </w:t>
      </w:r>
      <w:r w:rsidRPr="00D72EBA">
        <w:rPr>
          <w:rStyle w:val="Answerkey"/>
        </w:rPr>
        <w:t xml:space="preserve">who </w:t>
      </w:r>
      <w:r w:rsidR="00503D6F" w:rsidRPr="00D72EBA">
        <w:rPr>
          <w:rStyle w:val="Answerkey"/>
        </w:rPr>
        <w:t>want to access</w:t>
      </w:r>
      <w:r w:rsidRPr="00D72EBA">
        <w:rPr>
          <w:rStyle w:val="Answerkey"/>
        </w:rPr>
        <w:t xml:space="preserve"> the client computers </w:t>
      </w:r>
      <w:r w:rsidR="00503D6F" w:rsidRPr="00D72EBA">
        <w:rPr>
          <w:rStyle w:val="Answerkey"/>
        </w:rPr>
        <w:t xml:space="preserve">to </w:t>
      </w:r>
      <w:r w:rsidRPr="00D72EBA">
        <w:rPr>
          <w:rStyle w:val="Answerkey"/>
        </w:rPr>
        <w:t>authenticate themselves by providing their user</w:t>
      </w:r>
      <w:r w:rsidR="00503D6F" w:rsidRPr="00D72EBA">
        <w:rPr>
          <w:rStyle w:val="Answerkey"/>
        </w:rPr>
        <w:t xml:space="preserve"> </w:t>
      </w:r>
      <w:r w:rsidRPr="00D72EBA">
        <w:rPr>
          <w:rStyle w:val="Answerkey"/>
        </w:rPr>
        <w:t xml:space="preserve">name and password. Since the information can be accessed remotely, this allows </w:t>
      </w:r>
      <w:r w:rsidR="0071522F">
        <w:rPr>
          <w:rStyle w:val="Answerkey"/>
        </w:rPr>
        <w:t>people</w:t>
      </w:r>
      <w:r w:rsidR="0071522F" w:rsidRPr="00D72EBA">
        <w:rPr>
          <w:rStyle w:val="Answerkey"/>
        </w:rPr>
        <w:t xml:space="preserve"> </w:t>
      </w:r>
      <w:r w:rsidRPr="00D72EBA">
        <w:rPr>
          <w:rStyle w:val="Answerkey"/>
        </w:rPr>
        <w:t>to log in to their profile from any client machine on the network</w:t>
      </w:r>
      <w:r w:rsidR="00503D6F" w:rsidRPr="00D72EBA">
        <w:rPr>
          <w:rStyle w:val="Answerkey"/>
        </w:rPr>
        <w:t>—</w:t>
      </w:r>
      <w:r w:rsidRPr="00D72EBA">
        <w:rPr>
          <w:rStyle w:val="Answerkey"/>
        </w:rPr>
        <w:t xml:space="preserve">hence the term </w:t>
      </w:r>
      <w:r w:rsidRPr="0071522F">
        <w:rPr>
          <w:rStyle w:val="Answerkey"/>
          <w:i w:val="0"/>
          <w:iCs/>
        </w:rPr>
        <w:t>roaming authentication</w:t>
      </w:r>
      <w:r w:rsidRPr="00D72EBA">
        <w:rPr>
          <w:rStyle w:val="Answerkey"/>
        </w:rPr>
        <w:t>.</w:t>
      </w:r>
    </w:p>
    <w:p w:rsidR="0093124A" w:rsidRPr="00D72EBA" w:rsidRDefault="0093124A" w:rsidP="00C34B6A">
      <w:pPr>
        <w:pStyle w:val="Numbered"/>
      </w:pPr>
      <w:r w:rsidRPr="00D72EBA">
        <w:t xml:space="preserve">Briefly describe how </w:t>
      </w:r>
      <w:r w:rsidR="006C7E2F">
        <w:t>n</w:t>
      </w:r>
      <w:r w:rsidRPr="00D72EBA">
        <w:t xml:space="preserve">etwork </w:t>
      </w:r>
      <w:r w:rsidR="006C7E2F">
        <w:t>a</w:t>
      </w:r>
      <w:r w:rsidRPr="00D72EBA">
        <w:t xml:space="preserve">ddress </w:t>
      </w:r>
      <w:r w:rsidR="006C7E2F">
        <w:t>t</w:t>
      </w:r>
      <w:r w:rsidRPr="00D72EBA">
        <w:t xml:space="preserve">ranslation hides the addresses of computers on </w:t>
      </w:r>
      <w:r w:rsidR="008C206B" w:rsidRPr="00D72EBA">
        <w:t>a</w:t>
      </w:r>
      <w:r w:rsidRPr="00D72EBA">
        <w:t xml:space="preserve"> </w:t>
      </w:r>
      <w:r w:rsidR="008C206B" w:rsidRPr="00D72EBA">
        <w:t>l</w:t>
      </w:r>
      <w:r w:rsidRPr="00D72EBA">
        <w:t xml:space="preserve">ocal </w:t>
      </w:r>
      <w:r w:rsidR="008C206B" w:rsidRPr="00D72EBA">
        <w:t>a</w:t>
      </w:r>
      <w:r w:rsidRPr="00D72EBA">
        <w:t xml:space="preserve">rea </w:t>
      </w:r>
      <w:r w:rsidR="008C206B" w:rsidRPr="00D72EBA">
        <w:t>n</w:t>
      </w:r>
      <w:r w:rsidRPr="00D72EBA">
        <w:t>etwork from computers on the Internet.</w:t>
      </w:r>
    </w:p>
    <w:p w:rsidR="00EA68D1" w:rsidRDefault="0093124A" w:rsidP="00C34B6A">
      <w:pPr>
        <w:pStyle w:val="Indent"/>
        <w:rPr>
          <w:rStyle w:val="Answerkey"/>
          <w:rFonts w:cs="Times New Roman"/>
        </w:rPr>
      </w:pPr>
      <w:r w:rsidRPr="00D72EBA">
        <w:rPr>
          <w:rStyle w:val="Answerkey"/>
        </w:rPr>
        <w:t xml:space="preserve">A </w:t>
      </w:r>
      <w:r w:rsidR="00D1502E" w:rsidRPr="00D72EBA">
        <w:rPr>
          <w:rStyle w:val="Answerkey"/>
        </w:rPr>
        <w:t>g</w:t>
      </w:r>
      <w:r w:rsidRPr="00D72EBA">
        <w:rPr>
          <w:rStyle w:val="Answerkey"/>
        </w:rPr>
        <w:t xml:space="preserve">ateway router possesses two IP </w:t>
      </w:r>
      <w:r w:rsidR="00D1502E" w:rsidRPr="00D72EBA">
        <w:rPr>
          <w:rStyle w:val="Answerkey"/>
        </w:rPr>
        <w:t>a</w:t>
      </w:r>
      <w:r w:rsidRPr="00D72EBA">
        <w:rPr>
          <w:rStyle w:val="Answerkey"/>
        </w:rPr>
        <w:t>ddresses</w:t>
      </w:r>
      <w:r w:rsidR="00E64861">
        <w:rPr>
          <w:rStyle w:val="Answerkey"/>
        </w:rPr>
        <w:t xml:space="preserve">: </w:t>
      </w:r>
      <w:r w:rsidRPr="00D72EBA">
        <w:rPr>
          <w:rStyle w:val="Answerkey"/>
        </w:rPr>
        <w:t xml:space="preserve">one visible to the </w:t>
      </w:r>
      <w:r w:rsidR="00D1502E" w:rsidRPr="00D72EBA">
        <w:rPr>
          <w:rStyle w:val="Answerkey"/>
        </w:rPr>
        <w:t>l</w:t>
      </w:r>
      <w:r w:rsidRPr="00D72EBA">
        <w:rPr>
          <w:rStyle w:val="Answerkey"/>
        </w:rPr>
        <w:t xml:space="preserve">ocal network and one visible to the Internet. Computers on the local network see the internal address and each others’ IP </w:t>
      </w:r>
      <w:r w:rsidR="00D1502E" w:rsidRPr="00D72EBA">
        <w:rPr>
          <w:rStyle w:val="Answerkey"/>
        </w:rPr>
        <w:t>a</w:t>
      </w:r>
      <w:r w:rsidRPr="00D72EBA">
        <w:rPr>
          <w:rStyle w:val="Answerkey"/>
        </w:rPr>
        <w:t xml:space="preserve">ddresses. Computers outside the network see </w:t>
      </w:r>
      <w:r w:rsidR="00D1502E" w:rsidRPr="00D72EBA">
        <w:rPr>
          <w:rStyle w:val="Answerkey"/>
        </w:rPr>
        <w:t xml:space="preserve">only </w:t>
      </w:r>
      <w:r w:rsidRPr="00D72EBA">
        <w:rPr>
          <w:rStyle w:val="Answerkey"/>
        </w:rPr>
        <w:t xml:space="preserve">the gateway’s external address. When traffic leaves the local network, the gateway hides the internal addresses by representing the whole local network </w:t>
      </w:r>
      <w:r w:rsidR="00D1502E" w:rsidRPr="00D72EBA">
        <w:rPr>
          <w:rStyle w:val="Answerkey"/>
        </w:rPr>
        <w:t>with</w:t>
      </w:r>
      <w:r w:rsidRPr="00D72EBA">
        <w:rPr>
          <w:rStyle w:val="Answerkey"/>
        </w:rPr>
        <w:t xml:space="preserve"> its external IP </w:t>
      </w:r>
      <w:r w:rsidR="00D1502E" w:rsidRPr="00D72EBA">
        <w:rPr>
          <w:rStyle w:val="Answerkey"/>
        </w:rPr>
        <w:t>a</w:t>
      </w:r>
      <w:r w:rsidRPr="00D72EBA">
        <w:rPr>
          <w:rStyle w:val="Answerkey"/>
        </w:rPr>
        <w:t xml:space="preserve">ddress. </w:t>
      </w:r>
    </w:p>
    <w:p w:rsidR="0093124A" w:rsidRPr="00D72EBA" w:rsidRDefault="0093124A" w:rsidP="00C34B6A">
      <w:pPr>
        <w:pStyle w:val="Numbered"/>
      </w:pPr>
      <w:r w:rsidRPr="00D72EBA">
        <w:t xml:space="preserve">What is the Domain Name </w:t>
      </w:r>
      <w:r w:rsidR="00A85EAB" w:rsidRPr="00D72EBA">
        <w:t xml:space="preserve">System </w:t>
      </w:r>
      <w:r w:rsidRPr="00D72EBA">
        <w:t>(DNS) on the Internet, and what is the comparable service within a LAN?</w:t>
      </w:r>
    </w:p>
    <w:p w:rsidR="00EA68D1" w:rsidRDefault="0093124A" w:rsidP="00C34B6A">
      <w:pPr>
        <w:pStyle w:val="Indent"/>
        <w:rPr>
          <w:rStyle w:val="Answerkey"/>
          <w:rFonts w:cs="Times New Roman"/>
        </w:rPr>
      </w:pPr>
      <w:r w:rsidRPr="00D72EBA">
        <w:rPr>
          <w:rStyle w:val="Answerkey"/>
        </w:rPr>
        <w:t xml:space="preserve">DNS stores the information relating a web host’s IP </w:t>
      </w:r>
      <w:r w:rsidR="00D1502E" w:rsidRPr="00D72EBA">
        <w:rPr>
          <w:rStyle w:val="Answerkey"/>
        </w:rPr>
        <w:t>a</w:t>
      </w:r>
      <w:r w:rsidRPr="00D72EBA">
        <w:rPr>
          <w:rStyle w:val="Answerkey"/>
        </w:rPr>
        <w:t xml:space="preserve">ddress to its domain name, such as </w:t>
      </w:r>
      <w:r w:rsidR="00D1502E" w:rsidRPr="00D72EBA">
        <w:rPr>
          <w:rStyle w:val="Answerkey"/>
        </w:rPr>
        <w:t>G</w:t>
      </w:r>
      <w:r w:rsidRPr="00D72EBA">
        <w:rPr>
          <w:rStyle w:val="Answerkey"/>
        </w:rPr>
        <w:t xml:space="preserve">oogle.com, on the </w:t>
      </w:r>
      <w:r w:rsidR="009C032A" w:rsidRPr="00D72EBA">
        <w:rPr>
          <w:rStyle w:val="Answerkey"/>
        </w:rPr>
        <w:t>w</w:t>
      </w:r>
      <w:r w:rsidRPr="00D72EBA">
        <w:rPr>
          <w:rStyle w:val="Answerkey"/>
        </w:rPr>
        <w:t xml:space="preserve">eb. This makes it easier </w:t>
      </w:r>
      <w:r w:rsidR="009C032A" w:rsidRPr="00D72EBA">
        <w:rPr>
          <w:rStyle w:val="Answerkey"/>
        </w:rPr>
        <w:t xml:space="preserve">for users </w:t>
      </w:r>
      <w:r w:rsidRPr="00D72EBA">
        <w:rPr>
          <w:rStyle w:val="Answerkey"/>
        </w:rPr>
        <w:t xml:space="preserve">to remember where to find a given </w:t>
      </w:r>
      <w:r w:rsidR="009C032A" w:rsidRPr="00D72EBA">
        <w:rPr>
          <w:rStyle w:val="Answerkey"/>
        </w:rPr>
        <w:t>w</w:t>
      </w:r>
      <w:r w:rsidRPr="00D72EBA">
        <w:rPr>
          <w:rStyle w:val="Answerkey"/>
        </w:rPr>
        <w:t xml:space="preserve">eb </w:t>
      </w:r>
      <w:r w:rsidRPr="00D72EBA">
        <w:rPr>
          <w:rStyle w:val="Answerkey"/>
        </w:rPr>
        <w:lastRenderedPageBreak/>
        <w:t>domain. On the local network, Windows machines use Windows Internet Naming Service</w:t>
      </w:r>
      <w:r w:rsidR="009C032A" w:rsidRPr="00D72EBA">
        <w:rPr>
          <w:rStyle w:val="Answerkey"/>
        </w:rPr>
        <w:t>,</w:t>
      </w:r>
      <w:r w:rsidRPr="00D72EBA">
        <w:rPr>
          <w:rStyle w:val="Answerkey"/>
        </w:rPr>
        <w:t xml:space="preserve"> or WINS</w:t>
      </w:r>
      <w:r w:rsidR="009C032A" w:rsidRPr="00D72EBA">
        <w:rPr>
          <w:rStyle w:val="Answerkey"/>
        </w:rPr>
        <w:t>,</w:t>
      </w:r>
      <w:r w:rsidRPr="00D72EBA">
        <w:rPr>
          <w:rStyle w:val="Answerkey"/>
        </w:rPr>
        <w:t xml:space="preserve"> to assign a NetBIOS name to a host computer.</w:t>
      </w:r>
    </w:p>
    <w:p w:rsidR="0093124A" w:rsidRPr="00D72EBA" w:rsidRDefault="0093124A" w:rsidP="00C34B6A">
      <w:pPr>
        <w:pStyle w:val="Numbered"/>
      </w:pPr>
      <w:r w:rsidRPr="00D72EBA">
        <w:t>What does it mean to map a shared drive in a client/server network?</w:t>
      </w:r>
    </w:p>
    <w:p w:rsidR="0093124A" w:rsidRDefault="0093124A" w:rsidP="00C34B6A">
      <w:pPr>
        <w:pStyle w:val="Indent"/>
        <w:rPr>
          <w:rStyle w:val="Answerkey"/>
        </w:rPr>
      </w:pPr>
      <w:r w:rsidRPr="00D72EBA">
        <w:rPr>
          <w:rStyle w:val="Answerkey"/>
        </w:rPr>
        <w:t xml:space="preserve">A drive that stores files on a server can be mapped to a local computer by assigning </w:t>
      </w:r>
      <w:r w:rsidR="00890479" w:rsidRPr="00D72EBA">
        <w:rPr>
          <w:rStyle w:val="Answerkey"/>
        </w:rPr>
        <w:t>the drive</w:t>
      </w:r>
      <w:r w:rsidR="009C032A" w:rsidRPr="00D72EBA">
        <w:rPr>
          <w:rStyle w:val="Answerkey"/>
        </w:rPr>
        <w:t xml:space="preserve"> </w:t>
      </w:r>
      <w:r w:rsidRPr="00D72EBA">
        <w:rPr>
          <w:rStyle w:val="Answerkey"/>
        </w:rPr>
        <w:t xml:space="preserve">a local drive letter. </w:t>
      </w:r>
      <w:r w:rsidR="009C032A" w:rsidRPr="00D72EBA">
        <w:rPr>
          <w:rStyle w:val="Answerkey"/>
        </w:rPr>
        <w:t>Doing so</w:t>
      </w:r>
      <w:r w:rsidRPr="00D72EBA">
        <w:rPr>
          <w:rStyle w:val="Answerkey"/>
        </w:rPr>
        <w:t xml:space="preserve"> provides a shortcut from the local computer to the remote host server and makes the drive appear to be stored </w:t>
      </w:r>
      <w:r w:rsidR="009C032A" w:rsidRPr="00D72EBA">
        <w:rPr>
          <w:rStyle w:val="Answerkey"/>
        </w:rPr>
        <w:t>o</w:t>
      </w:r>
      <w:r w:rsidRPr="00D72EBA">
        <w:rPr>
          <w:rStyle w:val="Answerkey"/>
        </w:rPr>
        <w:t>n the local computer.</w:t>
      </w:r>
    </w:p>
    <w:p w:rsidR="0093124A" w:rsidRPr="00D72EBA" w:rsidRDefault="0093124A" w:rsidP="00C34B6A">
      <w:pPr>
        <w:pStyle w:val="Numbered"/>
      </w:pPr>
      <w:r w:rsidRPr="00D72EBA">
        <w:t xml:space="preserve">What information can you learn from using the </w:t>
      </w:r>
      <w:proofErr w:type="spellStart"/>
      <w:r w:rsidRPr="007F3E4A">
        <w:rPr>
          <w:rStyle w:val="codechar"/>
        </w:rPr>
        <w:t>ipconfig</w:t>
      </w:r>
      <w:proofErr w:type="spellEnd"/>
      <w:r w:rsidRPr="00D72EBA">
        <w:t xml:space="preserve"> command </w:t>
      </w:r>
      <w:r w:rsidR="00DA536A" w:rsidRPr="00D72EBA">
        <w:t xml:space="preserve">at </w:t>
      </w:r>
      <w:r w:rsidRPr="00D72EBA">
        <w:t>the DOS prompt?</w:t>
      </w:r>
    </w:p>
    <w:p w:rsidR="0093124A" w:rsidRPr="00D72EBA" w:rsidRDefault="00C34B6A" w:rsidP="00C34B6A">
      <w:pPr>
        <w:pStyle w:val="Indent"/>
        <w:rPr>
          <w:rStyle w:val="Answerkey"/>
        </w:rPr>
      </w:pPr>
      <w:proofErr w:type="spellStart"/>
      <w:r>
        <w:rPr>
          <w:rStyle w:val="Answerkey"/>
        </w:rPr>
        <w:t>i</w:t>
      </w:r>
      <w:r w:rsidR="009C032A" w:rsidRPr="00D72EBA">
        <w:rPr>
          <w:rStyle w:val="Answerkey"/>
        </w:rPr>
        <w:t>p</w:t>
      </w:r>
      <w:r w:rsidR="0093124A" w:rsidRPr="00D72EBA">
        <w:rPr>
          <w:rStyle w:val="Answerkey"/>
        </w:rPr>
        <w:t>config</w:t>
      </w:r>
      <w:proofErr w:type="spellEnd"/>
      <w:r w:rsidR="0093124A" w:rsidRPr="00D72EBA">
        <w:rPr>
          <w:rStyle w:val="Answerkey"/>
        </w:rPr>
        <w:t xml:space="preserve"> </w:t>
      </w:r>
      <w:r w:rsidR="009C032A" w:rsidRPr="00D72EBA">
        <w:rPr>
          <w:rStyle w:val="Answerkey"/>
        </w:rPr>
        <w:t xml:space="preserve">can </w:t>
      </w:r>
      <w:r w:rsidR="0093124A" w:rsidRPr="00D72EBA">
        <w:rPr>
          <w:rStyle w:val="Answerkey"/>
        </w:rPr>
        <w:t>reveal</w:t>
      </w:r>
      <w:r w:rsidR="009C032A" w:rsidRPr="00D72EBA">
        <w:rPr>
          <w:rStyle w:val="Answerkey"/>
        </w:rPr>
        <w:t xml:space="preserve"> a local network’s</w:t>
      </w:r>
      <w:r w:rsidR="0093124A" w:rsidRPr="00D72EBA">
        <w:rPr>
          <w:rStyle w:val="Answerkey"/>
        </w:rPr>
        <w:t xml:space="preserve"> IP </w:t>
      </w:r>
      <w:r w:rsidR="009C032A" w:rsidRPr="00D72EBA">
        <w:rPr>
          <w:rStyle w:val="Answerkey"/>
        </w:rPr>
        <w:t>a</w:t>
      </w:r>
      <w:r w:rsidR="0093124A" w:rsidRPr="00D72EBA">
        <w:rPr>
          <w:rStyle w:val="Answerkey"/>
        </w:rPr>
        <w:t>ddress configurations for the devices attached to the network</w:t>
      </w:r>
      <w:r w:rsidR="009C032A" w:rsidRPr="00D72EBA">
        <w:rPr>
          <w:rStyle w:val="Answerkey"/>
        </w:rPr>
        <w:t>—such as client computers, the gateway router, and printers or fax machines—</w:t>
      </w:r>
      <w:r w:rsidR="0093124A" w:rsidRPr="00D72EBA">
        <w:rPr>
          <w:rStyle w:val="Answerkey"/>
        </w:rPr>
        <w:t xml:space="preserve">as well as </w:t>
      </w:r>
      <w:r w:rsidR="009C032A" w:rsidRPr="00D72EBA">
        <w:rPr>
          <w:rStyle w:val="Answerkey"/>
        </w:rPr>
        <w:t xml:space="preserve">for </w:t>
      </w:r>
      <w:r w:rsidR="0093124A" w:rsidRPr="00D72EBA">
        <w:rPr>
          <w:rStyle w:val="Answerkey"/>
        </w:rPr>
        <w:t>the subnets.</w:t>
      </w:r>
    </w:p>
    <w:p w:rsidR="0093124A" w:rsidRDefault="007C1D29" w:rsidP="0093124A">
      <w:pPr>
        <w:pStyle w:val="ResourceNo"/>
      </w:pPr>
      <w:r>
        <w:lastRenderedPageBreak/>
        <w:t>Teacher Resource 8.8</w:t>
      </w:r>
    </w:p>
    <w:p w:rsidR="0093124A" w:rsidRPr="005D4593" w:rsidRDefault="0093124A" w:rsidP="008C58E8">
      <w:pPr>
        <w:pStyle w:val="ResourceTitle"/>
        <w:rPr>
          <w:rStyle w:val="CharChar1"/>
        </w:rPr>
      </w:pPr>
      <w:r w:rsidRPr="005D4593">
        <w:t xml:space="preserve">Key Vocabulary: NOS </w:t>
      </w:r>
      <w:r w:rsidR="008C58E8">
        <w:t>v</w:t>
      </w:r>
      <w:r>
        <w:t>ersus</w:t>
      </w:r>
      <w:r w:rsidRPr="005D4593">
        <w:t xml:space="preserve"> OS</w:t>
      </w:r>
    </w:p>
    <w:p w:rsidR="0093124A" w:rsidRDefault="0093124A" w:rsidP="0093124A">
      <w:pPr>
        <w:pStyle w:val="Instructions"/>
      </w:pPr>
      <w:r w:rsidRPr="005D4593">
        <w:t xml:space="preserve">These are </w:t>
      </w:r>
      <w:r w:rsidR="00480A99">
        <w:t>term</w:t>
      </w:r>
      <w:r w:rsidRPr="005D4593">
        <w:t>s to be introduced or reinforced in this lesson.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2659"/>
        <w:gridCol w:w="6562"/>
      </w:tblGrid>
      <w:tr w:rsidR="0093124A" w:rsidRPr="005D4593">
        <w:trPr>
          <w:tblHeader/>
        </w:trPr>
        <w:tc>
          <w:tcPr>
            <w:tcW w:w="1442" w:type="pct"/>
            <w:tcBorders>
              <w:bottom w:val="single" w:sz="4" w:space="0" w:color="auto"/>
            </w:tcBorders>
            <w:shd w:val="clear" w:color="auto" w:fill="336699"/>
            <w:vAlign w:val="center"/>
          </w:tcPr>
          <w:p w:rsidR="0093124A" w:rsidRPr="005D4593" w:rsidRDefault="00480A99" w:rsidP="0093124A">
            <w:pPr>
              <w:pStyle w:val="RubricTableheadings"/>
            </w:pPr>
            <w:r>
              <w:t>Term</w:t>
            </w:r>
          </w:p>
        </w:tc>
        <w:tc>
          <w:tcPr>
            <w:tcW w:w="3558" w:type="pct"/>
            <w:tcBorders>
              <w:bottom w:val="single" w:sz="4" w:space="0" w:color="auto"/>
            </w:tcBorders>
            <w:shd w:val="clear" w:color="auto" w:fill="336699"/>
            <w:vAlign w:val="center"/>
          </w:tcPr>
          <w:p w:rsidR="0093124A" w:rsidRPr="005D4593" w:rsidRDefault="0093124A" w:rsidP="0093124A">
            <w:pPr>
              <w:pStyle w:val="RubricTableheadings"/>
            </w:pPr>
            <w:r w:rsidRPr="005D4593">
              <w:t>Definition</w:t>
            </w:r>
          </w:p>
        </w:tc>
      </w:tr>
      <w:tr w:rsidR="0093124A" w:rsidRPr="005D4593">
        <w:tc>
          <w:tcPr>
            <w:tcW w:w="1442" w:type="pct"/>
            <w:tcBorders>
              <w:bottom w:val="single" w:sz="4" w:space="0" w:color="auto"/>
            </w:tcBorders>
          </w:tcPr>
          <w:p w:rsidR="0093124A" w:rsidRPr="005D4593" w:rsidRDefault="0093124A" w:rsidP="0024169E">
            <w:pPr>
              <w:pStyle w:val="TableText"/>
            </w:pPr>
            <w:r w:rsidRPr="00D36370">
              <w:t>Active Directory</w:t>
            </w:r>
          </w:p>
        </w:tc>
        <w:tc>
          <w:tcPr>
            <w:tcW w:w="3558" w:type="pct"/>
            <w:tcBorders>
              <w:bottom w:val="single" w:sz="4" w:space="0" w:color="auto"/>
            </w:tcBorders>
            <w:vAlign w:val="center"/>
          </w:tcPr>
          <w:p w:rsidR="0093124A" w:rsidRPr="005D4593" w:rsidRDefault="0093124A" w:rsidP="0093124A">
            <w:pPr>
              <w:pStyle w:val="TableText"/>
            </w:pPr>
            <w:r w:rsidRPr="005D4593">
              <w:t xml:space="preserve">A Windows database used to store information about users, such as their user names, passwords, </w:t>
            </w:r>
            <w:r w:rsidR="00F20E5A">
              <w:t xml:space="preserve">and </w:t>
            </w:r>
            <w:r w:rsidRPr="005D4593">
              <w:t xml:space="preserve">system preferences, and </w:t>
            </w:r>
            <w:r w:rsidR="0024169E">
              <w:t>the</w:t>
            </w:r>
            <w:r w:rsidR="0024169E" w:rsidRPr="005D4593">
              <w:t xml:space="preserve"> </w:t>
            </w:r>
            <w:r w:rsidRPr="005D4593">
              <w:t>shared resources they are authorized to use.</w:t>
            </w:r>
          </w:p>
        </w:tc>
      </w:tr>
      <w:tr w:rsidR="0093124A" w:rsidRPr="005D4593">
        <w:tc>
          <w:tcPr>
            <w:tcW w:w="1442" w:type="pct"/>
            <w:tcBorders>
              <w:bottom w:val="single" w:sz="4" w:space="0" w:color="auto"/>
            </w:tcBorders>
          </w:tcPr>
          <w:p w:rsidR="0093124A" w:rsidRPr="005D4593" w:rsidRDefault="0093124A" w:rsidP="0024169E">
            <w:pPr>
              <w:pStyle w:val="TableText"/>
            </w:pPr>
            <w:r w:rsidRPr="00D36370">
              <w:t>authentication</w:t>
            </w:r>
          </w:p>
        </w:tc>
        <w:tc>
          <w:tcPr>
            <w:tcW w:w="3558" w:type="pct"/>
            <w:tcBorders>
              <w:bottom w:val="single" w:sz="4" w:space="0" w:color="auto"/>
            </w:tcBorders>
            <w:vAlign w:val="center"/>
          </w:tcPr>
          <w:p w:rsidR="0093124A" w:rsidRPr="005D4593" w:rsidRDefault="0093124A" w:rsidP="0093124A">
            <w:pPr>
              <w:pStyle w:val="TableText"/>
            </w:pPr>
            <w:r w:rsidRPr="005D4593">
              <w:t>The login process used to ensure that a user is who he claims to be and should be granted network access.</w:t>
            </w:r>
          </w:p>
        </w:tc>
      </w:tr>
      <w:tr w:rsidR="0093124A" w:rsidRPr="005D4593">
        <w:tc>
          <w:tcPr>
            <w:tcW w:w="1442" w:type="pct"/>
            <w:tcBorders>
              <w:bottom w:val="single" w:sz="4" w:space="0" w:color="auto"/>
            </w:tcBorders>
          </w:tcPr>
          <w:p w:rsidR="0093124A" w:rsidRPr="005D4593" w:rsidRDefault="0093124A" w:rsidP="0093124A">
            <w:pPr>
              <w:pStyle w:val="TableText"/>
            </w:pPr>
            <w:r w:rsidRPr="00D36370">
              <w:t>authorization</w:t>
            </w:r>
          </w:p>
        </w:tc>
        <w:tc>
          <w:tcPr>
            <w:tcW w:w="3558" w:type="pct"/>
            <w:tcBorders>
              <w:bottom w:val="single" w:sz="4" w:space="0" w:color="auto"/>
            </w:tcBorders>
            <w:vAlign w:val="center"/>
          </w:tcPr>
          <w:p w:rsidR="0093124A" w:rsidRPr="005D4593" w:rsidRDefault="0093124A" w:rsidP="0093124A">
            <w:pPr>
              <w:pStyle w:val="TableText"/>
            </w:pPr>
            <w:r w:rsidRPr="005D4593">
              <w:t>The process of granting or denying access to specific network resources based on the user’s identity.</w:t>
            </w:r>
          </w:p>
        </w:tc>
      </w:tr>
      <w:tr w:rsidR="0093124A" w:rsidRPr="005D4593">
        <w:tc>
          <w:tcPr>
            <w:tcW w:w="1442" w:type="pct"/>
            <w:tcBorders>
              <w:bottom w:val="single" w:sz="4" w:space="0" w:color="auto"/>
            </w:tcBorders>
          </w:tcPr>
          <w:p w:rsidR="0093124A" w:rsidRPr="005D4593" w:rsidRDefault="0093124A" w:rsidP="0024169E">
            <w:pPr>
              <w:pStyle w:val="TableText"/>
            </w:pPr>
            <w:r w:rsidRPr="00D36370">
              <w:t>centralized</w:t>
            </w:r>
          </w:p>
        </w:tc>
        <w:tc>
          <w:tcPr>
            <w:tcW w:w="3558" w:type="pct"/>
            <w:tcBorders>
              <w:bottom w:val="single" w:sz="4" w:space="0" w:color="auto"/>
            </w:tcBorders>
            <w:vAlign w:val="center"/>
          </w:tcPr>
          <w:p w:rsidR="0093124A" w:rsidRPr="005D4593" w:rsidRDefault="0093124A" w:rsidP="0093124A">
            <w:pPr>
              <w:pStyle w:val="TableText"/>
            </w:pPr>
            <w:r w:rsidRPr="005D4593">
              <w:t>A client/server network is a centralized system, meaning the server provides resources in one central location for other remote computers to access.</w:t>
            </w:r>
          </w:p>
        </w:tc>
      </w:tr>
      <w:tr w:rsidR="0093124A" w:rsidRPr="005D4593">
        <w:tc>
          <w:tcPr>
            <w:tcW w:w="1442" w:type="pct"/>
            <w:tcBorders>
              <w:bottom w:val="single" w:sz="4" w:space="0" w:color="auto"/>
            </w:tcBorders>
          </w:tcPr>
          <w:p w:rsidR="0093124A" w:rsidRPr="005D4593" w:rsidRDefault="0093124A" w:rsidP="0024169E">
            <w:pPr>
              <w:pStyle w:val="TableText"/>
            </w:pPr>
            <w:r w:rsidRPr="00D36370">
              <w:t>dedicated server</w:t>
            </w:r>
          </w:p>
        </w:tc>
        <w:tc>
          <w:tcPr>
            <w:tcW w:w="3558" w:type="pct"/>
            <w:tcBorders>
              <w:bottom w:val="single" w:sz="4" w:space="0" w:color="auto"/>
            </w:tcBorders>
            <w:vAlign w:val="center"/>
          </w:tcPr>
          <w:p w:rsidR="0093124A" w:rsidRPr="005D4593" w:rsidRDefault="0093124A" w:rsidP="0093124A">
            <w:pPr>
              <w:pStyle w:val="TableText"/>
            </w:pPr>
            <w:r w:rsidRPr="005D4593">
              <w:t>A computer used exclusively as a network server, providing shared network resources or performing network tasks.</w:t>
            </w:r>
          </w:p>
        </w:tc>
      </w:tr>
      <w:tr w:rsidR="0093124A" w:rsidRPr="005D4593">
        <w:tc>
          <w:tcPr>
            <w:tcW w:w="1442" w:type="pct"/>
          </w:tcPr>
          <w:p w:rsidR="0093124A" w:rsidRPr="005D4593" w:rsidRDefault="0093124A" w:rsidP="0024169E">
            <w:pPr>
              <w:pStyle w:val="TableText"/>
            </w:pPr>
            <w:r w:rsidRPr="00D36370">
              <w:t>domain controller</w:t>
            </w:r>
          </w:p>
        </w:tc>
        <w:tc>
          <w:tcPr>
            <w:tcW w:w="3558" w:type="pct"/>
            <w:vAlign w:val="center"/>
          </w:tcPr>
          <w:p w:rsidR="0093124A" w:rsidRPr="005D4593" w:rsidRDefault="0093124A" w:rsidP="0093124A">
            <w:pPr>
              <w:pStyle w:val="TableText"/>
            </w:pPr>
            <w:r w:rsidRPr="005D4593">
              <w:t xml:space="preserve">A basic type of </w:t>
            </w:r>
            <w:r w:rsidR="0041240F">
              <w:t xml:space="preserve">Microsoft Windows </w:t>
            </w:r>
            <w:r w:rsidRPr="005D4593">
              <w:t>server that stores user profiles and controls user authentication and security on a client/server network.</w:t>
            </w:r>
          </w:p>
        </w:tc>
      </w:tr>
      <w:tr w:rsidR="0093124A" w:rsidRPr="005D4593">
        <w:tc>
          <w:tcPr>
            <w:tcW w:w="1442" w:type="pct"/>
          </w:tcPr>
          <w:p w:rsidR="0093124A" w:rsidRPr="00D36370" w:rsidRDefault="0093124A" w:rsidP="0024169E">
            <w:pPr>
              <w:pStyle w:val="TableText"/>
            </w:pPr>
            <w:r w:rsidRPr="00D36370">
              <w:rPr>
                <w:rFonts w:ascii="Helvetica" w:hAnsi="Helvetica"/>
              </w:rPr>
              <w:t>Domain Name System (DNS)</w:t>
            </w:r>
          </w:p>
        </w:tc>
        <w:tc>
          <w:tcPr>
            <w:tcW w:w="3558" w:type="pct"/>
            <w:vAlign w:val="center"/>
          </w:tcPr>
          <w:p w:rsidR="0093124A" w:rsidRPr="005D4593" w:rsidRDefault="00127409" w:rsidP="0093124A">
            <w:pPr>
              <w:pStyle w:val="TableText"/>
            </w:pPr>
            <w:r>
              <w:t>A</w:t>
            </w:r>
            <w:r w:rsidR="0093124A" w:rsidRPr="005D4593">
              <w:t xml:space="preserve">n Internet service that translates domain names (such as www.google.com) </w:t>
            </w:r>
            <w:r>
              <w:t>in</w:t>
            </w:r>
            <w:r w:rsidR="0093124A" w:rsidRPr="005D4593">
              <w:t xml:space="preserve">to IP addresses. </w:t>
            </w:r>
            <w:r w:rsidR="0024169E">
              <w:t>N</w:t>
            </w:r>
            <w:r w:rsidR="0024169E" w:rsidRPr="005D4593">
              <w:t>etworks rely on numeric values</w:t>
            </w:r>
            <w:r w:rsidR="0024169E">
              <w:t>,</w:t>
            </w:r>
            <w:r w:rsidR="0024169E" w:rsidRPr="005D4593">
              <w:t xml:space="preserve"> </w:t>
            </w:r>
            <w:r w:rsidR="0024169E">
              <w:t>but d</w:t>
            </w:r>
            <w:r w:rsidR="0093124A" w:rsidRPr="005D4593">
              <w:t>omains are easier for humans to remember.</w:t>
            </w:r>
          </w:p>
        </w:tc>
      </w:tr>
      <w:tr w:rsidR="0093124A" w:rsidRPr="005D4593">
        <w:tc>
          <w:tcPr>
            <w:tcW w:w="1442" w:type="pct"/>
          </w:tcPr>
          <w:p w:rsidR="0093124A" w:rsidRPr="00D36370" w:rsidRDefault="00A940B2" w:rsidP="0024169E">
            <w:pPr>
              <w:pStyle w:val="TableText"/>
              <w:rPr>
                <w:rFonts w:ascii="Helvetica" w:hAnsi="Helvetica"/>
              </w:rPr>
            </w:pPr>
            <w:r>
              <w:rPr>
                <w:rFonts w:ascii="Helvetica" w:hAnsi="Helvetica"/>
              </w:rPr>
              <w:t>d</w:t>
            </w:r>
            <w:r w:rsidR="0093124A" w:rsidRPr="00D36370">
              <w:rPr>
                <w:rFonts w:ascii="Helvetica" w:hAnsi="Helvetica"/>
              </w:rPr>
              <w:t xml:space="preserve">rive </w:t>
            </w:r>
            <w:r>
              <w:rPr>
                <w:rFonts w:ascii="Helvetica" w:hAnsi="Helvetica"/>
              </w:rPr>
              <w:t>m</w:t>
            </w:r>
            <w:r w:rsidR="0093124A" w:rsidRPr="00D36370">
              <w:rPr>
                <w:rFonts w:ascii="Helvetica" w:hAnsi="Helvetica"/>
              </w:rPr>
              <w:t>apping</w:t>
            </w:r>
          </w:p>
        </w:tc>
        <w:tc>
          <w:tcPr>
            <w:tcW w:w="3558" w:type="pct"/>
            <w:vAlign w:val="center"/>
          </w:tcPr>
          <w:p w:rsidR="0093124A" w:rsidRPr="005D4593" w:rsidRDefault="0093124A" w:rsidP="0093124A">
            <w:pPr>
              <w:pStyle w:val="TableText"/>
            </w:pPr>
            <w:r w:rsidRPr="005D4593">
              <w:t xml:space="preserve">The process of creating a shortcut and assigning a drive letter to a shared network drive, so that the drive appears to be located on the local computer.  </w:t>
            </w:r>
          </w:p>
        </w:tc>
      </w:tr>
      <w:tr w:rsidR="0093124A" w:rsidRPr="005D4593">
        <w:tc>
          <w:tcPr>
            <w:tcW w:w="1442" w:type="pct"/>
          </w:tcPr>
          <w:p w:rsidR="0093124A" w:rsidRPr="00D36370" w:rsidRDefault="00A940B2" w:rsidP="0024169E">
            <w:pPr>
              <w:pStyle w:val="TableText"/>
              <w:rPr>
                <w:rFonts w:ascii="Helvetica" w:hAnsi="Helvetica"/>
              </w:rPr>
            </w:pPr>
            <w:r>
              <w:t>h</w:t>
            </w:r>
            <w:r w:rsidR="0093124A" w:rsidRPr="00D36370">
              <w:t>ost</w:t>
            </w:r>
          </w:p>
        </w:tc>
        <w:tc>
          <w:tcPr>
            <w:tcW w:w="3558" w:type="pct"/>
            <w:vAlign w:val="center"/>
          </w:tcPr>
          <w:p w:rsidR="0093124A" w:rsidRPr="005D4593" w:rsidRDefault="0093124A" w:rsidP="0093124A">
            <w:pPr>
              <w:pStyle w:val="TableText"/>
            </w:pPr>
            <w:r w:rsidRPr="005D4593">
              <w:t>A computer system that stores files or information for other computers to access via the network</w:t>
            </w:r>
            <w:r w:rsidR="00127409">
              <w:t>—</w:t>
            </w:r>
            <w:r w:rsidRPr="005D4593">
              <w:t xml:space="preserve">such as a </w:t>
            </w:r>
            <w:r w:rsidR="00127409">
              <w:t>w</w:t>
            </w:r>
            <w:r w:rsidRPr="005D4593">
              <w:t xml:space="preserve">eb host that stores </w:t>
            </w:r>
            <w:r w:rsidR="00127409">
              <w:t>w</w:t>
            </w:r>
            <w:r w:rsidRPr="005D4593">
              <w:t>ebsite files, or a client sharing files on a peer</w:t>
            </w:r>
            <w:r w:rsidR="00127409">
              <w:t>-to-peer</w:t>
            </w:r>
            <w:r w:rsidRPr="005D4593">
              <w:t xml:space="preserve"> network.</w:t>
            </w:r>
          </w:p>
        </w:tc>
      </w:tr>
      <w:tr w:rsidR="0093124A" w:rsidRPr="005D4593">
        <w:tc>
          <w:tcPr>
            <w:tcW w:w="1442" w:type="pct"/>
          </w:tcPr>
          <w:p w:rsidR="0093124A" w:rsidRPr="00D36370" w:rsidRDefault="00A940B2" w:rsidP="0024169E">
            <w:pPr>
              <w:pStyle w:val="TableText"/>
            </w:pPr>
            <w:proofErr w:type="spellStart"/>
            <w:r>
              <w:rPr>
                <w:rFonts w:ascii="Helvetica" w:hAnsi="Helvetica"/>
              </w:rPr>
              <w:t>i</w:t>
            </w:r>
            <w:r w:rsidR="0093124A" w:rsidRPr="00D36370">
              <w:rPr>
                <w:rFonts w:ascii="Helvetica" w:hAnsi="Helvetica"/>
              </w:rPr>
              <w:t>pconfig</w:t>
            </w:r>
            <w:proofErr w:type="spellEnd"/>
          </w:p>
        </w:tc>
        <w:tc>
          <w:tcPr>
            <w:tcW w:w="3558" w:type="pct"/>
            <w:vAlign w:val="center"/>
          </w:tcPr>
          <w:p w:rsidR="0093124A" w:rsidRPr="005D4593" w:rsidRDefault="0093124A" w:rsidP="0093124A">
            <w:pPr>
              <w:pStyle w:val="TableText"/>
            </w:pPr>
            <w:r w:rsidRPr="005D4593">
              <w:t>A command used to display the IP addresses for the local network, including the computers, routers, subnets</w:t>
            </w:r>
            <w:r w:rsidR="00127409">
              <w:t>,</w:t>
            </w:r>
            <w:r w:rsidRPr="005D4593">
              <w:t xml:space="preserve"> and more.</w:t>
            </w:r>
          </w:p>
        </w:tc>
      </w:tr>
      <w:tr w:rsidR="0093124A" w:rsidRPr="005D4593">
        <w:tc>
          <w:tcPr>
            <w:tcW w:w="1442" w:type="pct"/>
          </w:tcPr>
          <w:p w:rsidR="0093124A" w:rsidRPr="00D36370" w:rsidRDefault="006C7E2F" w:rsidP="0024169E">
            <w:pPr>
              <w:pStyle w:val="TableText"/>
              <w:rPr>
                <w:rFonts w:ascii="Helvetica" w:hAnsi="Helvetica"/>
              </w:rPr>
            </w:pPr>
            <w:r>
              <w:t>n</w:t>
            </w:r>
            <w:r w:rsidR="0093124A" w:rsidRPr="00D36370">
              <w:t xml:space="preserve">etwork </w:t>
            </w:r>
            <w:r>
              <w:t>a</w:t>
            </w:r>
            <w:r w:rsidR="0093124A" w:rsidRPr="00D36370">
              <w:t xml:space="preserve">ddress </w:t>
            </w:r>
            <w:r>
              <w:t>t</w:t>
            </w:r>
            <w:r w:rsidR="0093124A" w:rsidRPr="00D36370">
              <w:t>ranslation (NAT)</w:t>
            </w:r>
          </w:p>
        </w:tc>
        <w:tc>
          <w:tcPr>
            <w:tcW w:w="3558" w:type="pct"/>
            <w:vAlign w:val="center"/>
          </w:tcPr>
          <w:p w:rsidR="0093124A" w:rsidRPr="005D4593" w:rsidRDefault="0093124A" w:rsidP="0093124A">
            <w:pPr>
              <w:pStyle w:val="TableText"/>
            </w:pPr>
            <w:r w:rsidRPr="005D4593">
              <w:t>An Internet standard that enables a router to use one IP address for external (</w:t>
            </w:r>
            <w:r w:rsidR="00127409">
              <w:t>I</w:t>
            </w:r>
            <w:r w:rsidRPr="005D4593">
              <w:t xml:space="preserve">nternet) traffic and a separate one for internal (LAN) traffic.  </w:t>
            </w:r>
          </w:p>
        </w:tc>
      </w:tr>
      <w:tr w:rsidR="0093124A" w:rsidRPr="005D4593">
        <w:tc>
          <w:tcPr>
            <w:tcW w:w="1442" w:type="pct"/>
          </w:tcPr>
          <w:p w:rsidR="0093124A" w:rsidRPr="00D36370" w:rsidRDefault="0093124A" w:rsidP="0024169E">
            <w:pPr>
              <w:pStyle w:val="TableText"/>
            </w:pPr>
            <w:r w:rsidRPr="00D36370">
              <w:lastRenderedPageBreak/>
              <w:t>network operating system (NOS)</w:t>
            </w:r>
          </w:p>
        </w:tc>
        <w:tc>
          <w:tcPr>
            <w:tcW w:w="3558" w:type="pct"/>
            <w:vAlign w:val="center"/>
          </w:tcPr>
          <w:p w:rsidR="0093124A" w:rsidRPr="005D4593" w:rsidRDefault="0093124A" w:rsidP="0093124A">
            <w:pPr>
              <w:pStyle w:val="TableText"/>
            </w:pPr>
            <w:r w:rsidRPr="005D4593">
              <w:t>An operating system used by a server</w:t>
            </w:r>
            <w:r w:rsidR="00127409">
              <w:t>;</w:t>
            </w:r>
            <w:r w:rsidRPr="005D4593">
              <w:t xml:space="preserve"> provides capabilities beyond a regular operating system to run a client/server network.</w:t>
            </w:r>
          </w:p>
        </w:tc>
      </w:tr>
      <w:tr w:rsidR="0093124A" w:rsidRPr="005D4593">
        <w:tc>
          <w:tcPr>
            <w:tcW w:w="1442" w:type="pct"/>
          </w:tcPr>
          <w:p w:rsidR="0093124A" w:rsidRPr="00D36370" w:rsidRDefault="00A940B2" w:rsidP="0024169E">
            <w:pPr>
              <w:pStyle w:val="TableText"/>
            </w:pPr>
            <w:proofErr w:type="spellStart"/>
            <w:r>
              <w:rPr>
                <w:rFonts w:ascii="Helvetica" w:hAnsi="Helvetica"/>
              </w:rPr>
              <w:t>n</w:t>
            </w:r>
            <w:r w:rsidR="0093124A" w:rsidRPr="00D36370">
              <w:rPr>
                <w:rFonts w:ascii="Helvetica" w:hAnsi="Helvetica"/>
              </w:rPr>
              <w:t>slookup</w:t>
            </w:r>
            <w:proofErr w:type="spellEnd"/>
          </w:p>
        </w:tc>
        <w:tc>
          <w:tcPr>
            <w:tcW w:w="3558" w:type="pct"/>
            <w:vAlign w:val="center"/>
          </w:tcPr>
          <w:p w:rsidR="0093124A" w:rsidRPr="005D4593" w:rsidRDefault="0093124A" w:rsidP="0093124A">
            <w:pPr>
              <w:pStyle w:val="TableText"/>
            </w:pPr>
            <w:r w:rsidRPr="005D4593">
              <w:t xml:space="preserve">A command for diagnosing DNS problems. When </w:t>
            </w:r>
            <w:r w:rsidR="00544ED4">
              <w:t>a</w:t>
            </w:r>
            <w:r w:rsidR="00544ED4" w:rsidRPr="005D4593">
              <w:t xml:space="preserve"> </w:t>
            </w:r>
            <w:r w:rsidRPr="005D4593">
              <w:t xml:space="preserve">network is functioning properly, using </w:t>
            </w:r>
            <w:proofErr w:type="spellStart"/>
            <w:r w:rsidRPr="005D4593">
              <w:t>nslookup</w:t>
            </w:r>
            <w:proofErr w:type="spellEnd"/>
            <w:r w:rsidRPr="005D4593">
              <w:t xml:space="preserve"> for a web domain will display the host server, its IP address, and the address associated with the domain name.</w:t>
            </w:r>
          </w:p>
        </w:tc>
      </w:tr>
      <w:tr w:rsidR="0093124A" w:rsidRPr="005D4593">
        <w:tc>
          <w:tcPr>
            <w:tcW w:w="1442" w:type="pct"/>
          </w:tcPr>
          <w:p w:rsidR="0093124A" w:rsidRPr="00D36370" w:rsidRDefault="00A940B2" w:rsidP="0024169E">
            <w:pPr>
              <w:pStyle w:val="TableText"/>
              <w:rPr>
                <w:rFonts w:ascii="Helvetica" w:hAnsi="Helvetica"/>
              </w:rPr>
            </w:pPr>
            <w:r>
              <w:rPr>
                <w:rFonts w:ascii="Helvetica" w:hAnsi="Helvetica"/>
              </w:rPr>
              <w:t>p</w:t>
            </w:r>
            <w:r w:rsidR="0093124A" w:rsidRPr="00D36370">
              <w:rPr>
                <w:rFonts w:ascii="Helvetica" w:hAnsi="Helvetica"/>
              </w:rPr>
              <w:t>ermissions</w:t>
            </w:r>
          </w:p>
        </w:tc>
        <w:tc>
          <w:tcPr>
            <w:tcW w:w="3558" w:type="pct"/>
            <w:vAlign w:val="center"/>
          </w:tcPr>
          <w:p w:rsidR="0093124A" w:rsidRPr="005D4593" w:rsidRDefault="0093124A" w:rsidP="0093124A">
            <w:pPr>
              <w:pStyle w:val="TableText"/>
            </w:pPr>
            <w:r w:rsidRPr="005D4593">
              <w:t>In a peer</w:t>
            </w:r>
            <w:r w:rsidR="00127409">
              <w:t>-to-peer</w:t>
            </w:r>
            <w:r w:rsidRPr="005D4593">
              <w:t xml:space="preserve"> network, files can be shared with one of three permission levels</w:t>
            </w:r>
            <w:r w:rsidR="00127409">
              <w:t>:</w:t>
            </w:r>
            <w:r w:rsidRPr="005D4593">
              <w:t xml:space="preserve"> </w:t>
            </w:r>
            <w:r w:rsidR="00127409">
              <w:t>F</w:t>
            </w:r>
            <w:r w:rsidRPr="005D4593">
              <w:t xml:space="preserve">ull </w:t>
            </w:r>
            <w:r w:rsidR="00127409">
              <w:t>A</w:t>
            </w:r>
            <w:r w:rsidRPr="005D4593">
              <w:t xml:space="preserve">ccess, </w:t>
            </w:r>
            <w:r w:rsidR="00127409">
              <w:t>W</w:t>
            </w:r>
            <w:r w:rsidRPr="005D4593">
              <w:t xml:space="preserve">rite </w:t>
            </w:r>
            <w:r w:rsidR="00127409">
              <w:t>O</w:t>
            </w:r>
            <w:r w:rsidRPr="005D4593">
              <w:t>nly</w:t>
            </w:r>
            <w:r w:rsidR="00127409">
              <w:t>/Change</w:t>
            </w:r>
            <w:r w:rsidRPr="005D4593">
              <w:t xml:space="preserve">, or </w:t>
            </w:r>
            <w:r w:rsidR="00127409">
              <w:t>R</w:t>
            </w:r>
            <w:r w:rsidRPr="005D4593">
              <w:t xml:space="preserve">ead </w:t>
            </w:r>
            <w:r w:rsidR="00127409">
              <w:t>O</w:t>
            </w:r>
            <w:r w:rsidRPr="005D4593">
              <w:t xml:space="preserve">nly. </w:t>
            </w:r>
            <w:r w:rsidR="00127409">
              <w:t>Files</w:t>
            </w:r>
            <w:r w:rsidR="00127409" w:rsidRPr="005D4593">
              <w:t xml:space="preserve"> </w:t>
            </w:r>
            <w:r w:rsidRPr="005D4593">
              <w:t>can be password protected.</w:t>
            </w:r>
          </w:p>
        </w:tc>
      </w:tr>
      <w:tr w:rsidR="0093124A" w:rsidRPr="005D4593">
        <w:tc>
          <w:tcPr>
            <w:tcW w:w="1442" w:type="pct"/>
          </w:tcPr>
          <w:p w:rsidR="0093124A" w:rsidRPr="00D36370" w:rsidRDefault="0093124A" w:rsidP="0024169E">
            <w:pPr>
              <w:pStyle w:val="TableText"/>
            </w:pPr>
            <w:r w:rsidRPr="00D36370">
              <w:t>ping</w:t>
            </w:r>
            <w:r>
              <w:br w:type="page"/>
            </w:r>
          </w:p>
        </w:tc>
        <w:tc>
          <w:tcPr>
            <w:tcW w:w="3558" w:type="pct"/>
            <w:vAlign w:val="center"/>
          </w:tcPr>
          <w:p w:rsidR="0093124A" w:rsidRPr="005D4593" w:rsidRDefault="00544ED4" w:rsidP="0093124A">
            <w:pPr>
              <w:pStyle w:val="TableText"/>
            </w:pPr>
            <w:r>
              <w:t>A</w:t>
            </w:r>
            <w:r w:rsidR="0093124A" w:rsidRPr="005D4593">
              <w:t xml:space="preserve"> command used at the command line to test the speed of </w:t>
            </w:r>
            <w:r>
              <w:t>a</w:t>
            </w:r>
            <w:r w:rsidRPr="005D4593">
              <w:t xml:space="preserve"> </w:t>
            </w:r>
            <w:r w:rsidR="0093124A" w:rsidRPr="005D4593">
              <w:t xml:space="preserve">connection to another computer or </w:t>
            </w:r>
            <w:r>
              <w:t>w</w:t>
            </w:r>
            <w:r w:rsidR="0093124A" w:rsidRPr="005D4593">
              <w:t xml:space="preserve">ebsite.  </w:t>
            </w:r>
          </w:p>
        </w:tc>
      </w:tr>
      <w:tr w:rsidR="0093124A" w:rsidRPr="005D4593">
        <w:tc>
          <w:tcPr>
            <w:tcW w:w="1442" w:type="pct"/>
          </w:tcPr>
          <w:p w:rsidR="0093124A" w:rsidRPr="00D36370" w:rsidRDefault="00A940B2" w:rsidP="0024169E">
            <w:pPr>
              <w:pStyle w:val="TableText"/>
            </w:pPr>
            <w:r>
              <w:t>p</w:t>
            </w:r>
            <w:r w:rsidR="0093124A" w:rsidRPr="00D36370">
              <w:t>roxy server</w:t>
            </w:r>
          </w:p>
        </w:tc>
        <w:tc>
          <w:tcPr>
            <w:tcW w:w="3558" w:type="pct"/>
            <w:vAlign w:val="center"/>
          </w:tcPr>
          <w:p w:rsidR="0093124A" w:rsidRPr="005D4593" w:rsidRDefault="0093124A" w:rsidP="0093124A">
            <w:pPr>
              <w:pStyle w:val="TableText"/>
            </w:pPr>
            <w:r w:rsidRPr="005D4593">
              <w:t xml:space="preserve">A proxy server sits at the edge of the local network and connects to the Internet. It uses </w:t>
            </w:r>
            <w:r w:rsidR="006C7E2F">
              <w:t>n</w:t>
            </w:r>
            <w:r w:rsidRPr="005D4593">
              <w:t xml:space="preserve">etwork </w:t>
            </w:r>
            <w:r w:rsidR="006C7E2F">
              <w:t>a</w:t>
            </w:r>
            <w:r w:rsidRPr="005D4593">
              <w:t xml:space="preserve">ddress </w:t>
            </w:r>
            <w:r w:rsidR="006C7E2F">
              <w:t>t</w:t>
            </w:r>
            <w:r w:rsidRPr="005D4593">
              <w:t xml:space="preserve">ranslation to make it appear as if all LAN traffic </w:t>
            </w:r>
            <w:r w:rsidR="00544ED4">
              <w:t xml:space="preserve">has </w:t>
            </w:r>
            <w:r w:rsidRPr="005D4593">
              <w:t>originated at the gateway IP.</w:t>
            </w:r>
          </w:p>
        </w:tc>
      </w:tr>
      <w:tr w:rsidR="0093124A" w:rsidRPr="005D4593">
        <w:tc>
          <w:tcPr>
            <w:tcW w:w="1442" w:type="pct"/>
          </w:tcPr>
          <w:p w:rsidR="0093124A" w:rsidRPr="00D36370" w:rsidRDefault="0093124A" w:rsidP="0024169E">
            <w:pPr>
              <w:pStyle w:val="TableText"/>
            </w:pPr>
            <w:r w:rsidRPr="00D36370">
              <w:t xml:space="preserve">roaming </w:t>
            </w:r>
          </w:p>
        </w:tc>
        <w:tc>
          <w:tcPr>
            <w:tcW w:w="3558" w:type="pct"/>
            <w:vAlign w:val="center"/>
          </w:tcPr>
          <w:p w:rsidR="00480A99" w:rsidRPr="005D4593" w:rsidRDefault="0093124A" w:rsidP="0093124A">
            <w:pPr>
              <w:pStyle w:val="TableText"/>
            </w:pPr>
            <w:r w:rsidRPr="005D4593">
              <w:t>The capability of logging in</w:t>
            </w:r>
            <w:r w:rsidR="00544ED4">
              <w:t xml:space="preserve"> </w:t>
            </w:r>
            <w:r w:rsidRPr="005D4593">
              <w:t>to a network from multiple locations. In local area networks, it means that user information is stored on a network server</w:t>
            </w:r>
            <w:r w:rsidR="00544ED4">
              <w:t>,</w:t>
            </w:r>
            <w:r w:rsidRPr="005D4593">
              <w:t xml:space="preserve"> and users can access their system preferences</w:t>
            </w:r>
            <w:r w:rsidR="00544ED4">
              <w:t xml:space="preserve"> and</w:t>
            </w:r>
            <w:r w:rsidRPr="005D4593">
              <w:t xml:space="preserve"> files and access shared resources from multiple client workstations.</w:t>
            </w:r>
          </w:p>
        </w:tc>
      </w:tr>
      <w:tr w:rsidR="00480A99" w:rsidRPr="005D4593">
        <w:tc>
          <w:tcPr>
            <w:tcW w:w="1442" w:type="pct"/>
            <w:tcBorders>
              <w:top w:val="single" w:sz="4" w:space="0" w:color="auto"/>
              <w:left w:val="single" w:sz="4" w:space="0" w:color="auto"/>
              <w:bottom w:val="single" w:sz="4" w:space="0" w:color="auto"/>
              <w:right w:val="single" w:sz="4" w:space="0" w:color="auto"/>
            </w:tcBorders>
          </w:tcPr>
          <w:p w:rsidR="00480A99" w:rsidRPr="00D36370" w:rsidRDefault="00480A99" w:rsidP="0024169E">
            <w:pPr>
              <w:pStyle w:val="TableText"/>
            </w:pPr>
            <w:r w:rsidRPr="00D36370">
              <w:t>segment</w:t>
            </w:r>
          </w:p>
        </w:tc>
        <w:tc>
          <w:tcPr>
            <w:tcW w:w="3558" w:type="pct"/>
            <w:tcBorders>
              <w:top w:val="single" w:sz="4" w:space="0" w:color="auto"/>
              <w:left w:val="single" w:sz="4" w:space="0" w:color="auto"/>
              <w:bottom w:val="single" w:sz="4" w:space="0" w:color="auto"/>
              <w:right w:val="single" w:sz="4" w:space="0" w:color="auto"/>
            </w:tcBorders>
            <w:vAlign w:val="center"/>
          </w:tcPr>
          <w:p w:rsidR="00480A99" w:rsidRPr="005D4593" w:rsidRDefault="00480A99" w:rsidP="00BB486B">
            <w:pPr>
              <w:pStyle w:val="TableText"/>
            </w:pPr>
            <w:r w:rsidRPr="005D4593">
              <w:t>One section of a local area network, separated from other segments by bridges, routers, or switches. Subnets can also segment networks.  Segmenting a large LAN is useful for keeping most network traffic within its own segment, to speed up the network overall.</w:t>
            </w:r>
          </w:p>
        </w:tc>
      </w:tr>
      <w:tr w:rsidR="00480A99" w:rsidRPr="005D4593">
        <w:tc>
          <w:tcPr>
            <w:tcW w:w="1442" w:type="pct"/>
            <w:tcBorders>
              <w:top w:val="single" w:sz="4" w:space="0" w:color="auto"/>
              <w:left w:val="single" w:sz="4" w:space="0" w:color="auto"/>
              <w:bottom w:val="single" w:sz="4" w:space="0" w:color="auto"/>
              <w:right w:val="single" w:sz="4" w:space="0" w:color="auto"/>
            </w:tcBorders>
          </w:tcPr>
          <w:p w:rsidR="00480A99" w:rsidRPr="00D36370" w:rsidRDefault="00480A99" w:rsidP="0024169E">
            <w:pPr>
              <w:pStyle w:val="TableText"/>
            </w:pPr>
            <w:r>
              <w:t>s</w:t>
            </w:r>
            <w:r w:rsidRPr="00D36370">
              <w:t>ubnet</w:t>
            </w:r>
          </w:p>
        </w:tc>
        <w:tc>
          <w:tcPr>
            <w:tcW w:w="3558" w:type="pct"/>
            <w:tcBorders>
              <w:top w:val="single" w:sz="4" w:space="0" w:color="auto"/>
              <w:left w:val="single" w:sz="4" w:space="0" w:color="auto"/>
              <w:bottom w:val="single" w:sz="4" w:space="0" w:color="auto"/>
              <w:right w:val="single" w:sz="4" w:space="0" w:color="auto"/>
            </w:tcBorders>
            <w:vAlign w:val="center"/>
          </w:tcPr>
          <w:p w:rsidR="00480A99" w:rsidRPr="005D4593" w:rsidRDefault="00480A99" w:rsidP="00BB486B">
            <w:pPr>
              <w:pStyle w:val="TableText"/>
            </w:pPr>
            <w:r w:rsidRPr="005D4593">
              <w:t xml:space="preserve">A portion of </w:t>
            </w:r>
            <w:r>
              <w:t>a</w:t>
            </w:r>
            <w:r w:rsidRPr="005D4593">
              <w:t xml:space="preserve"> network sharing the same part of an IP address.  </w:t>
            </w:r>
          </w:p>
        </w:tc>
      </w:tr>
      <w:tr w:rsidR="00480A99" w:rsidRPr="005D4593">
        <w:tc>
          <w:tcPr>
            <w:tcW w:w="1442" w:type="pct"/>
            <w:tcBorders>
              <w:top w:val="single" w:sz="4" w:space="0" w:color="auto"/>
              <w:left w:val="single" w:sz="4" w:space="0" w:color="auto"/>
              <w:bottom w:val="single" w:sz="4" w:space="0" w:color="auto"/>
              <w:right w:val="single" w:sz="4" w:space="0" w:color="auto"/>
            </w:tcBorders>
          </w:tcPr>
          <w:p w:rsidR="00480A99" w:rsidRPr="00D36370" w:rsidRDefault="00480A99" w:rsidP="0024169E">
            <w:pPr>
              <w:pStyle w:val="TableText"/>
            </w:pPr>
            <w:r>
              <w:t>u</w:t>
            </w:r>
            <w:r w:rsidRPr="00D36370">
              <w:t>ser profile</w:t>
            </w:r>
          </w:p>
        </w:tc>
        <w:tc>
          <w:tcPr>
            <w:tcW w:w="3558" w:type="pct"/>
            <w:tcBorders>
              <w:top w:val="single" w:sz="4" w:space="0" w:color="auto"/>
              <w:left w:val="single" w:sz="4" w:space="0" w:color="auto"/>
              <w:bottom w:val="single" w:sz="4" w:space="0" w:color="auto"/>
              <w:right w:val="single" w:sz="4" w:space="0" w:color="auto"/>
            </w:tcBorders>
            <w:vAlign w:val="center"/>
          </w:tcPr>
          <w:p w:rsidR="00480A99" w:rsidRPr="005D4593" w:rsidRDefault="00480A99" w:rsidP="00BB486B">
            <w:pPr>
              <w:pStyle w:val="TableText"/>
            </w:pPr>
            <w:r>
              <w:t>A</w:t>
            </w:r>
            <w:r w:rsidRPr="005D4593">
              <w:t xml:space="preserve"> profile containing desktop settings, preferences</w:t>
            </w:r>
            <w:r>
              <w:t>,</w:t>
            </w:r>
            <w:r w:rsidRPr="005D4593">
              <w:t xml:space="preserve"> and so on</w:t>
            </w:r>
            <w:r>
              <w:t xml:space="preserve"> that</w:t>
            </w:r>
            <w:r w:rsidRPr="005D4593">
              <w:t xml:space="preserve"> Windows </w:t>
            </w:r>
            <w:r>
              <w:t xml:space="preserve">uses to </w:t>
            </w:r>
            <w:r w:rsidRPr="005D4593">
              <w:t>keep track of users</w:t>
            </w:r>
            <w:r>
              <w:t>.</w:t>
            </w:r>
          </w:p>
        </w:tc>
      </w:tr>
      <w:tr w:rsidR="00480A99" w:rsidRPr="005D4593">
        <w:tc>
          <w:tcPr>
            <w:tcW w:w="1442" w:type="pct"/>
            <w:tcBorders>
              <w:top w:val="single" w:sz="4" w:space="0" w:color="auto"/>
              <w:left w:val="single" w:sz="4" w:space="0" w:color="auto"/>
              <w:bottom w:val="single" w:sz="4" w:space="0" w:color="auto"/>
              <w:right w:val="single" w:sz="4" w:space="0" w:color="auto"/>
            </w:tcBorders>
          </w:tcPr>
          <w:p w:rsidR="00480A99" w:rsidRPr="00D36370" w:rsidRDefault="00480A99" w:rsidP="0024169E">
            <w:pPr>
              <w:pStyle w:val="TableText"/>
            </w:pPr>
            <w:r>
              <w:t>w</w:t>
            </w:r>
            <w:r w:rsidRPr="00D36370">
              <w:t>eb server</w:t>
            </w:r>
          </w:p>
        </w:tc>
        <w:tc>
          <w:tcPr>
            <w:tcW w:w="3558" w:type="pct"/>
            <w:tcBorders>
              <w:top w:val="single" w:sz="4" w:space="0" w:color="auto"/>
              <w:left w:val="single" w:sz="4" w:space="0" w:color="auto"/>
              <w:bottom w:val="single" w:sz="4" w:space="0" w:color="auto"/>
              <w:right w:val="single" w:sz="4" w:space="0" w:color="auto"/>
            </w:tcBorders>
            <w:vAlign w:val="center"/>
          </w:tcPr>
          <w:p w:rsidR="00480A99" w:rsidRPr="005D4593" w:rsidRDefault="00480A99" w:rsidP="00BB486B">
            <w:pPr>
              <w:pStyle w:val="TableText"/>
            </w:pPr>
            <w:r w:rsidRPr="005D4593">
              <w:t xml:space="preserve">A server that hosts a </w:t>
            </w:r>
            <w:r>
              <w:t>w</w:t>
            </w:r>
            <w:r w:rsidRPr="005D4593">
              <w:t>ebsite or other files and is available for computers on the Internet</w:t>
            </w:r>
            <w:r w:rsidR="00A609D6">
              <w:t xml:space="preserve"> or intranet</w:t>
            </w:r>
            <w:r w:rsidRPr="005D4593">
              <w:t xml:space="preserve"> to access</w:t>
            </w:r>
            <w:r>
              <w:t>.</w:t>
            </w:r>
          </w:p>
        </w:tc>
      </w:tr>
      <w:tr w:rsidR="00480A99" w:rsidRPr="005D4593">
        <w:tc>
          <w:tcPr>
            <w:tcW w:w="1442" w:type="pct"/>
            <w:tcBorders>
              <w:top w:val="single" w:sz="4" w:space="0" w:color="auto"/>
              <w:left w:val="single" w:sz="4" w:space="0" w:color="auto"/>
              <w:bottom w:val="single" w:sz="4" w:space="0" w:color="auto"/>
              <w:right w:val="single" w:sz="4" w:space="0" w:color="auto"/>
            </w:tcBorders>
          </w:tcPr>
          <w:p w:rsidR="00480A99" w:rsidRPr="00D36370" w:rsidRDefault="00480A99" w:rsidP="0024169E">
            <w:pPr>
              <w:pStyle w:val="TableText"/>
            </w:pPr>
            <w:r>
              <w:t>w</w:t>
            </w:r>
            <w:r w:rsidRPr="00D36370">
              <w:t>orkgroup</w:t>
            </w:r>
          </w:p>
        </w:tc>
        <w:tc>
          <w:tcPr>
            <w:tcW w:w="3558" w:type="pct"/>
            <w:tcBorders>
              <w:top w:val="single" w:sz="4" w:space="0" w:color="auto"/>
              <w:left w:val="single" w:sz="4" w:space="0" w:color="auto"/>
              <w:bottom w:val="single" w:sz="4" w:space="0" w:color="auto"/>
              <w:right w:val="single" w:sz="4" w:space="0" w:color="auto"/>
            </w:tcBorders>
            <w:vAlign w:val="center"/>
          </w:tcPr>
          <w:p w:rsidR="00480A99" w:rsidRPr="005D4593" w:rsidRDefault="00480A99" w:rsidP="00BB486B">
            <w:pPr>
              <w:pStyle w:val="TableText"/>
            </w:pPr>
            <w:r w:rsidRPr="005D4593">
              <w:t xml:space="preserve">Client systems on a peer network can join a workgroup to share files with other systems in the same group. </w:t>
            </w:r>
          </w:p>
        </w:tc>
      </w:tr>
    </w:tbl>
    <w:p w:rsidR="00544ED4" w:rsidRDefault="00544ED4"/>
    <w:p w:rsidR="0093124A" w:rsidRPr="005D4593" w:rsidRDefault="007C1D29" w:rsidP="0093124A">
      <w:pPr>
        <w:pStyle w:val="ResourceNo"/>
      </w:pPr>
      <w:r>
        <w:lastRenderedPageBreak/>
        <w:t>Teacher Resource 8.9</w:t>
      </w:r>
    </w:p>
    <w:p w:rsidR="0093124A" w:rsidRDefault="0093124A" w:rsidP="008C58E8">
      <w:pPr>
        <w:pStyle w:val="ResourceTitle"/>
      </w:pPr>
      <w:r w:rsidRPr="005D4593">
        <w:t xml:space="preserve">Bibliography: </w:t>
      </w:r>
      <w:r w:rsidR="00572464">
        <w:t>N</w:t>
      </w:r>
      <w:r w:rsidR="008C7274">
        <w:t xml:space="preserve">OS </w:t>
      </w:r>
      <w:r w:rsidR="008C58E8">
        <w:t>v</w:t>
      </w:r>
      <w:r w:rsidR="008C7274">
        <w:t>ersus OS</w:t>
      </w:r>
    </w:p>
    <w:p w:rsidR="00480A99" w:rsidRPr="00480A99" w:rsidRDefault="00480A99" w:rsidP="00C76F02">
      <w:pPr>
        <w:pStyle w:val="BodyText"/>
      </w:pPr>
      <w:r>
        <w:rPr>
          <w:szCs w:val="20"/>
        </w:rPr>
        <w:t xml:space="preserve">The following sources were used in the preparation of this lesson and may be useful </w:t>
      </w:r>
      <w:r w:rsidR="00C76F02">
        <w:rPr>
          <w:szCs w:val="20"/>
        </w:rPr>
        <w:t>to you</w:t>
      </w:r>
      <w:r>
        <w:rPr>
          <w:szCs w:val="20"/>
        </w:rPr>
        <w:t xml:space="preserve"> as classroom resources. We check and update the URLs annually to ensure that they continue to be useful</w:t>
      </w:r>
      <w:r>
        <w:t>.</w:t>
      </w:r>
    </w:p>
    <w:p w:rsidR="0093124A" w:rsidRPr="005D4593" w:rsidRDefault="0093124A" w:rsidP="0093124A">
      <w:pPr>
        <w:pStyle w:val="H1"/>
      </w:pPr>
      <w:r w:rsidRPr="005D4593">
        <w:t>Print</w:t>
      </w:r>
    </w:p>
    <w:p w:rsidR="0093124A" w:rsidRPr="005D4593" w:rsidRDefault="0093124A" w:rsidP="00714EDC">
      <w:pPr>
        <w:pStyle w:val="BodyText"/>
      </w:pPr>
      <w:r>
        <w:t>Lowe, Doug</w:t>
      </w:r>
      <w:r w:rsidR="00714EDC">
        <w:t>.</w:t>
      </w:r>
      <w:r>
        <w:t xml:space="preserve"> </w:t>
      </w:r>
      <w:proofErr w:type="gramStart"/>
      <w:r>
        <w:rPr>
          <w:i/>
        </w:rPr>
        <w:t>Networking All-In-One Desk Reference for Dummies,</w:t>
      </w:r>
      <w:r>
        <w:t xml:space="preserve"> </w:t>
      </w:r>
      <w:r w:rsidR="00714EDC">
        <w:t>2nd</w:t>
      </w:r>
      <w:r>
        <w:t xml:space="preserve"> </w:t>
      </w:r>
      <w:r w:rsidR="00714EDC">
        <w:t>ed.</w:t>
      </w:r>
      <w:r>
        <w:t xml:space="preserve"> Indianapolis, </w:t>
      </w:r>
      <w:r w:rsidR="00714EDC">
        <w:t>IN</w:t>
      </w:r>
      <w:r>
        <w:t>: Wiley, 2005.</w:t>
      </w:r>
      <w:proofErr w:type="gramEnd"/>
    </w:p>
    <w:p w:rsidR="0093124A" w:rsidRPr="005D4593" w:rsidRDefault="0093124A" w:rsidP="0093124A">
      <w:pPr>
        <w:pStyle w:val="H1"/>
      </w:pPr>
      <w:r w:rsidRPr="005D4593">
        <w:t>Online</w:t>
      </w:r>
    </w:p>
    <w:p w:rsidR="001B6B0D" w:rsidRPr="00D36370" w:rsidRDefault="001B6B0D" w:rsidP="00C76F02">
      <w:pPr>
        <w:pStyle w:val="BodyText"/>
      </w:pPr>
      <w:r w:rsidRPr="00D36370">
        <w:t>Becker, Ralph</w:t>
      </w:r>
      <w:r w:rsidR="00C76F02">
        <w:t>.</w:t>
      </w:r>
      <w:r w:rsidRPr="00D36370">
        <w:t xml:space="preserve"> </w:t>
      </w:r>
      <w:proofErr w:type="gramStart"/>
      <w:r w:rsidRPr="00D36370">
        <w:t>“IP Addressing</w:t>
      </w:r>
      <w:r>
        <w:t>.</w:t>
      </w:r>
      <w:r w:rsidRPr="00D36370">
        <w:t>”</w:t>
      </w:r>
      <w:proofErr w:type="gramEnd"/>
      <w:r w:rsidRPr="00D36370">
        <w:t xml:space="preserve"> IP Address </w:t>
      </w:r>
      <w:proofErr w:type="spellStart"/>
      <w:r w:rsidRPr="00D36370">
        <w:t>Subnetting</w:t>
      </w:r>
      <w:proofErr w:type="spellEnd"/>
      <w:r w:rsidRPr="00D36370">
        <w:t xml:space="preserve"> Tutorial, </w:t>
      </w:r>
      <w:hyperlink r:id="rId16" w:history="1">
        <w:r w:rsidRPr="001B6B0D">
          <w:rPr>
            <w:rStyle w:val="Hyperlink"/>
            <w:rFonts w:cs="Arial"/>
          </w:rPr>
          <w:t>http://www.ralphb.net/IPSubnet/ipaddr.html</w:t>
        </w:r>
      </w:hyperlink>
      <w:r w:rsidRPr="00D36370">
        <w:t xml:space="preserve"> (</w:t>
      </w:r>
      <w:r>
        <w:t xml:space="preserve">accessed </w:t>
      </w:r>
      <w:r w:rsidR="000038C7">
        <w:t>May 21, 2012</w:t>
      </w:r>
      <w:r w:rsidRPr="00D36370">
        <w:t>).</w:t>
      </w:r>
    </w:p>
    <w:p w:rsidR="00775608" w:rsidRDefault="00775608" w:rsidP="00775608">
      <w:pPr>
        <w:pStyle w:val="BodyText"/>
      </w:pPr>
      <w:proofErr w:type="gramStart"/>
      <w:r w:rsidRPr="00D36370">
        <w:t>“Domain Name System</w:t>
      </w:r>
      <w:r>
        <w:t>.</w:t>
      </w:r>
      <w:r w:rsidRPr="00D36370">
        <w:t>”</w:t>
      </w:r>
      <w:proofErr w:type="gramEnd"/>
      <w:r w:rsidRPr="00D36370">
        <w:t xml:space="preserve"> </w:t>
      </w:r>
      <w:proofErr w:type="gramStart"/>
      <w:r w:rsidRPr="00D36370">
        <w:t xml:space="preserve">Wikipedia, </w:t>
      </w:r>
      <w:hyperlink r:id="rId17" w:history="1">
        <w:r>
          <w:rPr>
            <w:rStyle w:val="Hyperlink"/>
          </w:rPr>
          <w:t>http://en.wikipedia.org/wiki/Domain_Name_System</w:t>
        </w:r>
      </w:hyperlink>
      <w:r w:rsidRPr="00D36370">
        <w:t xml:space="preserve"> (</w:t>
      </w:r>
      <w:r>
        <w:t xml:space="preserve">accessed </w:t>
      </w:r>
      <w:r w:rsidR="000038C7">
        <w:t>May 21, 2012</w:t>
      </w:r>
      <w:r w:rsidRPr="00D36370">
        <w:t>).</w:t>
      </w:r>
      <w:proofErr w:type="gramEnd"/>
      <w:r w:rsidRPr="001B6B0D">
        <w:t xml:space="preserve"> </w:t>
      </w:r>
    </w:p>
    <w:p w:rsidR="00775608" w:rsidRDefault="00775608" w:rsidP="00CC222C">
      <w:pPr>
        <w:pStyle w:val="BodyText"/>
      </w:pPr>
      <w:proofErr w:type="gramStart"/>
      <w:r w:rsidRPr="00D36370">
        <w:t>“Hypertext Transfer Protocol</w:t>
      </w:r>
      <w:r>
        <w:t>.</w:t>
      </w:r>
      <w:r w:rsidRPr="00D36370">
        <w:t>”</w:t>
      </w:r>
      <w:proofErr w:type="gramEnd"/>
      <w:r w:rsidRPr="00D36370">
        <w:t xml:space="preserve"> </w:t>
      </w:r>
      <w:proofErr w:type="gramStart"/>
      <w:r w:rsidRPr="00D36370">
        <w:t>Wikipedia,</w:t>
      </w:r>
      <w:r>
        <w:t xml:space="preserve"> </w:t>
      </w:r>
      <w:hyperlink r:id="rId18" w:history="1">
        <w:r w:rsidR="00CC222C" w:rsidRPr="000559AB">
          <w:rPr>
            <w:rStyle w:val="Hyperlink"/>
          </w:rPr>
          <w:t>http://en.wikipedia.org/wiki/Hypertext_Transfer_Protocol</w:t>
        </w:r>
      </w:hyperlink>
      <w:r w:rsidR="00CC222C">
        <w:t xml:space="preserve"> </w:t>
      </w:r>
      <w:r>
        <w:t xml:space="preserve">(accessed </w:t>
      </w:r>
      <w:r w:rsidR="000038C7">
        <w:t>May 21, 2012</w:t>
      </w:r>
      <w:r>
        <w:t>).</w:t>
      </w:r>
      <w:proofErr w:type="gramEnd"/>
    </w:p>
    <w:p w:rsidR="0093124A" w:rsidRDefault="0093124A" w:rsidP="00C76F02">
      <w:pPr>
        <w:pStyle w:val="BodyText"/>
      </w:pPr>
      <w:r w:rsidRPr="005D4593">
        <w:t>Lane, Victor</w:t>
      </w:r>
      <w:r w:rsidR="00C76F02">
        <w:t>.</w:t>
      </w:r>
      <w:r w:rsidRPr="005D4593">
        <w:t xml:space="preserve"> </w:t>
      </w:r>
      <w:proofErr w:type="gramStart"/>
      <w:r w:rsidRPr="005D4593">
        <w:t>“TCP/IP and Networking Tools</w:t>
      </w:r>
      <w:r w:rsidR="00714EDC">
        <w:t>.</w:t>
      </w:r>
      <w:r w:rsidRPr="005D4593">
        <w:t>”</w:t>
      </w:r>
      <w:proofErr w:type="gramEnd"/>
      <w:r w:rsidRPr="005D4593">
        <w:t xml:space="preserve"> The Command Line in Windows, </w:t>
      </w:r>
      <w:hyperlink r:id="rId19" w:history="1">
        <w:r w:rsidRPr="001B6B0D">
          <w:rPr>
            <w:rStyle w:val="Hyperlink"/>
            <w:rFonts w:cs="Arial"/>
          </w:rPr>
          <w:t>http://commandwindows.com/tcpiputil.htm</w:t>
        </w:r>
      </w:hyperlink>
      <w:r>
        <w:t xml:space="preserve"> (</w:t>
      </w:r>
      <w:r w:rsidR="00714EDC">
        <w:t xml:space="preserve">accessed </w:t>
      </w:r>
      <w:r w:rsidR="000038C7">
        <w:t>May 21, 2012</w:t>
      </w:r>
      <w:r>
        <w:t>).</w:t>
      </w:r>
    </w:p>
    <w:p w:rsidR="0093124A" w:rsidRDefault="0093124A" w:rsidP="00C76F02">
      <w:pPr>
        <w:pStyle w:val="BodyText"/>
      </w:pPr>
      <w:r w:rsidRPr="005D4593">
        <w:t>Mitchell, Bradley</w:t>
      </w:r>
      <w:r w:rsidR="00C76F02">
        <w:t>.</w:t>
      </w:r>
      <w:r w:rsidRPr="005D4593">
        <w:t xml:space="preserve"> “How to Map a Network Drive in Windows XP</w:t>
      </w:r>
      <w:r w:rsidR="00C76F02">
        <w:t xml:space="preserve"> Using Windows Explorer</w:t>
      </w:r>
      <w:r w:rsidR="00714EDC">
        <w:t>.</w:t>
      </w:r>
      <w:r w:rsidRPr="005D4593">
        <w:t xml:space="preserve">” </w:t>
      </w:r>
      <w:proofErr w:type="gramStart"/>
      <w:r w:rsidRPr="005D4593">
        <w:t xml:space="preserve">About.com, </w:t>
      </w:r>
      <w:hyperlink r:id="rId20" w:history="1">
        <w:r w:rsidRPr="001B6B0D">
          <w:rPr>
            <w:rStyle w:val="Hyperlink"/>
            <w:rFonts w:cs="Arial"/>
          </w:rPr>
          <w:t>http://compnetworking.about.com/od/windowsxpnetworking/ht/mapnetworkdrive.htm</w:t>
        </w:r>
      </w:hyperlink>
      <w:r>
        <w:t xml:space="preserve"> (</w:t>
      </w:r>
      <w:r w:rsidR="00714EDC">
        <w:t xml:space="preserve">accessed </w:t>
      </w:r>
      <w:r w:rsidR="000038C7">
        <w:t>May 21, 2012</w:t>
      </w:r>
      <w:r>
        <w:t>)</w:t>
      </w:r>
      <w:r w:rsidR="00714EDC">
        <w:t>.</w:t>
      </w:r>
      <w:proofErr w:type="gramEnd"/>
    </w:p>
    <w:p w:rsidR="0093124A" w:rsidRPr="00D36370" w:rsidRDefault="0093124A" w:rsidP="00C76F02">
      <w:pPr>
        <w:pStyle w:val="BodyText"/>
      </w:pPr>
      <w:r>
        <w:t>Tyson, Jeff</w:t>
      </w:r>
      <w:r w:rsidR="00C76F02">
        <w:t>.</w:t>
      </w:r>
      <w:r>
        <w:t xml:space="preserve"> “How Network Address Translation Works</w:t>
      </w:r>
      <w:r w:rsidR="00714EDC">
        <w:t>.</w:t>
      </w:r>
      <w:r>
        <w:t xml:space="preserve">” </w:t>
      </w:r>
      <w:proofErr w:type="spellStart"/>
      <w:r>
        <w:t>HowStuffWorks</w:t>
      </w:r>
      <w:proofErr w:type="spellEnd"/>
      <w:r>
        <w:t xml:space="preserve">, </w:t>
      </w:r>
      <w:hyperlink r:id="rId21" w:history="1">
        <w:r w:rsidRPr="001B6B0D">
          <w:rPr>
            <w:rStyle w:val="Hyperlink"/>
            <w:rFonts w:cs="Arial"/>
          </w:rPr>
          <w:t>http://computer.howstuffworks.com/nat.htm</w:t>
        </w:r>
      </w:hyperlink>
      <w:r>
        <w:t xml:space="preserve"> (</w:t>
      </w:r>
      <w:r w:rsidR="001B6B0D">
        <w:t xml:space="preserve">accessed </w:t>
      </w:r>
      <w:r w:rsidR="000038C7">
        <w:t>May 21, 2012</w:t>
      </w:r>
      <w:r>
        <w:t>).</w:t>
      </w:r>
    </w:p>
    <w:p w:rsidR="0093124A" w:rsidRPr="00C67015" w:rsidRDefault="0093124A" w:rsidP="00C76F02">
      <w:pPr>
        <w:pStyle w:val="BodyText"/>
      </w:pPr>
    </w:p>
    <w:sectPr w:rsidR="0093124A" w:rsidRPr="00C67015" w:rsidSect="0093124A">
      <w:headerReference w:type="default" r:id="rId22"/>
      <w:footerReference w:type="default" r:id="rId23"/>
      <w:footerReference w:type="first" r:id="rId24"/>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3C9" w:rsidRDefault="00E753C9">
      <w:r>
        <w:separator/>
      </w:r>
    </w:p>
  </w:endnote>
  <w:endnote w:type="continuationSeparator" w:id="0">
    <w:p w:rsidR="00E753C9" w:rsidRDefault="00E753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MS">
    <w:altName w:val="Arial"/>
    <w:panose1 w:val="00000000000000000000"/>
    <w:charset w:val="4D"/>
    <w:family w:val="swiss"/>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1" w:rsidRDefault="00EA68D1" w:rsidP="00CA7B73">
    <w:pPr>
      <w:pStyle w:val="Footer"/>
    </w:pPr>
    <w:r w:rsidRPr="00D82AA7">
      <w:rPr>
        <w:szCs w:val="16"/>
      </w:rPr>
      <w:t>Copyright © 2008</w:t>
    </w:r>
    <w:r>
      <w:rPr>
        <w:szCs w:val="16"/>
      </w:rPr>
      <w:t>–2012</w:t>
    </w:r>
    <w:r w:rsidRPr="00D82AA7">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1" w:rsidRDefault="00EA68D1" w:rsidP="00CA7B73">
    <w:pPr>
      <w:pStyle w:val="Footer"/>
    </w:pPr>
    <w:r w:rsidRPr="00D82AA7">
      <w:rPr>
        <w:szCs w:val="16"/>
      </w:rPr>
      <w:t>Copyright © 2008</w:t>
    </w:r>
    <w:r>
      <w:rPr>
        <w:szCs w:val="16"/>
      </w:rPr>
      <w:t>–2012</w:t>
    </w:r>
    <w:r w:rsidRPr="00D82AA7">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3C9" w:rsidRDefault="00E753C9">
      <w:r>
        <w:separator/>
      </w:r>
    </w:p>
  </w:footnote>
  <w:footnote w:type="continuationSeparator" w:id="0">
    <w:p w:rsidR="00E753C9" w:rsidRDefault="00E753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1" w:rsidRPr="005D4593" w:rsidRDefault="00EA68D1" w:rsidP="003B383C">
    <w:pPr>
      <w:pStyle w:val="Headers"/>
      <w:rPr>
        <w:noProof/>
      </w:rPr>
    </w:pPr>
    <w:r>
      <w:t>AOIT Computer Networking</w:t>
    </w:r>
  </w:p>
  <w:p w:rsidR="00EA68D1" w:rsidRPr="005D4593" w:rsidRDefault="00EA68D1" w:rsidP="008C58E8">
    <w:pPr>
      <w:pStyle w:val="Headers"/>
      <w:rPr>
        <w:rFonts w:cs="Courier New"/>
        <w:color w:val="000000"/>
        <w:szCs w:val="20"/>
      </w:rPr>
    </w:pPr>
    <w:r w:rsidRPr="005D4593">
      <w:t xml:space="preserve">Lesson </w:t>
    </w:r>
    <w:r w:rsidRPr="006E00CD">
      <w:rPr>
        <w:bCs/>
        <w:noProof/>
      </w:rPr>
      <w:t>8</w:t>
    </w:r>
    <w:r w:rsidRPr="005D4593">
      <w:rPr>
        <w:noProof/>
      </w:rPr>
      <w:t xml:space="preserve"> </w:t>
    </w:r>
    <w:r w:rsidRPr="003B383C">
      <w:rPr>
        <w:b w:val="0"/>
        <w:noProof/>
      </w:rPr>
      <w:t xml:space="preserve">NOS </w:t>
    </w:r>
    <w:r>
      <w:rPr>
        <w:b w:val="0"/>
        <w:noProof/>
      </w:rPr>
      <w:t>v</w:t>
    </w:r>
    <w:r w:rsidRPr="003B383C">
      <w:rPr>
        <w:b w:val="0"/>
        <w:noProof/>
      </w:rPr>
      <w:t>ersus 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B71D5D"/>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9B224EF"/>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9DE32E1"/>
    <w:multiLevelType w:val="hybridMultilevel"/>
    <w:tmpl w:val="51ACC07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0B5A2692"/>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726E78"/>
    <w:multiLevelType w:val="hybridMultilevel"/>
    <w:tmpl w:val="A40E45D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0EC83075"/>
    <w:multiLevelType w:val="hybridMultilevel"/>
    <w:tmpl w:val="6A1E93D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EF6647"/>
    <w:multiLevelType w:val="hybridMultilevel"/>
    <w:tmpl w:val="E2264C7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11FB7C3D"/>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6265B5D"/>
    <w:multiLevelType w:val="hybridMultilevel"/>
    <w:tmpl w:val="30CA01BC"/>
    <w:lvl w:ilvl="0" w:tplc="C44E7030">
      <w:start w:val="1"/>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9">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25027685"/>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0F0338"/>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5">
    <w:nsid w:val="37335D4A"/>
    <w:multiLevelType w:val="hybridMultilevel"/>
    <w:tmpl w:val="2EBEB2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D52374A"/>
    <w:multiLevelType w:val="hybridMultilevel"/>
    <w:tmpl w:val="26141282"/>
    <w:lvl w:ilvl="0" w:tplc="73F0497A">
      <w:start w:val="1"/>
      <w:numFmt w:val="decimal"/>
      <w:pStyle w:val="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3">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4">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1C5F6B"/>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8">
    <w:nsid w:val="52B77F3D"/>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46F5CF7"/>
    <w:multiLevelType w:val="hybridMultilevel"/>
    <w:tmpl w:val="8ECA45B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BE32F6"/>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3003CC3"/>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
    <w:nsid w:val="6A2725E8"/>
    <w:multiLevelType w:val="hybridMultilevel"/>
    <w:tmpl w:val="2A80F1D6"/>
    <w:lvl w:ilvl="0" w:tplc="50E01014">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DA11A42"/>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759F15B2"/>
    <w:multiLevelType w:val="hybridMultilevel"/>
    <w:tmpl w:val="3970D8EC"/>
    <w:lvl w:ilvl="0" w:tplc="000F0409">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783A17F9"/>
    <w:multiLevelType w:val="hybridMultilevel"/>
    <w:tmpl w:val="B82A953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2">
    <w:nsid w:val="7E2D5C91"/>
    <w:multiLevelType w:val="hybridMultilevel"/>
    <w:tmpl w:val="0254A52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9"/>
  </w:num>
  <w:num w:numId="4">
    <w:abstractNumId w:val="25"/>
  </w:num>
  <w:num w:numId="5">
    <w:abstractNumId w:val="39"/>
  </w:num>
  <w:num w:numId="6">
    <w:abstractNumId w:val="51"/>
  </w:num>
  <w:num w:numId="7">
    <w:abstractNumId w:val="52"/>
  </w:num>
  <w:num w:numId="8">
    <w:abstractNumId w:val="12"/>
  </w:num>
  <w:num w:numId="9">
    <w:abstractNumId w:val="10"/>
  </w:num>
  <w:num w:numId="10">
    <w:abstractNumId w:val="21"/>
  </w:num>
  <w:num w:numId="11">
    <w:abstractNumId w:val="15"/>
  </w:num>
  <w:num w:numId="12">
    <w:abstractNumId w:val="2"/>
  </w:num>
  <w:num w:numId="13">
    <w:abstractNumId w:val="46"/>
  </w:num>
  <w:num w:numId="14">
    <w:abstractNumId w:val="14"/>
  </w:num>
  <w:num w:numId="15">
    <w:abstractNumId w:val="49"/>
  </w:num>
  <w:num w:numId="16">
    <w:abstractNumId w:val="31"/>
  </w:num>
  <w:num w:numId="17">
    <w:abstractNumId w:val="18"/>
  </w:num>
  <w:num w:numId="18">
    <w:abstractNumId w:val="31"/>
    <w:lvlOverride w:ilvl="0">
      <w:startOverride w:val="1"/>
    </w:lvlOverride>
  </w:num>
  <w:num w:numId="19">
    <w:abstractNumId w:val="6"/>
  </w:num>
  <w:num w:numId="20">
    <w:abstractNumId w:val="0"/>
  </w:num>
  <w:num w:numId="21">
    <w:abstractNumId w:val="31"/>
    <w:lvlOverride w:ilvl="0">
      <w:startOverride w:val="1"/>
    </w:lvlOverride>
  </w:num>
  <w:num w:numId="22">
    <w:abstractNumId w:val="7"/>
  </w:num>
  <w:num w:numId="23">
    <w:abstractNumId w:val="40"/>
  </w:num>
  <w:num w:numId="24">
    <w:abstractNumId w:val="20"/>
  </w:num>
  <w:num w:numId="25">
    <w:abstractNumId w:val="32"/>
  </w:num>
  <w:num w:numId="26">
    <w:abstractNumId w:val="19"/>
  </w:num>
  <w:num w:numId="27">
    <w:abstractNumId w:val="5"/>
  </w:num>
  <w:num w:numId="28">
    <w:abstractNumId w:val="16"/>
  </w:num>
  <w:num w:numId="29">
    <w:abstractNumId w:val="24"/>
  </w:num>
  <w:num w:numId="30">
    <w:abstractNumId w:val="33"/>
  </w:num>
  <w:num w:numId="31">
    <w:abstractNumId w:val="30"/>
  </w:num>
  <w:num w:numId="32">
    <w:abstractNumId w:val="42"/>
  </w:num>
  <w:num w:numId="33">
    <w:abstractNumId w:val="37"/>
  </w:num>
  <w:num w:numId="34">
    <w:abstractNumId w:val="43"/>
  </w:num>
  <w:num w:numId="35">
    <w:abstractNumId w:val="31"/>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6">
    <w:abstractNumId w:val="31"/>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37">
    <w:abstractNumId w:val="29"/>
  </w:num>
  <w:num w:numId="38">
    <w:abstractNumId w:val="27"/>
  </w:num>
  <w:num w:numId="39">
    <w:abstractNumId w:val="23"/>
  </w:num>
  <w:num w:numId="40">
    <w:abstractNumId w:val="26"/>
  </w:num>
  <w:num w:numId="41">
    <w:abstractNumId w:val="17"/>
  </w:num>
  <w:num w:numId="42">
    <w:abstractNumId w:val="36"/>
  </w:num>
  <w:num w:numId="43">
    <w:abstractNumId w:val="34"/>
  </w:num>
  <w:num w:numId="44">
    <w:abstractNumId w:val="41"/>
  </w:num>
  <w:num w:numId="45">
    <w:abstractNumId w:val="38"/>
  </w:num>
  <w:num w:numId="46">
    <w:abstractNumId w:val="44"/>
  </w:num>
  <w:num w:numId="47">
    <w:abstractNumId w:val="3"/>
  </w:num>
  <w:num w:numId="48">
    <w:abstractNumId w:val="45"/>
  </w:num>
  <w:num w:numId="49">
    <w:abstractNumId w:val="22"/>
  </w:num>
  <w:num w:numId="50">
    <w:abstractNumId w:val="50"/>
  </w:num>
  <w:num w:numId="51">
    <w:abstractNumId w:val="8"/>
  </w:num>
  <w:num w:numId="52">
    <w:abstractNumId w:val="35"/>
  </w:num>
  <w:num w:numId="53">
    <w:abstractNumId w:val="48"/>
  </w:num>
  <w:num w:numId="54">
    <w:abstractNumId w:val="13"/>
  </w:num>
  <w:num w:numId="55">
    <w:abstractNumId w:val="1"/>
  </w:num>
  <w:num w:numId="56">
    <w:abstractNumId w:val="47"/>
  </w:num>
  <w:num w:numId="57">
    <w:abstractNumId w:val="47"/>
  </w:num>
  <w:num w:numId="58">
    <w:abstractNumId w:val="28"/>
  </w:num>
  <w:num w:numId="59">
    <w:abstractNumId w:val="28"/>
    <w:lvlOverride w:ilvl="0">
      <w:startOverride w:val="1"/>
    </w:lvlOverride>
  </w:num>
  <w:num w:numId="60">
    <w:abstractNumId w:val="28"/>
    <w:lvlOverride w:ilvl="0">
      <w:startOverride w:val="1"/>
    </w:lvlOverride>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3F01"/>
  <w:doNotTrackMoves/>
  <w:defaultTabStop w:val="720"/>
  <w:clickAndTypeStyle w:val="BodyText"/>
  <w:characterSpacingControl w:val="doNotCompress"/>
  <w:hdrShapeDefaults>
    <o:shapedefaults v:ext="edit" spidmax="61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3BA9"/>
    <w:rsid w:val="000038C7"/>
    <w:rsid w:val="00010665"/>
    <w:rsid w:val="00025B7C"/>
    <w:rsid w:val="0002698A"/>
    <w:rsid w:val="00042BD4"/>
    <w:rsid w:val="0005158D"/>
    <w:rsid w:val="000631C4"/>
    <w:rsid w:val="00066124"/>
    <w:rsid w:val="0006790E"/>
    <w:rsid w:val="000A0785"/>
    <w:rsid w:val="000A7E19"/>
    <w:rsid w:val="000E2E6B"/>
    <w:rsid w:val="000E37D4"/>
    <w:rsid w:val="000E7227"/>
    <w:rsid w:val="000E7741"/>
    <w:rsid w:val="00127409"/>
    <w:rsid w:val="00150FB7"/>
    <w:rsid w:val="00157B9B"/>
    <w:rsid w:val="001749CB"/>
    <w:rsid w:val="00195175"/>
    <w:rsid w:val="001B6B0D"/>
    <w:rsid w:val="0020239C"/>
    <w:rsid w:val="002148C4"/>
    <w:rsid w:val="00220AF2"/>
    <w:rsid w:val="002216A6"/>
    <w:rsid w:val="002330AD"/>
    <w:rsid w:val="002342B8"/>
    <w:rsid w:val="0024169E"/>
    <w:rsid w:val="00253BA9"/>
    <w:rsid w:val="002B3579"/>
    <w:rsid w:val="002C10FA"/>
    <w:rsid w:val="002E6F93"/>
    <w:rsid w:val="002F372A"/>
    <w:rsid w:val="0030797C"/>
    <w:rsid w:val="003236C3"/>
    <w:rsid w:val="00335CBD"/>
    <w:rsid w:val="00336B11"/>
    <w:rsid w:val="00344D3B"/>
    <w:rsid w:val="00350A39"/>
    <w:rsid w:val="0035395B"/>
    <w:rsid w:val="00395019"/>
    <w:rsid w:val="003A3757"/>
    <w:rsid w:val="003B383C"/>
    <w:rsid w:val="003D2C63"/>
    <w:rsid w:val="003D4F7D"/>
    <w:rsid w:val="003D5B6E"/>
    <w:rsid w:val="003E727C"/>
    <w:rsid w:val="0041240F"/>
    <w:rsid w:val="0041553A"/>
    <w:rsid w:val="0042061C"/>
    <w:rsid w:val="00440CEA"/>
    <w:rsid w:val="004538EC"/>
    <w:rsid w:val="00454134"/>
    <w:rsid w:val="00480A99"/>
    <w:rsid w:val="00487DD9"/>
    <w:rsid w:val="00494F22"/>
    <w:rsid w:val="004A02F8"/>
    <w:rsid w:val="004A3DA8"/>
    <w:rsid w:val="004B2D22"/>
    <w:rsid w:val="004C19F0"/>
    <w:rsid w:val="004C4B5C"/>
    <w:rsid w:val="004C5954"/>
    <w:rsid w:val="004F6220"/>
    <w:rsid w:val="00503D6F"/>
    <w:rsid w:val="00517F3D"/>
    <w:rsid w:val="00527A84"/>
    <w:rsid w:val="00536E09"/>
    <w:rsid w:val="00544ED4"/>
    <w:rsid w:val="00562FFD"/>
    <w:rsid w:val="005632A2"/>
    <w:rsid w:val="00572464"/>
    <w:rsid w:val="0057460C"/>
    <w:rsid w:val="005838B1"/>
    <w:rsid w:val="005976CF"/>
    <w:rsid w:val="005B7279"/>
    <w:rsid w:val="005C4FF1"/>
    <w:rsid w:val="005F49E4"/>
    <w:rsid w:val="00600DAE"/>
    <w:rsid w:val="00601FE2"/>
    <w:rsid w:val="006046DF"/>
    <w:rsid w:val="00621313"/>
    <w:rsid w:val="00625464"/>
    <w:rsid w:val="00636046"/>
    <w:rsid w:val="00636B6F"/>
    <w:rsid w:val="00657675"/>
    <w:rsid w:val="0066311F"/>
    <w:rsid w:val="0068227B"/>
    <w:rsid w:val="0068297D"/>
    <w:rsid w:val="00683A82"/>
    <w:rsid w:val="00690A72"/>
    <w:rsid w:val="00690DC1"/>
    <w:rsid w:val="00697701"/>
    <w:rsid w:val="006C7E2F"/>
    <w:rsid w:val="006D3CC9"/>
    <w:rsid w:val="006D7DB3"/>
    <w:rsid w:val="006E00CD"/>
    <w:rsid w:val="006F3B69"/>
    <w:rsid w:val="00714EDC"/>
    <w:rsid w:val="0071522F"/>
    <w:rsid w:val="007203BD"/>
    <w:rsid w:val="007317E2"/>
    <w:rsid w:val="00762B91"/>
    <w:rsid w:val="00774980"/>
    <w:rsid w:val="00775608"/>
    <w:rsid w:val="00781E35"/>
    <w:rsid w:val="00794CB1"/>
    <w:rsid w:val="007954BC"/>
    <w:rsid w:val="007976AE"/>
    <w:rsid w:val="007A3C6E"/>
    <w:rsid w:val="007B5F2A"/>
    <w:rsid w:val="007C1D29"/>
    <w:rsid w:val="007D3625"/>
    <w:rsid w:val="007E76E7"/>
    <w:rsid w:val="007F3E4A"/>
    <w:rsid w:val="007F48F2"/>
    <w:rsid w:val="0084097B"/>
    <w:rsid w:val="008428B9"/>
    <w:rsid w:val="0084611F"/>
    <w:rsid w:val="0086200E"/>
    <w:rsid w:val="00883EFD"/>
    <w:rsid w:val="00890479"/>
    <w:rsid w:val="008A28F8"/>
    <w:rsid w:val="008B599F"/>
    <w:rsid w:val="008C206B"/>
    <w:rsid w:val="008C58E8"/>
    <w:rsid w:val="008C7274"/>
    <w:rsid w:val="008F6E15"/>
    <w:rsid w:val="009031C8"/>
    <w:rsid w:val="00906251"/>
    <w:rsid w:val="0091001E"/>
    <w:rsid w:val="009131A5"/>
    <w:rsid w:val="0093124A"/>
    <w:rsid w:val="0096672D"/>
    <w:rsid w:val="00997241"/>
    <w:rsid w:val="009A2FBB"/>
    <w:rsid w:val="009A3C3D"/>
    <w:rsid w:val="009C032A"/>
    <w:rsid w:val="009D2684"/>
    <w:rsid w:val="00A15DC7"/>
    <w:rsid w:val="00A20873"/>
    <w:rsid w:val="00A271B4"/>
    <w:rsid w:val="00A609D6"/>
    <w:rsid w:val="00A73965"/>
    <w:rsid w:val="00A85EAB"/>
    <w:rsid w:val="00A940B2"/>
    <w:rsid w:val="00A945CA"/>
    <w:rsid w:val="00A96C38"/>
    <w:rsid w:val="00AA0B0B"/>
    <w:rsid w:val="00AA5636"/>
    <w:rsid w:val="00AB2C35"/>
    <w:rsid w:val="00AC3DE4"/>
    <w:rsid w:val="00AF0896"/>
    <w:rsid w:val="00AF7BCB"/>
    <w:rsid w:val="00B273DF"/>
    <w:rsid w:val="00B37EB0"/>
    <w:rsid w:val="00B51BB6"/>
    <w:rsid w:val="00B537A4"/>
    <w:rsid w:val="00B665EE"/>
    <w:rsid w:val="00B749AD"/>
    <w:rsid w:val="00B8216A"/>
    <w:rsid w:val="00B9431A"/>
    <w:rsid w:val="00BB486B"/>
    <w:rsid w:val="00BB71BD"/>
    <w:rsid w:val="00BC2EC1"/>
    <w:rsid w:val="00BC4746"/>
    <w:rsid w:val="00BD54CA"/>
    <w:rsid w:val="00BE3678"/>
    <w:rsid w:val="00BF7354"/>
    <w:rsid w:val="00C07C92"/>
    <w:rsid w:val="00C11D92"/>
    <w:rsid w:val="00C32068"/>
    <w:rsid w:val="00C34B6A"/>
    <w:rsid w:val="00C40538"/>
    <w:rsid w:val="00C41830"/>
    <w:rsid w:val="00C50FC4"/>
    <w:rsid w:val="00C529A6"/>
    <w:rsid w:val="00C542AC"/>
    <w:rsid w:val="00C76F02"/>
    <w:rsid w:val="00C81ADD"/>
    <w:rsid w:val="00C977AE"/>
    <w:rsid w:val="00CA7B73"/>
    <w:rsid w:val="00CB5025"/>
    <w:rsid w:val="00CC222C"/>
    <w:rsid w:val="00CC69D5"/>
    <w:rsid w:val="00CD5B95"/>
    <w:rsid w:val="00CD75EE"/>
    <w:rsid w:val="00CF2160"/>
    <w:rsid w:val="00D11A4E"/>
    <w:rsid w:val="00D1502E"/>
    <w:rsid w:val="00D15124"/>
    <w:rsid w:val="00D16AAD"/>
    <w:rsid w:val="00D22498"/>
    <w:rsid w:val="00D340B8"/>
    <w:rsid w:val="00D35503"/>
    <w:rsid w:val="00D56CC7"/>
    <w:rsid w:val="00D72EBA"/>
    <w:rsid w:val="00D860B7"/>
    <w:rsid w:val="00D877FA"/>
    <w:rsid w:val="00DA536A"/>
    <w:rsid w:val="00DB1E4F"/>
    <w:rsid w:val="00DB3845"/>
    <w:rsid w:val="00DC033E"/>
    <w:rsid w:val="00DD50D0"/>
    <w:rsid w:val="00DE11BF"/>
    <w:rsid w:val="00DF0A0F"/>
    <w:rsid w:val="00E02863"/>
    <w:rsid w:val="00E05BE3"/>
    <w:rsid w:val="00E073F9"/>
    <w:rsid w:val="00E2636D"/>
    <w:rsid w:val="00E43F68"/>
    <w:rsid w:val="00E51F5E"/>
    <w:rsid w:val="00E5671F"/>
    <w:rsid w:val="00E57ADF"/>
    <w:rsid w:val="00E64861"/>
    <w:rsid w:val="00E753C9"/>
    <w:rsid w:val="00E77DBC"/>
    <w:rsid w:val="00EA68D1"/>
    <w:rsid w:val="00EB1648"/>
    <w:rsid w:val="00EC0529"/>
    <w:rsid w:val="00EF000E"/>
    <w:rsid w:val="00EF15D1"/>
    <w:rsid w:val="00F02A61"/>
    <w:rsid w:val="00F20E5A"/>
    <w:rsid w:val="00F31FDF"/>
    <w:rsid w:val="00F3383D"/>
    <w:rsid w:val="00F407BE"/>
    <w:rsid w:val="00F4477C"/>
    <w:rsid w:val="00F448F8"/>
    <w:rsid w:val="00F737B1"/>
    <w:rsid w:val="00F7651E"/>
    <w:rsid w:val="00F76785"/>
    <w:rsid w:val="00F8326F"/>
    <w:rsid w:val="00FA1483"/>
    <w:rsid w:val="00FB16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B6A"/>
    <w:pPr>
      <w:spacing w:after="120" w:line="240" w:lineRule="atLeast"/>
      <w:ind w:left="576" w:hanging="576"/>
    </w:pPr>
    <w:rPr>
      <w:rFonts w:ascii="Arial" w:hAnsi="Arial"/>
      <w:szCs w:val="24"/>
    </w:rPr>
  </w:style>
  <w:style w:type="paragraph" w:styleId="Heading1">
    <w:name w:val="heading 1"/>
    <w:basedOn w:val="Normal"/>
    <w:next w:val="Normal"/>
    <w:qFormat/>
    <w:rsid w:val="00C34B6A"/>
    <w:pPr>
      <w:keepNext/>
      <w:spacing w:before="240" w:after="60"/>
      <w:outlineLvl w:val="0"/>
    </w:pPr>
    <w:rPr>
      <w:rFonts w:cs="Arial"/>
      <w:b/>
      <w:bCs/>
      <w:kern w:val="32"/>
      <w:sz w:val="32"/>
      <w:szCs w:val="32"/>
    </w:rPr>
  </w:style>
  <w:style w:type="paragraph" w:styleId="Heading2">
    <w:name w:val="heading 2"/>
    <w:basedOn w:val="Normal"/>
    <w:next w:val="Normal"/>
    <w:qFormat/>
    <w:rsid w:val="00406513"/>
    <w:pPr>
      <w:keepNext/>
      <w:spacing w:before="240" w:after="60"/>
      <w:outlineLvl w:val="1"/>
    </w:pPr>
    <w:rPr>
      <w:b/>
      <w:i/>
      <w:sz w:val="28"/>
      <w:szCs w:val="28"/>
    </w:rPr>
  </w:style>
  <w:style w:type="paragraph" w:styleId="Heading3">
    <w:name w:val="heading 3"/>
    <w:basedOn w:val="Normal"/>
    <w:next w:val="Normal"/>
    <w:qFormat/>
    <w:rsid w:val="00C34B6A"/>
    <w:pPr>
      <w:keepNext/>
      <w:spacing w:before="240" w:after="60"/>
      <w:outlineLvl w:val="2"/>
    </w:pPr>
    <w:rPr>
      <w:rFonts w:cs="Arial"/>
      <w:b/>
      <w:bCs/>
      <w:sz w:val="26"/>
      <w:szCs w:val="26"/>
    </w:rPr>
  </w:style>
  <w:style w:type="character" w:default="1" w:styleId="DefaultParagraphFont">
    <w:name w:val="Default Paragraph Font"/>
    <w:uiPriority w:val="1"/>
    <w:semiHidden/>
    <w:unhideWhenUsed/>
    <w:rsid w:val="00C34B6A"/>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C34B6A"/>
  </w:style>
  <w:style w:type="paragraph" w:customStyle="1" w:styleId="TableHeadings">
    <w:name w:val="Table Headings"/>
    <w:basedOn w:val="Normal"/>
    <w:autoRedefine/>
    <w:rsid w:val="00C34B6A"/>
    <w:pPr>
      <w:tabs>
        <w:tab w:val="left" w:pos="360"/>
        <w:tab w:val="left" w:pos="720"/>
      </w:tabs>
      <w:spacing w:before="120"/>
    </w:pPr>
    <w:rPr>
      <w:b/>
      <w:color w:val="FFFFFF"/>
      <w:szCs w:val="20"/>
    </w:rPr>
  </w:style>
  <w:style w:type="paragraph" w:styleId="BodyText">
    <w:name w:val="Body Text"/>
    <w:basedOn w:val="Normal"/>
    <w:link w:val="BodyTextChar"/>
    <w:rsid w:val="00C34B6A"/>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Char1">
    <w:name w:val="Char Char1"/>
    <w:basedOn w:val="DefaultParagraphFont"/>
    <w:link w:val="BodyText"/>
    <w:locked/>
    <w:rsid w:val="00D22498"/>
    <w:rPr>
      <w:rFonts w:ascii="Arial" w:hAnsi="Arial" w:cs="Arial"/>
      <w:color w:val="000000"/>
      <w:szCs w:val="24"/>
    </w:rPr>
  </w:style>
  <w:style w:type="paragraph" w:customStyle="1" w:styleId="BL">
    <w:name w:val="BL"/>
    <w:basedOn w:val="Normal"/>
    <w:link w:val="BLChar"/>
    <w:autoRedefine/>
    <w:rsid w:val="00C34B6A"/>
    <w:pPr>
      <w:numPr>
        <w:numId w:val="57"/>
      </w:numPr>
      <w:suppressAutoHyphens/>
      <w:autoSpaceDE w:val="0"/>
      <w:autoSpaceDN w:val="0"/>
      <w:adjustRightInd w:val="0"/>
      <w:spacing w:before="120" w:line="240" w:lineRule="auto"/>
      <w:textAlignment w:val="center"/>
    </w:pPr>
    <w:rPr>
      <w:rFonts w:cs="Courier New"/>
      <w:color w:val="000000"/>
      <w:szCs w:val="20"/>
    </w:rPr>
  </w:style>
  <w:style w:type="paragraph" w:customStyle="1" w:styleId="Numbered">
    <w:name w:val="Numbered"/>
    <w:basedOn w:val="BL"/>
    <w:link w:val="NumberedChar"/>
    <w:autoRedefine/>
    <w:rsid w:val="00C34B6A"/>
    <w:pPr>
      <w:numPr>
        <w:numId w:val="58"/>
      </w:numPr>
      <w:tabs>
        <w:tab w:val="left" w:pos="720"/>
      </w:tabs>
      <w:spacing w:after="240"/>
    </w:pPr>
  </w:style>
  <w:style w:type="paragraph" w:styleId="Header">
    <w:name w:val="header"/>
    <w:basedOn w:val="Normal"/>
    <w:rsid w:val="00C34B6A"/>
    <w:pPr>
      <w:tabs>
        <w:tab w:val="center" w:pos="4320"/>
        <w:tab w:val="right" w:pos="8640"/>
      </w:tabs>
    </w:pPr>
  </w:style>
  <w:style w:type="paragraph" w:customStyle="1" w:styleId="ResourceNo">
    <w:name w:val="ResourceNo"/>
    <w:basedOn w:val="Normal"/>
    <w:next w:val="ResourceTitle"/>
    <w:link w:val="ResourceNoChar"/>
    <w:autoRedefine/>
    <w:rsid w:val="00C34B6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34B6A"/>
    <w:rPr>
      <w:rFonts w:ascii="Arial" w:hAnsi="Arial" w:cs="AvenirLT-Heavy"/>
      <w:b/>
      <w:color w:val="27448B"/>
      <w:szCs w:val="44"/>
    </w:rPr>
  </w:style>
  <w:style w:type="paragraph" w:customStyle="1" w:styleId="Tablecolumnheading">
    <w:name w:val="Table column heading"/>
    <w:basedOn w:val="BodyText"/>
    <w:rsid w:val="00C34B6A"/>
    <w:pPr>
      <w:spacing w:after="120"/>
      <w:jc w:val="center"/>
    </w:pPr>
    <w:rPr>
      <w:rFonts w:cs="AvenirLT-Heavy"/>
      <w:color w:val="FFFFFF"/>
    </w:rPr>
  </w:style>
  <w:style w:type="paragraph" w:customStyle="1" w:styleId="LessonNo">
    <w:name w:val="LessonNo"/>
    <w:basedOn w:val="Normal"/>
    <w:rsid w:val="00C34B6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34B6A"/>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C34B6A"/>
    <w:pPr>
      <w:tabs>
        <w:tab w:val="clear" w:pos="1080"/>
      </w:tabs>
      <w:spacing w:before="120" w:after="120" w:line="240" w:lineRule="auto"/>
    </w:pPr>
    <w:rPr>
      <w:rFonts w:cs="Tahoma"/>
    </w:rPr>
  </w:style>
  <w:style w:type="paragraph" w:customStyle="1" w:styleId="Instructions">
    <w:name w:val="Instructions"/>
    <w:basedOn w:val="BodyText"/>
    <w:rsid w:val="00C34B6A"/>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C34B6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34B6A"/>
    <w:rPr>
      <w:rFonts w:cs="Times New Roman"/>
      <w:sz w:val="16"/>
      <w:szCs w:val="16"/>
    </w:rPr>
  </w:style>
  <w:style w:type="paragraph" w:customStyle="1" w:styleId="CrieriaTablelist">
    <w:name w:val="Crieria Table list"/>
    <w:basedOn w:val="BodyText"/>
    <w:autoRedefine/>
    <w:rsid w:val="00C34B6A"/>
    <w:pPr>
      <w:spacing w:before="120" w:after="120" w:line="240" w:lineRule="auto"/>
    </w:pPr>
    <w:rPr>
      <w:rFonts w:cs="Times New Roman"/>
    </w:rPr>
  </w:style>
  <w:style w:type="paragraph" w:customStyle="1" w:styleId="ResourceTitle">
    <w:name w:val="Resource Title"/>
    <w:basedOn w:val="Normal"/>
    <w:next w:val="BodyText"/>
    <w:autoRedefine/>
    <w:rsid w:val="00C34B6A"/>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C34B6A"/>
    <w:rPr>
      <w:szCs w:val="20"/>
    </w:rPr>
  </w:style>
  <w:style w:type="paragraph" w:customStyle="1" w:styleId="H1">
    <w:name w:val="H1"/>
    <w:basedOn w:val="Normal"/>
    <w:autoRedefine/>
    <w:rsid w:val="00C34B6A"/>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C34B6A"/>
    <w:rPr>
      <w:b/>
      <w:bCs/>
    </w:rPr>
  </w:style>
  <w:style w:type="paragraph" w:styleId="BalloonText">
    <w:name w:val="Balloon Text"/>
    <w:basedOn w:val="Normal"/>
    <w:semiHidden/>
    <w:rsid w:val="00C34B6A"/>
    <w:rPr>
      <w:rFonts w:ascii="Tahoma" w:hAnsi="Tahoma" w:cs="Tahoma"/>
      <w:sz w:val="16"/>
      <w:szCs w:val="16"/>
    </w:rPr>
  </w:style>
  <w:style w:type="character" w:styleId="Hyperlink">
    <w:name w:val="Hyperlink"/>
    <w:basedOn w:val="DefaultParagraphFont"/>
    <w:rsid w:val="00C34B6A"/>
    <w:rPr>
      <w:rFonts w:cs="Times New Roman"/>
      <w:color w:val="0000FF"/>
      <w:u w:val="single"/>
    </w:rPr>
  </w:style>
  <w:style w:type="paragraph" w:customStyle="1" w:styleId="CourseName">
    <w:name w:val="Course Name"/>
    <w:basedOn w:val="Normal"/>
    <w:autoRedefine/>
    <w:rsid w:val="00C34B6A"/>
    <w:pPr>
      <w:spacing w:line="240" w:lineRule="auto"/>
      <w:jc w:val="center"/>
    </w:pPr>
    <w:rPr>
      <w:rFonts w:cs="Arial"/>
      <w:color w:val="003399"/>
      <w:sz w:val="36"/>
      <w:szCs w:val="36"/>
    </w:rPr>
  </w:style>
  <w:style w:type="paragraph" w:customStyle="1" w:styleId="RubricTableheadings">
    <w:name w:val="Rubric Table headings"/>
    <w:basedOn w:val="TableText"/>
    <w:rsid w:val="00C34B6A"/>
    <w:rPr>
      <w:b/>
      <w:bCs/>
      <w:color w:val="FFFFFF"/>
    </w:rPr>
  </w:style>
  <w:style w:type="paragraph" w:customStyle="1" w:styleId="Checkboxplacement">
    <w:name w:val="Checkbox placement"/>
    <w:basedOn w:val="BodyText"/>
    <w:autoRedefine/>
    <w:rsid w:val="00C34B6A"/>
    <w:pPr>
      <w:spacing w:line="240" w:lineRule="auto"/>
    </w:pPr>
    <w:rPr>
      <w:sz w:val="36"/>
    </w:rPr>
  </w:style>
  <w:style w:type="paragraph" w:styleId="Footer">
    <w:name w:val="footer"/>
    <w:basedOn w:val="Normal"/>
    <w:rsid w:val="00C34B6A"/>
    <w:pPr>
      <w:tabs>
        <w:tab w:val="center" w:pos="4320"/>
        <w:tab w:val="right" w:pos="8640"/>
      </w:tabs>
    </w:pPr>
    <w:rPr>
      <w:sz w:val="16"/>
    </w:rPr>
  </w:style>
  <w:style w:type="character" w:customStyle="1" w:styleId="Answerkey">
    <w:name w:val="Answer key"/>
    <w:basedOn w:val="DefaultParagraphFont"/>
    <w:rsid w:val="00C34B6A"/>
    <w:rPr>
      <w:rFonts w:ascii="Arial" w:hAnsi="Arial"/>
      <w:i/>
      <w:color w:val="0000FF"/>
      <w:sz w:val="20"/>
      <w:szCs w:val="20"/>
    </w:rPr>
  </w:style>
  <w:style w:type="paragraph" w:customStyle="1" w:styleId="ActivityHead">
    <w:name w:val="Activity Head"/>
    <w:basedOn w:val="Normal"/>
    <w:autoRedefine/>
    <w:rsid w:val="00C34B6A"/>
    <w:pPr>
      <w:widowControl w:val="0"/>
      <w:suppressAutoHyphens/>
      <w:autoSpaceDE w:val="0"/>
      <w:autoSpaceDN w:val="0"/>
      <w:adjustRightInd w:val="0"/>
      <w:ind w:left="0" w:firstLine="0"/>
      <w:textAlignment w:val="center"/>
    </w:pPr>
    <w:rPr>
      <w:rFonts w:cs="Courier New"/>
      <w:b/>
      <w:bCs/>
      <w:color w:val="27448B"/>
      <w:szCs w:val="32"/>
    </w:rPr>
  </w:style>
  <w:style w:type="character" w:customStyle="1" w:styleId="BodyTextChar">
    <w:name w:val="Body Text Char"/>
    <w:basedOn w:val="DefaultParagraphFont"/>
    <w:link w:val="BodyText"/>
    <w:locked/>
    <w:rsid w:val="00C34B6A"/>
    <w:rPr>
      <w:rFonts w:ascii="Arial" w:hAnsi="Arial" w:cs="Arial"/>
      <w:color w:val="000000"/>
      <w:szCs w:val="24"/>
    </w:rPr>
  </w:style>
  <w:style w:type="table" w:styleId="TableGrid">
    <w:name w:val="Table Grid"/>
    <w:basedOn w:val="TableNormal"/>
    <w:rsid w:val="00C34B6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s">
    <w:name w:val="Headers"/>
    <w:basedOn w:val="Normal"/>
    <w:autoRedefine/>
    <w:rsid w:val="00C34B6A"/>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link w:val="IndentChar"/>
    <w:autoRedefine/>
    <w:rsid w:val="00C34B6A"/>
    <w:pPr>
      <w:numPr>
        <w:numId w:val="0"/>
      </w:numPr>
      <w:tabs>
        <w:tab w:val="clear" w:pos="720"/>
      </w:tabs>
      <w:ind w:left="360"/>
    </w:pPr>
  </w:style>
  <w:style w:type="paragraph" w:customStyle="1" w:styleId="H2">
    <w:name w:val="H2"/>
    <w:basedOn w:val="Normal"/>
    <w:next w:val="Normal"/>
    <w:autoRedefine/>
    <w:rsid w:val="00C34B6A"/>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C34B6A"/>
    <w:pPr>
      <w:spacing w:before="120"/>
    </w:pPr>
    <w:rPr>
      <w:b w:val="0"/>
      <w:sz w:val="24"/>
    </w:rPr>
  </w:style>
  <w:style w:type="paragraph" w:customStyle="1" w:styleId="StyleTableHeadingsAfter-01">
    <w:name w:val="Style Table Headings + After:  -0.1&quot;"/>
    <w:basedOn w:val="TableHeadings"/>
    <w:autoRedefine/>
    <w:rsid w:val="00C34B6A"/>
    <w:pPr>
      <w:spacing w:line="240" w:lineRule="auto"/>
      <w:ind w:left="0" w:firstLine="0"/>
    </w:pPr>
  </w:style>
  <w:style w:type="paragraph" w:customStyle="1" w:styleId="code">
    <w:name w:val="code"/>
    <w:basedOn w:val="BodyText"/>
    <w:autoRedefine/>
    <w:rsid w:val="00C34B6A"/>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C34B6A"/>
    <w:rPr>
      <w:color w:val="FFFFFF"/>
    </w:rPr>
  </w:style>
  <w:style w:type="paragraph" w:customStyle="1" w:styleId="Tabletextcolumnheadings">
    <w:name w:val="Table text column headings"/>
    <w:basedOn w:val="Normal"/>
    <w:rsid w:val="00C34B6A"/>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paragraph" w:customStyle="1" w:styleId="Test-MultChoice">
    <w:name w:val="Test-MultChoice"/>
    <w:basedOn w:val="Normal"/>
    <w:rsid w:val="00C34B6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C34B6A"/>
    <w:rPr>
      <w:rFonts w:cs="Times New Roman"/>
    </w:rPr>
  </w:style>
  <w:style w:type="paragraph" w:customStyle="1" w:styleId="Tabletextcolumnheading">
    <w:name w:val="Table text column heading"/>
    <w:basedOn w:val="Tabletextcolumnheadings"/>
    <w:autoRedefine/>
    <w:rsid w:val="00C34B6A"/>
    <w:pPr>
      <w:spacing w:line="240" w:lineRule="auto"/>
    </w:pPr>
    <w:rPr>
      <w:rFonts w:cs="Times New Roman"/>
    </w:rPr>
  </w:style>
  <w:style w:type="paragraph" w:customStyle="1" w:styleId="codeindent1">
    <w:name w:val="code indent 1"/>
    <w:basedOn w:val="code"/>
    <w:rsid w:val="00C34B6A"/>
    <w:pPr>
      <w:ind w:left="720"/>
    </w:pPr>
  </w:style>
  <w:style w:type="paragraph" w:customStyle="1" w:styleId="codeindent2">
    <w:name w:val="code indent 2"/>
    <w:basedOn w:val="code"/>
    <w:rsid w:val="00C34B6A"/>
    <w:pPr>
      <w:ind w:left="1440"/>
    </w:pPr>
  </w:style>
  <w:style w:type="character" w:customStyle="1" w:styleId="codechar">
    <w:name w:val="code char"/>
    <w:basedOn w:val="DefaultParagraphFont"/>
    <w:rsid w:val="00C34B6A"/>
    <w:rPr>
      <w:rFonts w:ascii="Courier" w:hAnsi="Courier"/>
      <w:sz w:val="20"/>
    </w:rPr>
  </w:style>
  <w:style w:type="character" w:customStyle="1" w:styleId="BLChar">
    <w:name w:val="BL Char"/>
    <w:basedOn w:val="DefaultParagraphFont"/>
    <w:link w:val="BL"/>
    <w:rsid w:val="00C34B6A"/>
    <w:rPr>
      <w:rFonts w:ascii="Arial" w:hAnsi="Arial" w:cs="Courier New"/>
      <w:color w:val="000000"/>
    </w:rPr>
  </w:style>
  <w:style w:type="character" w:customStyle="1" w:styleId="NumberedChar">
    <w:name w:val="Numbered Char"/>
    <w:basedOn w:val="BLChar"/>
    <w:link w:val="Numbered"/>
    <w:rsid w:val="00C34B6A"/>
  </w:style>
  <w:style w:type="character" w:customStyle="1" w:styleId="IndentChar">
    <w:name w:val="Indent Char"/>
    <w:basedOn w:val="NumberedChar"/>
    <w:link w:val="Indent"/>
    <w:rsid w:val="00C34B6A"/>
  </w:style>
  <w:style w:type="paragraph" w:customStyle="1" w:styleId="TableHeadingsBlack">
    <w:name w:val="Table Headings Black"/>
    <w:basedOn w:val="TableHeadings"/>
    <w:autoRedefine/>
    <w:rsid w:val="00C34B6A"/>
    <w:pPr>
      <w:ind w:left="0" w:firstLine="0"/>
    </w:pPr>
    <w:rPr>
      <w:color w:val="000000"/>
    </w:rPr>
  </w:style>
  <w:style w:type="character" w:styleId="FollowedHyperlink">
    <w:name w:val="FollowedHyperlink"/>
    <w:basedOn w:val="DefaultParagraphFont"/>
    <w:uiPriority w:val="99"/>
    <w:semiHidden/>
    <w:unhideWhenUsed/>
    <w:rsid w:val="0084097B"/>
    <w:rPr>
      <w:color w:val="800080"/>
      <w:u w:val="single"/>
    </w:rPr>
  </w:style>
  <w:style w:type="paragraph" w:styleId="Revision">
    <w:name w:val="Revision"/>
    <w:hidden/>
    <w:uiPriority w:val="99"/>
    <w:semiHidden/>
    <w:rsid w:val="00883EFD"/>
    <w:rPr>
      <w:rFonts w:ascii="Arial" w:hAnsi="Arial"/>
      <w:szCs w:val="24"/>
    </w:rPr>
  </w:style>
  <w:style w:type="table" w:customStyle="1" w:styleId="LightShading-Accent11">
    <w:name w:val="Light Shading - Accent 11"/>
    <w:aliases w:val="Student / Teacher Resource Table"/>
    <w:basedOn w:val="TableNormal"/>
    <w:uiPriority w:val="60"/>
    <w:rsid w:val="00C34B6A"/>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C34B6A"/>
  </w:style>
  <w:style w:type="paragraph" w:customStyle="1" w:styleId="BL-sub">
    <w:name w:val="BL-sub"/>
    <w:basedOn w:val="Numbered"/>
    <w:qFormat/>
    <w:rsid w:val="00C34B6A"/>
    <w:pPr>
      <w:numPr>
        <w:ilvl w:val="1"/>
        <w:numId w:val="57"/>
      </w:numPr>
      <w:spacing w:after="1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en.wikipedia.org/wiki/Hypertext_Transfer_Protoco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computer.howstuffworks.com/nat.htm" TargetMode="External"/><Relationship Id="rId7" Type="http://schemas.openxmlformats.org/officeDocument/2006/relationships/image" Target="media/image1.png"/><Relationship Id="rId12" Type="http://schemas.openxmlformats.org/officeDocument/2006/relationships/hyperlink" Target="http://learn.iis.net/page.aspx/28/installing-iis-7-on-windows-vista-and-windows-7" TargetMode="External"/><Relationship Id="rId17" Type="http://schemas.openxmlformats.org/officeDocument/2006/relationships/hyperlink" Target="http://en.wikipedia.org/wiki/Domain_Name_Syste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alphb.net/IPSubnet/ipaddr.html" TargetMode="External"/><Relationship Id="rId20" Type="http://schemas.openxmlformats.org/officeDocument/2006/relationships/hyperlink" Target="http://compnetworking.about.com/od/windowsxpnetworking/ht/mapnetworkdriv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dslreports.com/whois" TargetMode="External"/><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commandwindows.com/tcpiputil.ht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Contacts\Documents\Pearson%20Foundation\Templates\March%202012\Teacher%20Resource%20Template_0329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Template_032912.dotx</Template>
  <TotalTime>107</TotalTime>
  <Pages>28</Pages>
  <Words>6154</Words>
  <Characters>35083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41155</CharactersWithSpaces>
  <SharedDoc>false</SharedDoc>
  <HLinks>
    <vt:vector size="48" baseType="variant">
      <vt:variant>
        <vt:i4>4522007</vt:i4>
      </vt:variant>
      <vt:variant>
        <vt:i4>21</vt:i4>
      </vt:variant>
      <vt:variant>
        <vt:i4>0</vt:i4>
      </vt:variant>
      <vt:variant>
        <vt:i4>5</vt:i4>
      </vt:variant>
      <vt:variant>
        <vt:lpwstr>http://computer.howstuffworks.com/nat.htm</vt:lpwstr>
      </vt:variant>
      <vt:variant>
        <vt:lpwstr/>
      </vt:variant>
      <vt:variant>
        <vt:i4>1769496</vt:i4>
      </vt:variant>
      <vt:variant>
        <vt:i4>18</vt:i4>
      </vt:variant>
      <vt:variant>
        <vt:i4>0</vt:i4>
      </vt:variant>
      <vt:variant>
        <vt:i4>5</vt:i4>
      </vt:variant>
      <vt:variant>
        <vt:lpwstr>http://compnetworking.about.com/od/windowsxpnetworking/ht/mapnetworkdrive.htm</vt:lpwstr>
      </vt:variant>
      <vt:variant>
        <vt:lpwstr/>
      </vt:variant>
      <vt:variant>
        <vt:i4>7864426</vt:i4>
      </vt:variant>
      <vt:variant>
        <vt:i4>15</vt:i4>
      </vt:variant>
      <vt:variant>
        <vt:i4>0</vt:i4>
      </vt:variant>
      <vt:variant>
        <vt:i4>5</vt:i4>
      </vt:variant>
      <vt:variant>
        <vt:lpwstr>http://commandwindows.com/tcpiputil.htm</vt:lpwstr>
      </vt:variant>
      <vt:variant>
        <vt:lpwstr/>
      </vt:variant>
      <vt:variant>
        <vt:i4>3211373</vt:i4>
      </vt:variant>
      <vt:variant>
        <vt:i4>12</vt:i4>
      </vt:variant>
      <vt:variant>
        <vt:i4>0</vt:i4>
      </vt:variant>
      <vt:variant>
        <vt:i4>5</vt:i4>
      </vt:variant>
      <vt:variant>
        <vt:lpwstr>http://en.wikipedia.org/wiki/Hypertext_Transfer_Protocol</vt:lpwstr>
      </vt:variant>
      <vt:variant>
        <vt:lpwstr/>
      </vt:variant>
      <vt:variant>
        <vt:i4>4259844</vt:i4>
      </vt:variant>
      <vt:variant>
        <vt:i4>9</vt:i4>
      </vt:variant>
      <vt:variant>
        <vt:i4>0</vt:i4>
      </vt:variant>
      <vt:variant>
        <vt:i4>5</vt:i4>
      </vt:variant>
      <vt:variant>
        <vt:lpwstr>http://en.wikipedia.org/wiki/Domain_Name_System</vt:lpwstr>
      </vt:variant>
      <vt:variant>
        <vt:lpwstr/>
      </vt:variant>
      <vt:variant>
        <vt:i4>8126568</vt:i4>
      </vt:variant>
      <vt:variant>
        <vt:i4>6</vt:i4>
      </vt:variant>
      <vt:variant>
        <vt:i4>0</vt:i4>
      </vt:variant>
      <vt:variant>
        <vt:i4>5</vt:i4>
      </vt:variant>
      <vt:variant>
        <vt:lpwstr>http://www.ralphb.net/IPSubnet/ipaddr.html</vt:lpwstr>
      </vt:variant>
      <vt:variant>
        <vt:lpwstr/>
      </vt:variant>
      <vt:variant>
        <vt:i4>3276854</vt:i4>
      </vt:variant>
      <vt:variant>
        <vt:i4>3</vt:i4>
      </vt:variant>
      <vt:variant>
        <vt:i4>0</vt:i4>
      </vt:variant>
      <vt:variant>
        <vt:i4>5</vt:i4>
      </vt:variant>
      <vt:variant>
        <vt:lpwstr>http://www.dslreports.com/whois</vt:lpwstr>
      </vt:variant>
      <vt:variant>
        <vt:lpwstr/>
      </vt:variant>
      <vt:variant>
        <vt:i4>196621</vt:i4>
      </vt:variant>
      <vt:variant>
        <vt:i4>0</vt:i4>
      </vt:variant>
      <vt:variant>
        <vt:i4>0</vt:i4>
      </vt:variant>
      <vt:variant>
        <vt:i4>5</vt:i4>
      </vt:variant>
      <vt:variant>
        <vt:lpwstr>http://learn.iis.net/page.aspx/28/installing-iis-7-on-windows-vista-and-windows-7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cynth</cp:lastModifiedBy>
  <cp:revision>11</cp:revision>
  <cp:lastPrinted>2008-05-11T03:49:00Z</cp:lastPrinted>
  <dcterms:created xsi:type="dcterms:W3CDTF">2012-05-22T01:20:00Z</dcterms:created>
  <dcterms:modified xsi:type="dcterms:W3CDTF">2012-06-08T14:39:00Z</dcterms:modified>
</cp:coreProperties>
</file>